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8"/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AB0713" w:rsidRPr="00B31EE0" w:rsidTr="00310D34">
        <w:tc>
          <w:tcPr>
            <w:tcW w:w="11700" w:type="dxa"/>
            <w:vAlign w:val="bottom"/>
          </w:tcPr>
          <w:p w:rsidR="00AB0713" w:rsidRPr="003867FF" w:rsidRDefault="00AB0713" w:rsidP="00310D34">
            <w:pPr>
              <w:pStyle w:val="Titlegreen"/>
            </w:pPr>
            <w:bookmarkStart w:id="0" w:name="_GoBack"/>
            <w:bookmarkEnd w:id="0"/>
            <w:r w:rsidRPr="003867FF">
              <w:t xml:space="preserve">Australian Curriculum Year </w:t>
            </w:r>
            <w:r w:rsidR="00310D34">
              <w:t>7</w:t>
            </w:r>
            <w:r w:rsidR="00171524">
              <w:t xml:space="preserve"> Mathematics </w:t>
            </w:r>
            <w:r>
              <w:t>Sample assessment</w:t>
            </w:r>
            <w:r w:rsidR="00171524">
              <w:t> </w:t>
            </w:r>
            <w:r>
              <w:t xml:space="preserve"> </w:t>
            </w:r>
            <w:r w:rsidRPr="001155D8">
              <w:t> </w:t>
            </w:r>
            <w:r w:rsidRPr="001155D8">
              <w:t>|</w:t>
            </w:r>
            <w:r w:rsidRPr="001155D8">
              <w:t> </w:t>
            </w:r>
            <w:r>
              <w:t>Task-specific standards — continua</w:t>
            </w:r>
            <w:r w:rsidR="009F6471">
              <w:t xml:space="preserve"> </w:t>
            </w:r>
          </w:p>
          <w:p w:rsidR="00AB0713" w:rsidRPr="00EA7B23" w:rsidRDefault="00AB0713" w:rsidP="00310D34">
            <w:pPr>
              <w:pStyle w:val="Subtitle"/>
              <w:keepNext/>
              <w:keepLines/>
            </w:pPr>
            <w:r>
              <w:t>Refreshing drinks</w:t>
            </w:r>
          </w:p>
        </w:tc>
        <w:tc>
          <w:tcPr>
            <w:tcW w:w="3460" w:type="dxa"/>
            <w:vAlign w:val="bottom"/>
          </w:tcPr>
          <w:p w:rsidR="00AB0713" w:rsidRPr="00B31EE0" w:rsidRDefault="00AB0713" w:rsidP="00310D34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AB0713" w:rsidRPr="00B31EE0" w:rsidTr="00310D34">
        <w:tc>
          <w:tcPr>
            <w:tcW w:w="15160" w:type="dxa"/>
            <w:gridSpan w:val="2"/>
            <w:vAlign w:val="bottom"/>
          </w:tcPr>
          <w:p w:rsidR="00AB0713" w:rsidRPr="003867FF" w:rsidRDefault="00AB0713" w:rsidP="00171524">
            <w:pPr>
              <w:pStyle w:val="Copyright"/>
              <w:keepNext/>
              <w:keepLines/>
            </w:pPr>
            <w:r w:rsidRPr="007E1FB5">
              <w:t>© The State of Queensland (Queensland Studies Authority) and its licensors</w:t>
            </w:r>
            <w:r>
              <w:t xml:space="preserve"> 201</w:t>
            </w:r>
            <w:r w:rsidR="00171524">
              <w:t>4</w:t>
            </w:r>
            <w:r w:rsidRPr="007E1FB5">
              <w:t>. All web links correct at time of publication.</w:t>
            </w:r>
          </w:p>
        </w:tc>
      </w:tr>
    </w:tbl>
    <w:p w:rsidR="007B1DE0" w:rsidRDefault="007B1DE0" w:rsidP="007B1DE0">
      <w:pPr>
        <w:pStyle w:val="smallspace"/>
        <w:keepNext/>
        <w:keepLines/>
      </w:pPr>
    </w:p>
    <w:p w:rsidR="00795D53" w:rsidRPr="005A6A4C" w:rsidRDefault="00795D53" w:rsidP="00082501">
      <w:pPr>
        <w:pStyle w:val="Purpose"/>
        <w:keepNext/>
        <w:keepLines/>
        <w:rPr>
          <w:sz w:val="21"/>
          <w:szCs w:val="21"/>
        </w:rPr>
      </w:pPr>
      <w:r w:rsidRPr="005A6A4C">
        <w:rPr>
          <w:b/>
          <w:sz w:val="21"/>
          <w:szCs w:val="21"/>
        </w:rPr>
        <w:t>Purpose of assessment:</w:t>
      </w:r>
      <w:r w:rsidRPr="005A6A4C">
        <w:rPr>
          <w:sz w:val="21"/>
          <w:szCs w:val="21"/>
        </w:rPr>
        <w:t xml:space="preserve"> </w:t>
      </w:r>
      <w:r w:rsidR="00F32139" w:rsidRPr="00B3455F">
        <w:rPr>
          <w:sz w:val="21"/>
          <w:szCs w:val="21"/>
        </w:rPr>
        <w:t xml:space="preserve">Students </w:t>
      </w:r>
      <w:r w:rsidR="0090329E">
        <w:rPr>
          <w:sz w:val="21"/>
          <w:szCs w:val="21"/>
        </w:rPr>
        <w:t xml:space="preserve">use procedures and an </w:t>
      </w:r>
      <w:r w:rsidR="00F32139" w:rsidRPr="00B3455F">
        <w:rPr>
          <w:sz w:val="21"/>
          <w:szCs w:val="21"/>
        </w:rPr>
        <w:t>understanding of ratios, fractions and percentages to solve problems when mixing ingredients for fruity drinks.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650"/>
        <w:gridCol w:w="1216"/>
        <w:gridCol w:w="2434"/>
        <w:gridCol w:w="2433"/>
        <w:gridCol w:w="1217"/>
        <w:gridCol w:w="3792"/>
        <w:gridCol w:w="426"/>
      </w:tblGrid>
      <w:tr w:rsidR="00221345" w:rsidRPr="00952097" w:rsidTr="00B3455F">
        <w:trPr>
          <w:trHeight w:val="283"/>
        </w:trPr>
        <w:tc>
          <w:tcPr>
            <w:tcW w:w="14742" w:type="dxa"/>
            <w:gridSpan w:val="6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221345" w:rsidRPr="0020201D" w:rsidRDefault="00221345" w:rsidP="00FF7216">
            <w:pPr>
              <w:pStyle w:val="AssessableelementWHITE"/>
              <w:rPr>
                <w:sz w:val="20"/>
                <w:szCs w:val="20"/>
              </w:rPr>
            </w:pPr>
            <w:r w:rsidRPr="0020201D">
              <w:rPr>
                <w:sz w:val="20"/>
                <w:szCs w:val="20"/>
              </w:rPr>
              <w:t>Understanding and Skills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221345" w:rsidRPr="00952097" w:rsidRDefault="00221345" w:rsidP="00A33A67">
            <w:pPr>
              <w:pStyle w:val="AssessableelementWHITE"/>
            </w:pPr>
          </w:p>
        </w:tc>
      </w:tr>
      <w:tr w:rsidR="00221345" w:rsidRPr="00952097" w:rsidTr="00B3455F">
        <w:trPr>
          <w:trHeight w:val="283"/>
        </w:trPr>
        <w:tc>
          <w:tcPr>
            <w:tcW w:w="9733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221345" w:rsidRPr="0020201D" w:rsidRDefault="00221345" w:rsidP="00B26D89">
            <w:pPr>
              <w:pStyle w:val="AssessableelementWHITE"/>
              <w:rPr>
                <w:sz w:val="20"/>
                <w:szCs w:val="20"/>
              </w:rPr>
            </w:pPr>
            <w:r w:rsidRPr="0020201D">
              <w:rPr>
                <w:sz w:val="20"/>
                <w:szCs w:val="20"/>
              </w:rPr>
              <w:t xml:space="preserve">Understanding </w:t>
            </w:r>
            <w:r w:rsidR="00A33A67">
              <w:rPr>
                <w:sz w:val="20"/>
                <w:szCs w:val="20"/>
              </w:rPr>
              <w:t>and</w:t>
            </w:r>
            <w:r w:rsidRPr="0020201D">
              <w:rPr>
                <w:sz w:val="20"/>
                <w:szCs w:val="20"/>
              </w:rPr>
              <w:t xml:space="preserve"> Fluency</w:t>
            </w:r>
          </w:p>
        </w:tc>
        <w:tc>
          <w:tcPr>
            <w:tcW w:w="5009" w:type="dxa"/>
            <w:gridSpan w:val="2"/>
            <w:tcBorders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221345" w:rsidRPr="0020201D" w:rsidRDefault="00221345" w:rsidP="00A33A67">
            <w:pPr>
              <w:pStyle w:val="AssessableelementWHITE"/>
              <w:rPr>
                <w:sz w:val="20"/>
                <w:szCs w:val="20"/>
              </w:rPr>
            </w:pPr>
            <w:r w:rsidRPr="0020201D">
              <w:rPr>
                <w:sz w:val="20"/>
                <w:szCs w:val="20"/>
              </w:rPr>
              <w:t xml:space="preserve">Problem solving </w:t>
            </w:r>
            <w:r w:rsidR="00A33A67">
              <w:rPr>
                <w:sz w:val="20"/>
                <w:szCs w:val="20"/>
              </w:rPr>
              <w:t>and</w:t>
            </w:r>
            <w:r w:rsidR="00A33A67" w:rsidRPr="0020201D">
              <w:rPr>
                <w:sz w:val="20"/>
                <w:szCs w:val="20"/>
              </w:rPr>
              <w:t xml:space="preserve"> </w:t>
            </w:r>
            <w:r w:rsidRPr="0020201D">
              <w:rPr>
                <w:sz w:val="20"/>
                <w:szCs w:val="20"/>
              </w:rPr>
              <w:t>Reasoning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221345" w:rsidRPr="00952097" w:rsidRDefault="00221345" w:rsidP="00A33A67">
            <w:pPr>
              <w:pStyle w:val="AssessableelementWHITE"/>
            </w:pPr>
          </w:p>
        </w:tc>
      </w:tr>
      <w:tr w:rsidR="00221345" w:rsidRPr="00952097" w:rsidTr="00B3455F">
        <w:trPr>
          <w:trHeight w:val="182"/>
        </w:trPr>
        <w:tc>
          <w:tcPr>
            <w:tcW w:w="4866" w:type="dxa"/>
            <w:gridSpan w:val="2"/>
            <w:tcBorders>
              <w:right w:val="single" w:sz="4" w:space="0" w:color="FFFFFF"/>
            </w:tcBorders>
            <w:shd w:val="clear" w:color="auto" w:fill="CFE7E6"/>
            <w:vAlign w:val="center"/>
          </w:tcPr>
          <w:p w:rsidR="00221345" w:rsidRPr="00AB0713" w:rsidRDefault="00C95F41" w:rsidP="00221345">
            <w:pPr>
              <w:pStyle w:val="Tablesubhea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Procedural fluency — r</w:t>
            </w:r>
            <w:r w:rsidR="00221345" w:rsidRPr="00AB0713">
              <w:rPr>
                <w:sz w:val="16"/>
                <w:szCs w:val="16"/>
              </w:rPr>
              <w:t>ecall and use of facts, definitions, technologies and procedures</w:t>
            </w:r>
            <w:r w:rsidR="00AB0713">
              <w:rPr>
                <w:sz w:val="16"/>
                <w:szCs w:val="16"/>
              </w:rPr>
              <w:t xml:space="preserve"> </w:t>
            </w:r>
            <w:r w:rsidR="00AB0713" w:rsidRPr="00AB0713">
              <w:rPr>
                <w:rFonts w:eastAsia="Arial Unicode MS"/>
                <w:sz w:val="16"/>
                <w:szCs w:val="16"/>
              </w:rPr>
              <w:t>(Q1</w:t>
            </w:r>
            <w:r w:rsidR="00A33A67">
              <w:rPr>
                <w:rFonts w:eastAsia="Arial Unicode MS"/>
                <w:sz w:val="16"/>
                <w:szCs w:val="16"/>
              </w:rPr>
              <w:t>–</w:t>
            </w:r>
            <w:r w:rsidR="00310D34">
              <w:rPr>
                <w:rFonts w:eastAsia="Arial Unicode MS"/>
                <w:sz w:val="16"/>
                <w:szCs w:val="16"/>
              </w:rPr>
              <w:t>6, 7ab,</w:t>
            </w:r>
            <w:r w:rsidR="00A33A67">
              <w:rPr>
                <w:rFonts w:eastAsia="Arial Unicode MS"/>
                <w:sz w:val="16"/>
                <w:szCs w:val="16"/>
              </w:rPr>
              <w:t xml:space="preserve"> </w:t>
            </w:r>
            <w:r w:rsidR="00310D34">
              <w:rPr>
                <w:rFonts w:eastAsia="Arial Unicode MS"/>
                <w:sz w:val="16"/>
                <w:szCs w:val="16"/>
              </w:rPr>
              <w:t>8,</w:t>
            </w:r>
            <w:r w:rsidR="00A33A67">
              <w:rPr>
                <w:rFonts w:eastAsia="Arial Unicode MS"/>
                <w:sz w:val="16"/>
                <w:szCs w:val="16"/>
              </w:rPr>
              <w:t xml:space="preserve"> </w:t>
            </w:r>
            <w:r w:rsidR="00AB0713" w:rsidRPr="00AB0713">
              <w:rPr>
                <w:rFonts w:eastAsia="Arial Unicode MS"/>
                <w:sz w:val="16"/>
                <w:szCs w:val="16"/>
              </w:rPr>
              <w:t>9)</w:t>
            </w:r>
          </w:p>
          <w:p w:rsidR="00221345" w:rsidRPr="00952097" w:rsidRDefault="00221345" w:rsidP="00AB0713">
            <w:pPr>
              <w:pStyle w:val="Task-specassessablestatement"/>
              <w:jc w:val="left"/>
            </w:pPr>
            <w:r w:rsidRPr="00AB0713">
              <w:rPr>
                <w:sz w:val="16"/>
                <w:szCs w:val="16"/>
              </w:rPr>
              <w:t xml:space="preserve">Expressing quantities as ratios, fractions, and percentages. Operating with fractions and percentages to solve ratio problems. </w:t>
            </w:r>
          </w:p>
        </w:tc>
        <w:tc>
          <w:tcPr>
            <w:tcW w:w="4867" w:type="dxa"/>
            <w:gridSpan w:val="2"/>
            <w:tcBorders>
              <w:right w:val="single" w:sz="4" w:space="0" w:color="FFFFFF"/>
            </w:tcBorders>
            <w:shd w:val="clear" w:color="auto" w:fill="CFE7E6"/>
          </w:tcPr>
          <w:p w:rsidR="00697D76" w:rsidRPr="00AB0713" w:rsidRDefault="00697D76" w:rsidP="00AB0713">
            <w:pPr>
              <w:pStyle w:val="Tablesubhead"/>
              <w:rPr>
                <w:sz w:val="16"/>
                <w:szCs w:val="16"/>
              </w:rPr>
            </w:pPr>
            <w:r w:rsidRPr="00AB0713">
              <w:rPr>
                <w:sz w:val="16"/>
                <w:szCs w:val="16"/>
              </w:rPr>
              <w:t>Use of mathematical language, conventions and symbols</w:t>
            </w:r>
            <w:r w:rsidR="00AB0713">
              <w:rPr>
                <w:sz w:val="16"/>
                <w:szCs w:val="16"/>
              </w:rPr>
              <w:t xml:space="preserve"> </w:t>
            </w:r>
            <w:r w:rsidR="00AB0713" w:rsidRPr="00AB0713">
              <w:rPr>
                <w:rFonts w:eastAsia="Arial Unicode MS"/>
                <w:sz w:val="16"/>
                <w:szCs w:val="16"/>
              </w:rPr>
              <w:t>(Q1</w:t>
            </w:r>
            <w:r w:rsidR="00A33A67">
              <w:rPr>
                <w:rFonts w:eastAsia="Arial Unicode MS"/>
                <w:sz w:val="16"/>
                <w:szCs w:val="16"/>
              </w:rPr>
              <w:t>–</w:t>
            </w:r>
            <w:r w:rsidR="00AB0713" w:rsidRPr="00AB0713">
              <w:rPr>
                <w:rFonts w:eastAsia="Arial Unicode MS"/>
                <w:sz w:val="16"/>
                <w:szCs w:val="16"/>
              </w:rPr>
              <w:t>10)</w:t>
            </w:r>
          </w:p>
          <w:p w:rsidR="00221345" w:rsidRPr="000312EC" w:rsidRDefault="00697D76" w:rsidP="00AB0713">
            <w:pPr>
              <w:pStyle w:val="Task-specassessablestatement"/>
              <w:jc w:val="left"/>
            </w:pPr>
            <w:r w:rsidRPr="00AB0713">
              <w:rPr>
                <w:sz w:val="16"/>
                <w:szCs w:val="16"/>
              </w:rPr>
              <w:t xml:space="preserve">Using conventions to express quantities as ratios, fractions and percentages. Showing working and </w:t>
            </w:r>
            <w:proofErr w:type="gramStart"/>
            <w:r w:rsidRPr="00AB0713">
              <w:rPr>
                <w:sz w:val="16"/>
                <w:szCs w:val="16"/>
              </w:rPr>
              <w:t xml:space="preserve">making </w:t>
            </w:r>
            <w:r w:rsidR="00C64D6C">
              <w:rPr>
                <w:sz w:val="16"/>
                <w:szCs w:val="16"/>
              </w:rPr>
              <w:t xml:space="preserve"> </w:t>
            </w:r>
            <w:r w:rsidRPr="00AB0713">
              <w:rPr>
                <w:sz w:val="16"/>
                <w:szCs w:val="16"/>
              </w:rPr>
              <w:t>use</w:t>
            </w:r>
            <w:proofErr w:type="gramEnd"/>
            <w:r w:rsidRPr="00AB0713">
              <w:rPr>
                <w:sz w:val="16"/>
                <w:szCs w:val="16"/>
              </w:rPr>
              <w:t xml:space="preserve"> of units. </w:t>
            </w:r>
          </w:p>
        </w:tc>
        <w:tc>
          <w:tcPr>
            <w:tcW w:w="5009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697D76" w:rsidRPr="00AB0713" w:rsidRDefault="00697D76" w:rsidP="00AB0713">
            <w:pPr>
              <w:pStyle w:val="Tablesubhead"/>
              <w:rPr>
                <w:sz w:val="16"/>
                <w:szCs w:val="16"/>
              </w:rPr>
            </w:pPr>
            <w:r w:rsidRPr="00AB0713">
              <w:rPr>
                <w:sz w:val="16"/>
                <w:szCs w:val="16"/>
              </w:rPr>
              <w:t>Application of problem</w:t>
            </w:r>
            <w:r w:rsidR="00A33A67">
              <w:rPr>
                <w:sz w:val="16"/>
                <w:szCs w:val="16"/>
              </w:rPr>
              <w:t>-</w:t>
            </w:r>
            <w:r w:rsidRPr="00AB0713">
              <w:rPr>
                <w:sz w:val="16"/>
                <w:szCs w:val="16"/>
              </w:rPr>
              <w:t xml:space="preserve">solving </w:t>
            </w:r>
            <w:r w:rsidR="00C95F41">
              <w:rPr>
                <w:sz w:val="16"/>
                <w:szCs w:val="16"/>
              </w:rPr>
              <w:t xml:space="preserve">approaches </w:t>
            </w:r>
            <w:r w:rsidR="00AB0713" w:rsidRPr="00AB0713">
              <w:rPr>
                <w:sz w:val="16"/>
                <w:szCs w:val="16"/>
              </w:rPr>
              <w:t>(Q7c,</w:t>
            </w:r>
            <w:r w:rsidR="00A33A67">
              <w:rPr>
                <w:sz w:val="16"/>
                <w:szCs w:val="16"/>
              </w:rPr>
              <w:t xml:space="preserve"> </w:t>
            </w:r>
            <w:r w:rsidR="00AB0713" w:rsidRPr="00AB0713">
              <w:rPr>
                <w:sz w:val="16"/>
                <w:szCs w:val="16"/>
              </w:rPr>
              <w:t>10)</w:t>
            </w:r>
          </w:p>
          <w:p w:rsidR="00221345" w:rsidRPr="000312EC" w:rsidRDefault="00697D76" w:rsidP="00AB0713">
            <w:pPr>
              <w:pStyle w:val="Tabletext"/>
            </w:pPr>
            <w:r w:rsidRPr="00AB0713">
              <w:rPr>
                <w:sz w:val="16"/>
                <w:szCs w:val="16"/>
              </w:rPr>
              <w:t>Solving problems involving ratios.</w:t>
            </w:r>
            <w:r w:rsidR="00AB07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221345" w:rsidRPr="00952097" w:rsidRDefault="00221345" w:rsidP="00B26D89">
            <w:pPr>
              <w:rPr>
                <w:color w:val="000000"/>
              </w:rPr>
            </w:pP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C33A28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A054604" wp14:editId="075BD08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137160</wp:posOffset>
                      </wp:positionV>
                      <wp:extent cx="82550" cy="78740"/>
                      <wp:effectExtent l="1905" t="0" r="0" b="0"/>
                      <wp:wrapNone/>
                      <wp:docPr id="96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874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" o:spid="_x0000_s1026" type="#_x0000_t127" style="position:absolute;margin-left:13.8pt;margin-top:10.8pt;width:6.5pt;height:6.2pt;rotation:90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" fillcolor="#6fbdbe" stroked="f" strokeweight="2pt">
                      <v:stroke startarrowwidth="narrow"/>
                    </v:shape>
                  </w:pict>
                </mc:Fallback>
              </mc:AlternateContent>
            </w:r>
            <w:r w:rsidRPr="00C64D6C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C1A4E45" wp14:editId="08397B38">
                      <wp:simplePos x="0" y="0"/>
                      <wp:positionH relativeFrom="column">
                        <wp:posOffset>341294</wp:posOffset>
                      </wp:positionH>
                      <wp:positionV relativeFrom="paragraph">
                        <wp:posOffset>79935</wp:posOffset>
                      </wp:positionV>
                      <wp:extent cx="2562263" cy="923365"/>
                      <wp:effectExtent l="0" t="0" r="9525" b="10160"/>
                      <wp:wrapNone/>
                      <wp:docPr id="30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63" cy="92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C33A28" w:rsidRPr="00C64D6C" w:rsidRDefault="00C33A28" w:rsidP="00C33A2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64D6C">
                                    <w:rPr>
                                      <w:sz w:val="18"/>
                                      <w:szCs w:val="18"/>
                                    </w:rPr>
                                    <w:t>se of procedures to express quantities as ratios, fractions, and percentages.</w:t>
                                  </w:r>
                                  <w:proofErr w:type="gramEnd"/>
                                </w:p>
                                <w:p w:rsidR="00C33A28" w:rsidRPr="00C64D6C" w:rsidRDefault="00C33A28" w:rsidP="00C33A2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C64D6C">
                                    <w:rPr>
                                      <w:sz w:val="18"/>
                                      <w:szCs w:val="18"/>
                                    </w:rPr>
                                    <w:t>se of ratios and operations involving fractions or percentages to solve problems involving ratios of three quantities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(Q8, 9).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6.85pt;margin-top:6.3pt;width:201.75pt;height:72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" filled="f" stroked="f">
                      <v:textbox inset="0,0,0,0">
                        <w:txbxContent>
                          <w:p w:rsidR="00C33A28" w:rsidRPr="00C64D6C" w:rsidRDefault="00C33A28" w:rsidP="00C33A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U</w:t>
                            </w:r>
                            <w:r w:rsidRPr="00C64D6C">
                              <w:rPr>
                                <w:sz w:val="18"/>
                                <w:szCs w:val="18"/>
                              </w:rPr>
                              <w:t>se of procedures to express quantities as ratios, fractions, and percentages.</w:t>
                            </w:r>
                            <w:proofErr w:type="gramEnd"/>
                          </w:p>
                          <w:p w:rsidR="00C33A28" w:rsidRPr="00C64D6C" w:rsidRDefault="00C33A28" w:rsidP="00C33A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U</w:t>
                            </w:r>
                            <w:r w:rsidRPr="00C64D6C">
                              <w:rPr>
                                <w:sz w:val="18"/>
                                <w:szCs w:val="18"/>
                              </w:rPr>
                              <w:t>se of ratios and operations involving fractions or percentages to solve problems involving ratios of three quantities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18"/>
                                <w:szCs w:val="18"/>
                              </w:rPr>
                              <w:t>(Q8, 9).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4D6C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FC83A16" wp14:editId="7F693E7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151130</wp:posOffset>
                      </wp:positionV>
                      <wp:extent cx="82550" cy="78740"/>
                      <wp:effectExtent l="40005" t="0" r="33655" b="14605"/>
                      <wp:wrapNone/>
                      <wp:docPr id="3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8740"/>
                              </a:xfrm>
                              <a:prstGeom prst="flowChartExtra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27.25pt;margin-top:11.9pt;width:6.5pt;height:6.2pt;rotation:90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" filled="f" stroked="f"/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C530D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63475EA4" wp14:editId="4406B68F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409271</wp:posOffset>
                      </wp:positionV>
                      <wp:extent cx="2664000" cy="647585"/>
                      <wp:effectExtent l="0" t="0" r="3175" b="635"/>
                      <wp:wrapNone/>
                      <wp:docPr id="13" name="Group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647585"/>
                                <a:chOff x="4733" y="5384"/>
                                <a:chExt cx="3180" cy="1020"/>
                              </a:xfrm>
                            </wpg:grpSpPr>
                            <wps:wsp>
                              <wps:cNvPr id="14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7" y="5384"/>
                                  <a:ext cx="2966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26D4" w:rsidRDefault="0090329E" w:rsidP="000C77B9">
                                    <w:pPr>
                                      <w:pStyle w:val="Tabletext"/>
                                    </w:pPr>
                                    <w:proofErr w:type="gramStart"/>
                                    <w:r>
                                      <w:t xml:space="preserve">Effective and clear </w:t>
                                    </w:r>
                                    <w:r w:rsidR="00B66F4E" w:rsidRPr="001D1DA1">
                                      <w:t>use of conventions when writing ratios and fractions.</w:t>
                                    </w:r>
                                    <w:proofErr w:type="gramEnd"/>
                                    <w:r>
                                      <w:t xml:space="preserve"> </w:t>
                                    </w:r>
                                  </w:p>
                                  <w:p w:rsidR="00B66F4E" w:rsidRPr="008B3534" w:rsidRDefault="0090329E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>D</w:t>
                                    </w:r>
                                    <w:r w:rsidRPr="001D1DA1">
                                      <w:t>etailed</w:t>
                                    </w:r>
                                    <w:r w:rsidR="00B66F4E" w:rsidRPr="001D1DA1">
                                      <w:t xml:space="preserve"> working and consistent use of appropriate units.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4716" y="5449"/>
                                  <a:ext cx="130" cy="9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6" o:spid="_x0000_s1027" style="position:absolute;margin-left:73.55pt;margin-top:32.25pt;width:209.75pt;height:51pt;z-index:251697152" coordorigin="4733,5384" coordsize="318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">
                      <v:shape id="_x0000_s1028" type="#_x0000_t202" style="position:absolute;left:4947;top:5384;width:2966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    <v:textbox inset="0,0,0,0">
                          <w:txbxContent>
                            <w:p w:rsidR="003726D4" w:rsidRDefault="0090329E" w:rsidP="000C77B9">
                              <w:pPr>
                                <w:pStyle w:val="Tabletext"/>
                              </w:pPr>
                              <w:proofErr w:type="gramStart"/>
                              <w:r>
                                <w:t xml:space="preserve">Effective and clear </w:t>
                              </w:r>
                              <w:r w:rsidR="00B66F4E" w:rsidRPr="001D1DA1">
                                <w:t>use of conventions when writing ratios and fractions.</w:t>
                              </w:r>
                              <w:proofErr w:type="gramEnd"/>
                              <w:r>
                                <w:t xml:space="preserve"> </w:t>
                              </w:r>
                            </w:p>
                            <w:p w:rsidR="00B66F4E" w:rsidRPr="008B3534" w:rsidRDefault="0090329E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>D</w:t>
                              </w:r>
                              <w:r w:rsidRPr="001D1DA1">
                                <w:t>etailed</w:t>
                              </w:r>
                              <w:r w:rsidR="00B66F4E" w:rsidRPr="001D1DA1">
                                <w:t xml:space="preserve"> working and consistent use of appropriate units.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29" type="#_x0000_t127" style="position:absolute;left:4716;top:5449;width:130;height:9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0eb8A&#10;AADbAAAADwAAAGRycy9kb3ducmV2LnhtbERP24rCMBB9F/yHMIJvmrqoK9Uo3lbcR60fMDRjW20m&#10;3SZq9++NIPg2h3Od2aIxpbhT7QrLCgb9CARxanXBmYJT8tObgHAeWWNpmRT8k4PFvN2aYaztgw90&#10;P/pMhBB2MSrIva9iKV2ak0HXtxVx4M62NugDrDOpa3yEcFPKrygaS4MFh4YcK1rnlF6PN6PgYP8u&#10;19X3rkp+R9vEFMPNbmUuSnU7zXIKwlPjP+K3e6/D/BG8fgkH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zR5vwAAANsAAAAPAAAAAAAAAAAAAAAAAJgCAABkcnMvZG93bnJl&#10;di54bWxQSwUGAAAAAAQABAD1AAAAhAMAAAAA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C530D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509664E3" wp14:editId="34A9499C">
                      <wp:simplePos x="0" y="0"/>
                      <wp:positionH relativeFrom="column">
                        <wp:posOffset>1738705</wp:posOffset>
                      </wp:positionH>
                      <wp:positionV relativeFrom="margin">
                        <wp:posOffset>83820</wp:posOffset>
                      </wp:positionV>
                      <wp:extent cx="2664000" cy="612000"/>
                      <wp:effectExtent l="0" t="0" r="3175" b="0"/>
                      <wp:wrapNone/>
                      <wp:docPr id="17" name="Group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612000"/>
                                <a:chOff x="1179" y="3812"/>
                                <a:chExt cx="1971" cy="964"/>
                              </a:xfrm>
                            </wpg:grpSpPr>
                            <wps:wsp>
                              <wps:cNvPr id="18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12" y="3812"/>
                                  <a:ext cx="1838" cy="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8B3534" w:rsidRDefault="00B66F4E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1D1DA1">
                                      <w:t xml:space="preserve">Systematic application of problem-solving </w:t>
                                    </w:r>
                                    <w:r w:rsidR="0090329E">
                                      <w:t>approaches</w:t>
                                    </w:r>
                                    <w:r w:rsidR="0090329E" w:rsidRPr="001D1DA1">
                                      <w:t xml:space="preserve"> </w:t>
                                    </w:r>
                                    <w:r w:rsidRPr="001D1DA1">
                                      <w:t>to correct a drink mixed in an incorrect ratio and to determine the required quantities for mixing a punch.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144" y="3900"/>
                                  <a:ext cx="130" cy="5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1" o:spid="_x0000_s1030" style="position:absolute;margin-left:136.9pt;margin-top:6.6pt;width:209.75pt;height:48.2pt;z-index:251684864;mso-position-vertical-relative:margin" coordorigin="1179,3812" coordsize="1971,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">
                      <v:shape id="_x0000_s1031" type="#_x0000_t202" style="position:absolute;left:1312;top:3812;width:1838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      <v:textbox inset="0,0,0,0">
                          <w:txbxContent>
                            <w:p w:rsidR="00B66F4E" w:rsidRPr="008B3534" w:rsidRDefault="00B66F4E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1D1DA1">
                                <w:t xml:space="preserve">Systematic application of problem-solving </w:t>
                              </w:r>
                              <w:r w:rsidR="0090329E">
                                <w:t>approaches</w:t>
                              </w:r>
                              <w:r w:rsidR="0090329E" w:rsidRPr="001D1DA1">
                                <w:t xml:space="preserve"> </w:t>
                              </w:r>
                              <w:r w:rsidRPr="001D1DA1">
                                <w:t>to correct a drink mixed in an incorrect ratio and to determine the required quantities for mixing a punch.</w:t>
                              </w:r>
                            </w:p>
                          </w:txbxContent>
                        </v:textbox>
                      </v:shape>
                      <v:shape id="AutoShape 1" o:spid="_x0000_s1032" type="#_x0000_t127" style="position:absolute;left:1144;top:3900;width:130;height:5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+fMAA&#10;AADbAAAADwAAAGRycy9kb3ducmV2LnhtbERPS27CMBDdV+IO1iCxKw4ICgQM4q92CeEAo3hIAvE4&#10;xAbC7XGlSt3N0/vObNGYUjyodoVlBb1uBII4tbrgTMEp2X2OQTiPrLG0TApe5GAxb33MMNb2yQd6&#10;HH0mQgi7GBXk3lexlC7NyaDr2oo4cGdbG/QB1pnUNT5DuCllP4q+pMGCQ0OOFa1zSq/Hu1FwsLfL&#10;dTXaV8nPcJuYYrDZr8xFqU67WU5BeGr8v/jP/a3D/An8/hIO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I+fMAAAADbAAAADwAAAAAAAAAAAAAAAACYAgAAZHJzL2Rvd25y&#10;ZXYueG1sUEsFBgAAAAAEAAQA9QAAAIUDAAAAAA==&#10;" fillcolor="#6fbdbe" stroked="f" strokeweight="2pt">
                        <v:stroke startarrowwidth="narrow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795D53">
            <w:pPr>
              <w:pStyle w:val="Grade"/>
            </w:pPr>
            <w:r w:rsidRPr="00952097">
              <w:t>A</w:t>
            </w: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C33A28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D79A3C9" wp14:editId="1E8D461D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106680</wp:posOffset>
                      </wp:positionV>
                      <wp:extent cx="2663825" cy="690245"/>
                      <wp:effectExtent l="0" t="0" r="3175" b="0"/>
                      <wp:wrapNone/>
                      <wp:docPr id="16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3825" cy="690245"/>
                                <a:chOff x="1179" y="6376"/>
                                <a:chExt cx="2999" cy="1087"/>
                              </a:xfrm>
                            </wpg:grpSpPr>
                            <wps:wsp>
                              <wps:cNvPr id="20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2" y="6376"/>
                                  <a:ext cx="2796" cy="10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DF0E3A" w:rsidRDefault="00C33A28" w:rsidP="00A33A67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r>
                                      <w:t>U</w:t>
                                    </w:r>
                                    <w:r w:rsidR="00B66F4E" w:rsidRPr="004A7FEB">
                                      <w:t>se of equivalent fractions and ratios, and of operations involving fractions or percentages, to solve problems involving ratios of two and three quantities</w:t>
                                    </w:r>
                                    <w:r>
                                      <w:t xml:space="preserve"> (Q5</w:t>
                                    </w:r>
                                    <w:r w:rsidR="00C64D6C">
                                      <w:t>–</w:t>
                                    </w:r>
                                    <w:r>
                                      <w:t>7b).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159" y="6449"/>
                                  <a:ext cx="130" cy="8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3" o:spid="_x0000_s1033" style="position:absolute;margin-left:13.45pt;margin-top:8.4pt;width:209.75pt;height:54.35pt;z-index:251694080" coordorigin="1179,6376" coordsize="2999,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">
                      <v:shape id="_x0000_s1034" type="#_x0000_t202" style="position:absolute;left:1382;top:6376;width:2796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      <v:textbox inset="0,0,0,0">
                          <w:txbxContent>
                            <w:p w:rsidR="00B66F4E" w:rsidRPr="00DF0E3A" w:rsidRDefault="00C33A28" w:rsidP="00A33A67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r>
                                <w:t>U</w:t>
                              </w:r>
                              <w:r w:rsidR="00B66F4E" w:rsidRPr="004A7FEB">
                                <w:t>se of equivalent fractions and ratios, and of operations involving fractions or percentages, to solve problems involving ratios of two and three quantities</w:t>
                              </w:r>
                              <w:r>
                                <w:t xml:space="preserve"> (Q5</w:t>
                              </w:r>
                              <w:r w:rsidR="00C64D6C">
                                <w:t>–</w:t>
                              </w:r>
                              <w:r>
                                <w:t>7b).</w:t>
                              </w:r>
                            </w:p>
                          </w:txbxContent>
                        </v:textbox>
                      </v:shape>
                      <v:shape id="AutoShape 1" o:spid="_x0000_s1035" type="#_x0000_t127" style="position:absolute;left:1159;top:6449;width:130;height:8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4x8MA&#10;AADbAAAADwAAAGRycy9kb3ducmV2LnhtbESPzW7CMBCE70i8g7WVegMHxJ9SDOKnRXAM6QOs4m0S&#10;iNchdiG8PUZC4jiamW8082VrKnGlxpWWFQz6EQjizOqScwW/6U9vBsJ5ZI2VZVJwJwfLRbczx1jb&#10;Gyd0PfpcBAi7GBUU3texlC4ryKDr25o4eH+2MeiDbHKpG7wFuKnkMIom0mDJYaHAmjYFZefjv1GQ&#10;2MvpvJ7u6vQw/k5NOdru1uak1OdHu/oC4an17/CrvdcKhg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4x8MAAADbAAAADwAAAAAAAAAAAAAAAACYAgAAZHJzL2Rv&#10;d25yZXYueG1sUEsFBgAAAAAEAAQA9QAAAIgDAAAAAA==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</w:pPr>
            <w:r>
              <w:t>B</w:t>
            </w: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90329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CC7962F" wp14:editId="7FD96622">
                      <wp:simplePos x="0" y="0"/>
                      <wp:positionH relativeFrom="column">
                        <wp:posOffset>-2167255</wp:posOffset>
                      </wp:positionH>
                      <wp:positionV relativeFrom="margin">
                        <wp:posOffset>263525</wp:posOffset>
                      </wp:positionV>
                      <wp:extent cx="4358640" cy="252095"/>
                      <wp:effectExtent l="14922" t="23178" r="37783" b="18732"/>
                      <wp:wrapNone/>
                      <wp:docPr id="1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35864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0.65pt;margin-top:20.75pt;width:343.2pt;height:19.8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" adj="20743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230171E" wp14:editId="19F3C1FA">
                      <wp:simplePos x="0" y="0"/>
                      <wp:positionH relativeFrom="column">
                        <wp:posOffset>921385</wp:posOffset>
                      </wp:positionH>
                      <wp:positionV relativeFrom="margin">
                        <wp:posOffset>267970</wp:posOffset>
                      </wp:positionV>
                      <wp:extent cx="4366895" cy="252095"/>
                      <wp:effectExtent l="19050" t="19050" r="33655" b="14605"/>
                      <wp:wrapNone/>
                      <wp:docPr id="12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366895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72.55pt;margin-top:21.1pt;width:343.85pt;height:19.8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" adj="20745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2C530D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76552C3" wp14:editId="4524CC7F">
                      <wp:simplePos x="0" y="0"/>
                      <wp:positionH relativeFrom="column">
                        <wp:posOffset>170964</wp:posOffset>
                      </wp:positionH>
                      <wp:positionV relativeFrom="paragraph">
                        <wp:posOffset>280744</wp:posOffset>
                      </wp:positionV>
                      <wp:extent cx="2664000" cy="977106"/>
                      <wp:effectExtent l="0" t="0" r="3175" b="0"/>
                      <wp:wrapNone/>
                      <wp:docPr id="10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977106"/>
                                <a:chOff x="1179" y="8175"/>
                                <a:chExt cx="2999" cy="1539"/>
                              </a:xfrm>
                            </wpg:grpSpPr>
                            <wps:wsp>
                              <wps:cNvPr id="11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2" y="8175"/>
                                  <a:ext cx="2796" cy="1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Default="00B66F4E" w:rsidP="001D1DA1">
                                    <w:pPr>
                                      <w:pStyle w:val="Tabletext"/>
                                    </w:pPr>
                                    <w:proofErr w:type="gramStart"/>
                                    <w:r>
                                      <w:t>Use of procedures to express quantities as ratios, fractions, equivalent fractions and percentages</w:t>
                                    </w:r>
                                    <w:r w:rsidR="00C8197A">
                                      <w:t xml:space="preserve"> (Q1</w:t>
                                    </w:r>
                                    <w:r w:rsidR="0058221C">
                                      <w:t>–</w:t>
                                    </w:r>
                                    <w:r w:rsidR="00C8197A">
                                      <w:t>3).</w:t>
                                    </w:r>
                                    <w:proofErr w:type="gramEnd"/>
                                  </w:p>
                                  <w:p w:rsidR="00B66F4E" w:rsidRPr="008B3534" w:rsidRDefault="00C8197A" w:rsidP="001D1DA1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>
                                      <w:t>U</w:t>
                                    </w:r>
                                    <w:r w:rsidR="00B66F4E">
                                      <w:t xml:space="preserve">se of equivalent fractions and ratios, and of operations involving fractions or percentages, to </w:t>
                                    </w:r>
                                    <w:r>
                                      <w:t xml:space="preserve">find solutions </w:t>
                                    </w:r>
                                    <w:r w:rsidR="00B66F4E">
                                      <w:t>in problems involving ratios</w:t>
                                    </w:r>
                                    <w:r>
                                      <w:t xml:space="preserve"> (Q4)</w:t>
                                    </w:r>
                                    <w:r w:rsidR="00B66F4E"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159" y="8248"/>
                                  <a:ext cx="130" cy="8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4" o:spid="_x0000_s1036" style="position:absolute;margin-left:13.45pt;margin-top:22.1pt;width:209.75pt;height:76.95pt;z-index:251695104" coordorigin="1179,8175" coordsize="2999,1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7" type="#_x0000_t202" style="position:absolute;left:1382;top:8175;width:2796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      <v:textbox inset="0,0,0,0">
                          <w:txbxContent>
                            <w:p w:rsidR="00B66F4E" w:rsidRDefault="00B66F4E" w:rsidP="001D1DA1">
                              <w:pPr>
                                <w:pStyle w:val="Tabletext"/>
                              </w:pPr>
                              <w:proofErr w:type="gramStart"/>
                              <w:r>
                                <w:t>Use of procedures to express quantities as ratios, fractions, equivalent fractions and percentages</w:t>
                              </w:r>
                              <w:r w:rsidR="00C8197A">
                                <w:t xml:space="preserve"> </w:t>
                              </w:r>
                              <w:r w:rsidR="00C8197A">
                                <w:t>(Q1</w:t>
                              </w:r>
                              <w:r w:rsidR="0058221C">
                                <w:t>–</w:t>
                              </w:r>
                              <w:bookmarkStart w:id="1" w:name="_GoBack"/>
                              <w:bookmarkEnd w:id="1"/>
                              <w:r w:rsidR="00C8197A">
                                <w:t>3).</w:t>
                              </w:r>
                              <w:proofErr w:type="gramEnd"/>
                            </w:p>
                            <w:p w:rsidR="00B66F4E" w:rsidRPr="008B3534" w:rsidRDefault="00C8197A" w:rsidP="001D1DA1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>
                                <w:t>U</w:t>
                              </w:r>
                              <w:r w:rsidR="00B66F4E">
                                <w:t xml:space="preserve">se of equivalent fractions and ratios, and of operations involving fractions or percentages, to </w:t>
                              </w:r>
                              <w:r>
                                <w:t xml:space="preserve">find solutions </w:t>
                              </w:r>
                              <w:r w:rsidR="00B66F4E">
                                <w:t>in problems involving ratios</w:t>
                              </w:r>
                              <w:r>
                                <w:t xml:space="preserve"> (Q4)</w:t>
                              </w:r>
                              <w:r w:rsidR="00B66F4E">
                                <w:t>.</w:t>
                              </w:r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38" type="#_x0000_t127" style="position:absolute;left:1159;top:8248;width:130;height:8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sDb8A&#10;AADbAAAADwAAAGRycy9kb3ducmV2LnhtbERP24rCMBB9X/Afwgi+ramiq1SjeGd91PoBQzO21WZS&#10;m6j1742wsG9zONeZzhtTigfVrrCsoNeNQBCnVhecKTgl2+8xCOeRNZaWScGLHMxnra8pxto++UCP&#10;o89ECGEXo4Lc+yqW0qU5GXRdWxEH7mxrgz7AOpO6xmcIN6XsR9GPNFhwaMixolVO6fV4NwoO9na5&#10;Lke7KtkPN4kpBuvd0lyU6rSbxQSEp8b/i//cvzrM78Pnl3C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lqwNvwAAANsAAAAPAAAAAAAAAAAAAAAAAJgCAABkcnMvZG93bnJl&#10;di54bWxQSwUGAAAAAAQABAD1AAAAhAMAAAAA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90329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FC5ECD2" wp14:editId="571AEF1B">
                      <wp:simplePos x="0" y="0"/>
                      <wp:positionH relativeFrom="column">
                        <wp:posOffset>1724660</wp:posOffset>
                      </wp:positionH>
                      <wp:positionV relativeFrom="margin">
                        <wp:posOffset>263525</wp:posOffset>
                      </wp:positionV>
                      <wp:extent cx="4358640" cy="252095"/>
                      <wp:effectExtent l="14922" t="23178" r="37783" b="18732"/>
                      <wp:wrapNone/>
                      <wp:docPr id="13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35864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35.8pt;margin-top:20.75pt;width:343.2pt;height:19.8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" adj="20743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2C530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3F53CF34" wp14:editId="0D40C30E">
                      <wp:simplePos x="0" y="0"/>
                      <wp:positionH relativeFrom="column">
                        <wp:posOffset>937911</wp:posOffset>
                      </wp:positionH>
                      <wp:positionV relativeFrom="paragraph">
                        <wp:posOffset>356609</wp:posOffset>
                      </wp:positionV>
                      <wp:extent cx="2663163" cy="493315"/>
                      <wp:effectExtent l="0" t="0" r="4445" b="2540"/>
                      <wp:wrapNone/>
                      <wp:docPr id="7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3163" cy="493315"/>
                                <a:chOff x="4733" y="8228"/>
                                <a:chExt cx="3181" cy="777"/>
                              </a:xfrm>
                            </wpg:grpSpPr>
                            <wps:wsp>
                              <wps:cNvPr id="8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7" y="8228"/>
                                  <a:ext cx="2967" cy="7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8B3534" w:rsidRDefault="003726D4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 xml:space="preserve">Satisfactory </w:t>
                                    </w:r>
                                    <w:r w:rsidR="00997C91">
                                      <w:t xml:space="preserve">working and </w:t>
                                    </w:r>
                                    <w:r>
                                      <w:t>use</w:t>
                                    </w:r>
                                    <w:r w:rsidRPr="001D1DA1">
                                      <w:t xml:space="preserve"> </w:t>
                                    </w:r>
                                    <w:r w:rsidR="00B66F4E" w:rsidRPr="001D1DA1">
                                      <w:t>of conventions when writing ratios</w:t>
                                    </w:r>
                                    <w:r w:rsidR="00997C91">
                                      <w:t xml:space="preserve">, </w:t>
                                    </w:r>
                                    <w:r w:rsidR="00B66F4E" w:rsidRPr="001D1DA1">
                                      <w:t>fractions and units.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4716" y="8300"/>
                                  <a:ext cx="130" cy="9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7" o:spid="_x0000_s1039" style="position:absolute;margin-left:73.85pt;margin-top:28.1pt;width:209.7pt;height:38.85pt;z-index:251698176" coordorigin="4733,8228" coordsize="3181,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">
                      <v:shape id="_x0000_s1040" type="#_x0000_t202" style="position:absolute;left:4947;top:8228;width:2967;height:7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      <v:textbox inset="0,0,0,0">
                          <w:txbxContent>
                            <w:p w:rsidR="00B66F4E" w:rsidRPr="008B3534" w:rsidRDefault="003726D4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 xml:space="preserve">Satisfactory </w:t>
                              </w:r>
                              <w:r w:rsidR="00997C91">
                                <w:t xml:space="preserve">working and </w:t>
                              </w:r>
                              <w:r>
                                <w:t>use</w:t>
                              </w:r>
                              <w:r w:rsidRPr="001D1DA1">
                                <w:t xml:space="preserve"> </w:t>
                              </w:r>
                              <w:r w:rsidR="00B66F4E" w:rsidRPr="001D1DA1">
                                <w:t>of conventions when writing ratios</w:t>
                              </w:r>
                              <w:r w:rsidR="00997C91">
                                <w:t xml:space="preserve">, </w:t>
                              </w:r>
                              <w:r w:rsidR="00B66F4E" w:rsidRPr="001D1DA1">
                                <w:t>fractions and units.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1" type="#_x0000_t127" style="position:absolute;left:4716;top:8300;width:130;height:9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HwrMEA&#10;AADaAAAADwAAAGRycy9kb3ducmV2LnhtbESPzW7CMBCE75V4B2uRuBUHBAUCBvGv9gjhAVbxkgTi&#10;dYgNhLfHlSr1OJqZbzSzRWNK8aDaFZYV9LoRCOLU6oIzBadk9zkG4TyyxtIyKXiRg8W89THDWNsn&#10;H+hx9JkIEHYxKsi9r2IpXZqTQde1FXHwzrY26IOsM6lrfAa4KWU/ir6kwYLDQo4VrXNKr8e7UXCw&#10;t8t1NdpXyc9wm5hisNmvzEWpTrtZTkF4avx/+K/9rRVM4PdKu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x8KzBAAAA2gAAAA8AAAAAAAAAAAAAAAAAmAIAAGRycy9kb3du&#10;cmV2LnhtbFBLBQYAAAAABAAEAPUAAACGAwAAAAA=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1D1DA1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0887964E" wp14:editId="549DD3E0">
                      <wp:simplePos x="0" y="0"/>
                      <wp:positionH relativeFrom="column">
                        <wp:posOffset>1739265</wp:posOffset>
                      </wp:positionH>
                      <wp:positionV relativeFrom="margin">
                        <wp:posOffset>51809</wp:posOffset>
                      </wp:positionV>
                      <wp:extent cx="2664000" cy="1353600"/>
                      <wp:effectExtent l="0" t="0" r="3175" b="0"/>
                      <wp:wrapNone/>
                      <wp:docPr id="26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1353600"/>
                                <a:chOff x="1179" y="4203"/>
                                <a:chExt cx="1835" cy="2132"/>
                              </a:xfrm>
                            </wpg:grpSpPr>
                            <wps:wsp>
                              <wps:cNvPr id="2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3" y="4203"/>
                                  <a:ext cx="1711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AB0713" w:rsidRDefault="00997C91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</w:rPr>
                                    </w:pPr>
                                    <w:r>
                                      <w:t>P</w:t>
                                    </w:r>
                                    <w:r w:rsidR="00B66F4E" w:rsidRPr="001D1DA1">
                                      <w:t xml:space="preserve">rogress in application of problem-solving </w:t>
                                    </w:r>
                                    <w:r w:rsidR="0090329E">
                                      <w:t>approaches</w:t>
                                    </w:r>
                                    <w:r w:rsidR="0090329E" w:rsidRPr="001D1DA1">
                                      <w:t xml:space="preserve"> </w:t>
                                    </w:r>
                                    <w:r w:rsidR="00B66F4E" w:rsidRPr="001D1DA1">
                                      <w:t>to correct a drink mixed in an incorrect ratio or to determine the required quantities for mixing a punch.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144" y="4291"/>
                                  <a:ext cx="130" cy="5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9" o:spid="_x0000_s1042" style="position:absolute;margin-left:136.95pt;margin-top:4.1pt;width:209.75pt;height:106.6pt;z-index:251687936;mso-position-vertical-relative:margin" coordorigin="1179,4203" coordsize="183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">
                      <v:shape id="_x0000_s1043" type="#_x0000_t202" style="position:absolute;left:1303;top:4203;width:1711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  <v:textbox inset="0,0,0,0">
                          <w:txbxContent>
                            <w:p w:rsidR="00B66F4E" w:rsidRPr="00AB0713" w:rsidRDefault="00997C91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</w:rPr>
                              </w:pPr>
                              <w:r>
                                <w:t>P</w:t>
                              </w:r>
                              <w:r w:rsidR="00B66F4E" w:rsidRPr="001D1DA1">
                                <w:t xml:space="preserve">rogress in application of problem-solving </w:t>
                              </w:r>
                              <w:r w:rsidR="0090329E">
                                <w:t>approaches</w:t>
                              </w:r>
                              <w:r w:rsidR="0090329E" w:rsidRPr="001D1DA1">
                                <w:t xml:space="preserve"> </w:t>
                              </w:r>
                              <w:r w:rsidR="00B66F4E" w:rsidRPr="001D1DA1">
                                <w:t>to correct a drink mixed in an incorrect ratio or to determine the required quantities for mixing a punch.</w:t>
                              </w:r>
                            </w:p>
                          </w:txbxContent>
                        </v:textbox>
                      </v:shape>
                      <v:shape id="AutoShape 1" o:spid="_x0000_s1044" type="#_x0000_t127" style="position:absolute;left:1144;top:4291;width:130;height:5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RWr8A&#10;AADbAAAADwAAAGRycy9kb3ducmV2LnhtbERPyW7CMBC9I/EP1iD1VhxQKSjgIJaCyhHCB4ziIQvx&#10;OMQuhL/Hh0ocn96+WHamFndqXWlZwWgYgSDOrC45V3BOd58zEM4ja6wtk4InOVgm/d4CY20ffKT7&#10;yecihLCLUUHhfRNL6bKCDLqhbYgDd7GtQR9gm0vd4iOEm1qOo+hbGiw5NBTY0Kag7Hr6MwqO9lZd&#10;19N9kx4mP6kpv7b7tamU+hh0qzkIT51/i//dv1rBOIwNX8IPkM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lFavwAAANsAAAAPAAAAAAAAAAAAAAAAAJgCAABkcnMvZG93bnJl&#10;di54bWxQSwUGAAAAAAQABAD1AAAAhAMAAAAA&#10;" fillcolor="#6fbdbe" stroked="f" strokeweight="2pt">
                        <v:stroke startarrowwidth="narrow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795D53">
            <w:pPr>
              <w:pStyle w:val="Grade"/>
            </w:pPr>
            <w:r>
              <w:t>C</w:t>
            </w: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221345" w:rsidRPr="00952097" w:rsidTr="00B3455F">
        <w:trPr>
          <w:trHeight w:val="686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</w:pPr>
            <w:r>
              <w:t>D</w:t>
            </w:r>
          </w:p>
        </w:tc>
      </w:tr>
      <w:tr w:rsidR="00221345" w:rsidRPr="00952097" w:rsidTr="00B3455F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C530D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45D6124A" wp14:editId="40887986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84759</wp:posOffset>
                      </wp:positionV>
                      <wp:extent cx="2664000" cy="421200"/>
                      <wp:effectExtent l="0" t="0" r="3175" b="0"/>
                      <wp:wrapNone/>
                      <wp:docPr id="1" name="Group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421200"/>
                                <a:chOff x="4731" y="186"/>
                                <a:chExt cx="3182" cy="1215"/>
                              </a:xfrm>
                            </wpg:grpSpPr>
                            <wps:wsp>
                              <wps:cNvPr id="2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7" y="186"/>
                                  <a:ext cx="2966" cy="1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AB0713" w:rsidRDefault="003726D4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U</w:t>
                                    </w:r>
                                    <w:r w:rsidR="00B66F4E" w:rsidRPr="001D1DA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se of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aspects of </w:t>
                                    </w:r>
                                    <w:r w:rsidR="00B66F4E" w:rsidRPr="001D1DA1">
                                      <w:rPr>
                                        <w:sz w:val="18"/>
                                        <w:szCs w:val="18"/>
                                      </w:rPr>
                                      <w:t>conventions when writing ratios and fractions.</w:t>
                                    </w:r>
                                    <w:proofErr w:type="gramEnd"/>
                                    <w:r w:rsidR="00B66F4E" w:rsidRPr="001D1DA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="00B66F4E" w:rsidRPr="001D1DA1">
                                      <w:rPr>
                                        <w:sz w:val="18"/>
                                        <w:szCs w:val="18"/>
                                      </w:rPr>
                                      <w:t>Some working and use of units.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4659" y="258"/>
                                  <a:ext cx="239" cy="9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8" o:spid="_x0000_s1045" style="position:absolute;margin-left:73.7pt;margin-top:6.65pt;width:209.75pt;height:33.15pt;z-index:251699200" coordorigin="4731,186" coordsize="3182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">
                      <v:shape id="_x0000_s1046" type="#_x0000_t202" style="position:absolute;left:4947;top:186;width:2966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      <v:textbox inset="0,0,0,0">
                          <w:txbxContent>
                            <w:p w:rsidR="00B66F4E" w:rsidRPr="00AB0713" w:rsidRDefault="003726D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U</w:t>
                              </w:r>
                              <w:r w:rsidR="00B66F4E" w:rsidRPr="001D1DA1">
                                <w:rPr>
                                  <w:sz w:val="18"/>
                                  <w:szCs w:val="18"/>
                                </w:rPr>
                                <w:t xml:space="preserve">se of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aspects of </w:t>
                              </w:r>
                              <w:r w:rsidR="00B66F4E" w:rsidRPr="001D1DA1">
                                <w:rPr>
                                  <w:sz w:val="18"/>
                                  <w:szCs w:val="18"/>
                                </w:rPr>
                                <w:t>conventions when writing ratios and fractions.</w:t>
                              </w:r>
                              <w:proofErr w:type="gramEnd"/>
                              <w:r w:rsidR="00B66F4E" w:rsidRPr="001D1DA1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="00B66F4E" w:rsidRPr="001D1DA1">
                                <w:rPr>
                                  <w:sz w:val="18"/>
                                  <w:szCs w:val="18"/>
                                </w:rPr>
                                <w:t>Some working and use of units.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7" type="#_x0000_t127" style="position:absolute;left:4659;top:258;width:239;height:9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HRsEA&#10;AADaAAAADwAAAGRycy9kb3ducmV2LnhtbESPzW7CMBCE75V4B2uRuBWHnwIKGMS/2iOEB1jFSxKI&#10;1yE2EN4eV6rU42hmvtHMFo0pxYNqV1hW0OtGIIhTqwvOFJyS3ecEhPPIGkvLpOBFDhbz1scMY22f&#10;fKDH0WciQNjFqCD3voqldGlOBl3XVsTBO9vaoA+yzqSu8RngppT9KBpJgwWHhRwrWueUXo93o+Bg&#10;b5fraryvkp+vbWKK4Wa/MhelOu1mOQXhqfH/4b/2t1YwgN8r4Qb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Zx0bBAAAA2gAAAA8AAAAAAAAAAAAAAAAAmAIAAGRycy9kb3du&#10;cmV2LnhtbFBLBQYAAAAABAAEAPUAAACGAwAAAAA=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90329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4EAADEF3" wp14:editId="0C37DEE1">
                      <wp:simplePos x="0" y="0"/>
                      <wp:positionH relativeFrom="column">
                        <wp:posOffset>1712926</wp:posOffset>
                      </wp:positionH>
                      <wp:positionV relativeFrom="paragraph">
                        <wp:posOffset>45494</wp:posOffset>
                      </wp:positionV>
                      <wp:extent cx="2663825" cy="628364"/>
                      <wp:effectExtent l="0" t="0" r="3175" b="635"/>
                      <wp:wrapNone/>
                      <wp:docPr id="105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3825" cy="628364"/>
                                <a:chOff x="13453" y="9666"/>
                                <a:chExt cx="1835" cy="987"/>
                              </a:xfrm>
                            </wpg:grpSpPr>
                            <wps:wsp>
                              <wps:cNvPr id="106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77" y="9666"/>
                                  <a:ext cx="1711" cy="9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AB0713" w:rsidRDefault="0090329E" w:rsidP="006B569B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 w:val="20"/>
                                      </w:rPr>
                                    </w:pPr>
                                    <w:r>
                                      <w:t>Some</w:t>
                                    </w:r>
                                    <w:r w:rsidRPr="001D1DA1">
                                      <w:t xml:space="preserve"> </w:t>
                                    </w:r>
                                    <w:r w:rsidR="00B66F4E" w:rsidRPr="001D1DA1">
                                      <w:t xml:space="preserve">application of problem-solving </w:t>
                                    </w:r>
                                    <w:r>
                                      <w:t xml:space="preserve">approaches </w:t>
                                    </w:r>
                                    <w:r w:rsidR="00B66F4E" w:rsidRPr="001D1DA1">
                                      <w:t>to correct a drink mixed in an</w:t>
                                    </w:r>
                                    <w:r w:rsidR="00E970F0">
                                      <w:t xml:space="preserve"> </w:t>
                                    </w:r>
                                    <w:r w:rsidR="00B66F4E" w:rsidRPr="001D1DA1">
                                      <w:t>incorrect ratio.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7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3418" y="9754"/>
                                  <a:ext cx="130" cy="5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4" o:spid="_x0000_s1048" style="position:absolute;margin-left:134.9pt;margin-top:3.6pt;width:209.75pt;height:49.5pt;z-index:251701248" coordorigin="13453,9666" coordsize="1835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">
                      <v:shape id="_x0000_s1049" type="#_x0000_t202" style="position:absolute;left:13577;top:9666;width:1711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KL5MMA&#10;AADcAAAADwAAAGRycy9kb3ducmV2LnhtbERPO2vDMBDeC/kP4gJdSizHgymOldAmKWRohzzIfFhX&#10;29Q6GUmJ7X8fFQrd7uN7XrkZTSfu5HxrWcEySUEQV1a3XCu4nD8WryB8QNbYWSYFE3nYrGdPJRba&#10;Dnyk+ynUIoawL1BBE0JfSOmrhgz6xPbEkfu2zmCI0NVSOxxiuOlklqa5NNhybGiwp21D1c/pZhTk&#10;O3cbjrx92V32n/jV19n1fboq9Twf31YgAo3hX/znPug4P83h95l4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KL5MMAAADcAAAADwAAAAAAAAAAAAAAAACYAgAAZHJzL2Rv&#10;d25yZXYueG1sUEsFBgAAAAAEAAQA9QAAAIgDAAAAAA==&#10;" stroked="f">
                        <v:textbox inset="0,0,0,0">
                          <w:txbxContent>
                            <w:p w:rsidR="00B66F4E" w:rsidRPr="00AB0713" w:rsidRDefault="0090329E" w:rsidP="006B569B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 w:val="20"/>
                                </w:rPr>
                              </w:pPr>
                              <w:r>
                                <w:t>Some</w:t>
                              </w:r>
                              <w:r w:rsidRPr="001D1DA1">
                                <w:t xml:space="preserve"> </w:t>
                              </w:r>
                              <w:r w:rsidR="00B66F4E" w:rsidRPr="001D1DA1">
                                <w:t xml:space="preserve">application of problem-solving </w:t>
                              </w:r>
                              <w:r>
                                <w:t xml:space="preserve">approaches </w:t>
                              </w:r>
                              <w:r w:rsidR="00B66F4E" w:rsidRPr="001D1DA1">
                                <w:t>to correct a drink mixed in an</w:t>
                              </w:r>
                              <w:r w:rsidR="00E970F0">
                                <w:t xml:space="preserve"> </w:t>
                              </w:r>
                              <w:r w:rsidR="00B66F4E" w:rsidRPr="001D1DA1">
                                <w:t>incorrect ratio.</w:t>
                              </w:r>
                            </w:p>
                          </w:txbxContent>
                        </v:textbox>
                      </v:shape>
                      <v:shape id="AutoShape 1" o:spid="_x0000_s1050" type="#_x0000_t127" style="position:absolute;left:13418;top:9754;width:130;height:5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lXsEA&#10;AADcAAAADwAAAGRycy9kb3ducmV2LnhtbERPS27CMBDdV+IO1iCxKw6IFhQwiE+LYBnCAUbxkATi&#10;cYhdCLfHSJXYzdP7zmzRmkrcqHGlZQWDfgSCOLO65FzBMf39nIBwHlljZZkUPMjBYt75mGGs7Z0T&#10;uh18LkIIuxgVFN7XsZQuK8ig69uaOHAn2xj0ATa51A3eQ7ip5DCKvqXBkkNDgTWtC8ouhz+jILHX&#10;82U13tbp/usnNeVos12Zs1K9brucgvDU+rf4373TYX40ht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5JV7BAAAA3AAAAA8AAAAAAAAAAAAAAAAAmAIAAGRycy9kb3du&#10;cmV2LnhtbFBLBQYAAAAABAAEAPUAAACGAwAAAAA=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221345" w:rsidRPr="00952097" w:rsidRDefault="0022134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221345" w:rsidRPr="00952097" w:rsidRDefault="00221345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B66F4E" w:rsidRPr="00952097" w:rsidTr="00B66F4E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566E25F8" wp14:editId="5AB378D4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-3506</wp:posOffset>
                      </wp:positionV>
                      <wp:extent cx="2664000" cy="475200"/>
                      <wp:effectExtent l="0" t="0" r="3175" b="1270"/>
                      <wp:wrapNone/>
                      <wp:docPr id="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4000" cy="475200"/>
                                <a:chOff x="1094" y="11427"/>
                                <a:chExt cx="3000" cy="748"/>
                              </a:xfrm>
                            </wpg:grpSpPr>
                            <wps:wsp>
                              <wps:cNvPr id="5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97" y="11427"/>
                                  <a:ext cx="2797" cy="7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F4E" w:rsidRPr="008B3534" w:rsidRDefault="00C8197A" w:rsidP="00AB0713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>Partial</w:t>
                                    </w:r>
                                    <w:r w:rsidRPr="001D1DA1">
                                      <w:t xml:space="preserve"> </w:t>
                                    </w:r>
                                    <w:r w:rsidR="00B66F4E" w:rsidRPr="001D1DA1">
                                      <w:t xml:space="preserve">use of procedures to express </w:t>
                                    </w:r>
                                    <w:r w:rsidR="0000226F">
                                      <w:t xml:space="preserve">some </w:t>
                                    </w:r>
                                    <w:r w:rsidR="00B66F4E" w:rsidRPr="001D1DA1">
                                      <w:t xml:space="preserve">quantities as ratios, fractions, equivalent fractions </w:t>
                                    </w:r>
                                    <w:r w:rsidR="0000226F">
                                      <w:t>or</w:t>
                                    </w:r>
                                    <w:r w:rsidR="0000226F" w:rsidRPr="001D1DA1">
                                      <w:t xml:space="preserve"> </w:t>
                                    </w:r>
                                    <w:r w:rsidR="00B66F4E" w:rsidRPr="001D1DA1">
                                      <w:t>percentages.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1"/>
                              <wps:cNvSpPr>
                                <a:spLocks noChangeArrowheads="1"/>
                              </wps:cNvSpPr>
                              <wps:spPr bwMode="auto">
                                <a:xfrm rot="16200000" flipH="1">
                                  <a:off x="1074" y="11500"/>
                                  <a:ext cx="130" cy="89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5" o:spid="_x0000_s1051" style="position:absolute;margin-left:14.05pt;margin-top:-.3pt;width:209.75pt;height:37.4pt;z-index:251702272" coordorigin="1094,11427" coordsize="3000,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">
                      <v:shape id="_x0000_s1052" type="#_x0000_t202" style="position:absolute;left:1297;top:11427;width:2797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      <v:textbox inset="0,0,0,0">
                          <w:txbxContent>
                            <w:p w:rsidR="00B66F4E" w:rsidRPr="008B3534" w:rsidRDefault="00C8197A" w:rsidP="00AB0713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>Partial</w:t>
                              </w:r>
                              <w:r w:rsidRPr="001D1DA1">
                                <w:t xml:space="preserve"> </w:t>
                              </w:r>
                              <w:r w:rsidR="00B66F4E" w:rsidRPr="001D1DA1">
                                <w:t xml:space="preserve">use of procedures to express </w:t>
                              </w:r>
                              <w:r w:rsidR="0000226F">
                                <w:t xml:space="preserve">some </w:t>
                              </w:r>
                              <w:r w:rsidR="00B66F4E" w:rsidRPr="001D1DA1">
                                <w:t xml:space="preserve">quantities as ratios, fractions, equivalent fractions </w:t>
                              </w:r>
                              <w:r w:rsidR="0000226F">
                                <w:t>or</w:t>
                              </w:r>
                              <w:r w:rsidR="0000226F" w:rsidRPr="001D1DA1">
                                <w:t xml:space="preserve"> </w:t>
                              </w:r>
                              <w:r w:rsidR="00B66F4E" w:rsidRPr="001D1DA1">
                                <w:t>percentages.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3" type="#_x0000_t127" style="position:absolute;left:1074;top:11500;width:130;height:89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k3sMA&#10;AADaAAAADwAAAGRycy9kb3ducmV2LnhtbESPwW7CMBBE70j8g7WVeiNOq0KrgIOgBUSPJP2AVbwk&#10;IfE6jQ2kf18jIXEczcwbzWI5mFZcqHe1ZQUvUQyCuLC65lLBT76dfIBwHllja5kU/JGDZToeLTDR&#10;9soHumS+FAHCLkEFlfddIqUrKjLoItsRB+9oe4M+yL6UusdrgJtWvsbxTBqsOSxU2NFnRUWTnY2C&#10;g/09Nev3XZd/Tze5qd++dmtzUur5aVjNQXga/CN8b++1ghncroQb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k3sMAAADaAAAADwAAAAAAAAAAAAAAAACYAgAAZHJzL2Rv&#10;d25yZXYueG1sUEsFBgAAAAAEAAQA9QAAAIgDAAAAAA==&#10;" fillcolor="#6fbdbe" stroked="f" strokeweight="2pt">
                        <v:stroke startarrowwidth="narrow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B66F4E" w:rsidRPr="00952097" w:rsidRDefault="00B66F4E" w:rsidP="00B26D89">
            <w:pPr>
              <w:pStyle w:val="Grade"/>
            </w:pPr>
            <w:r>
              <w:t>E</w:t>
            </w:r>
          </w:p>
        </w:tc>
      </w:tr>
      <w:tr w:rsidR="00B66F4E" w:rsidRPr="00952097" w:rsidTr="00C64D6C">
        <w:trPr>
          <w:trHeight w:val="437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B66F4E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  <w:noProof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Default="00B66F4E" w:rsidP="00B26D89">
            <w:pPr>
              <w:tabs>
                <w:tab w:val="right" w:leader="dot" w:pos="15300"/>
              </w:tabs>
              <w:spacing w:before="280" w:after="40"/>
              <w:rPr>
                <w:noProof/>
              </w:rPr>
            </w:pPr>
          </w:p>
        </w:tc>
        <w:tc>
          <w:tcPr>
            <w:tcW w:w="379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B66F4E" w:rsidRPr="00952097" w:rsidRDefault="00B66F4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B66F4E" w:rsidRDefault="00B66F4E" w:rsidP="00B26D89">
            <w:pPr>
              <w:pStyle w:val="Grade"/>
            </w:pPr>
          </w:p>
        </w:tc>
      </w:tr>
    </w:tbl>
    <w:p w:rsidR="002E7C1C" w:rsidRPr="009962D0" w:rsidRDefault="002E7C1C" w:rsidP="0090329E">
      <w:pPr>
        <w:pStyle w:val="Purpose"/>
        <w:rPr>
          <w:rStyle w:val="Publishingnote"/>
          <w:color w:val="auto"/>
        </w:rPr>
      </w:pPr>
    </w:p>
    <w:sectPr w:rsidR="002E7C1C" w:rsidRPr="009962D0" w:rsidSect="00AB0713">
      <w:footerReference w:type="default" r:id="rId9"/>
      <w:pgSz w:w="16838" w:h="11906" w:orient="landscape"/>
      <w:pgMar w:top="142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A5" w:rsidRDefault="008368A5" w:rsidP="0056329E">
      <w:r>
        <w:separator/>
      </w:r>
    </w:p>
  </w:endnote>
  <w:endnote w:type="continuationSeparator" w:id="0">
    <w:p w:rsidR="008368A5" w:rsidRDefault="008368A5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B66F4E" w:rsidRPr="00A72261" w:rsidTr="00CE4905">
      <w:tc>
        <w:tcPr>
          <w:tcW w:w="5058" w:type="dxa"/>
          <w:shd w:val="clear" w:color="auto" w:fill="auto"/>
          <w:vAlign w:val="center"/>
        </w:tcPr>
        <w:p w:rsidR="00B66F4E" w:rsidRPr="00405D8C" w:rsidRDefault="00B66F4E" w:rsidP="00310D34">
          <w:pPr>
            <w:pStyle w:val="Footerboxed"/>
            <w:spacing w:line="260" w:lineRule="atLeast"/>
          </w:pPr>
          <w:r w:rsidRPr="00405D8C">
            <w:t>Australian Curriculum</w:t>
          </w:r>
          <w:r w:rsidRPr="00405D8C">
            <w:br/>
          </w:r>
          <w:r>
            <w:t>Year 7 Mathematics</w:t>
          </w:r>
        </w:p>
      </w:tc>
      <w:tc>
        <w:tcPr>
          <w:tcW w:w="5058" w:type="dxa"/>
          <w:shd w:val="clear" w:color="auto" w:fill="auto"/>
          <w:vAlign w:val="center"/>
        </w:tcPr>
        <w:p w:rsidR="00B66F4E" w:rsidRPr="00405D8C" w:rsidRDefault="00B66F4E" w:rsidP="00171524">
          <w:pPr>
            <w:pStyle w:val="Footerboxed"/>
            <w:spacing w:line="260" w:lineRule="atLeast"/>
          </w:pPr>
          <w:r>
            <w:t>Refreshing drinks</w:t>
          </w:r>
        </w:p>
      </w:tc>
      <w:tc>
        <w:tcPr>
          <w:tcW w:w="5058" w:type="dxa"/>
          <w:shd w:val="clear" w:color="auto" w:fill="auto"/>
          <w:vAlign w:val="center"/>
        </w:tcPr>
        <w:p w:rsidR="00B66F4E" w:rsidRPr="008E23F1" w:rsidRDefault="00B66F4E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B66F4E" w:rsidRPr="00F05974" w:rsidRDefault="00B66F4E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A5" w:rsidRDefault="008368A5" w:rsidP="0056329E">
      <w:r>
        <w:separator/>
      </w:r>
    </w:p>
  </w:footnote>
  <w:footnote w:type="continuationSeparator" w:id="0">
    <w:p w:rsidR="008368A5" w:rsidRDefault="008368A5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45"/>
    <w:rsid w:val="0000226F"/>
    <w:rsid w:val="00020AAB"/>
    <w:rsid w:val="00021769"/>
    <w:rsid w:val="000312EC"/>
    <w:rsid w:val="00037236"/>
    <w:rsid w:val="00047DC3"/>
    <w:rsid w:val="0005466A"/>
    <w:rsid w:val="0006686A"/>
    <w:rsid w:val="00070A82"/>
    <w:rsid w:val="00082501"/>
    <w:rsid w:val="000A40D9"/>
    <w:rsid w:val="000A66F1"/>
    <w:rsid w:val="000B3FA8"/>
    <w:rsid w:val="000B786A"/>
    <w:rsid w:val="000C77B9"/>
    <w:rsid w:val="000F01F1"/>
    <w:rsid w:val="000F16A7"/>
    <w:rsid w:val="00116B06"/>
    <w:rsid w:val="00125D5F"/>
    <w:rsid w:val="00130F82"/>
    <w:rsid w:val="00155B3E"/>
    <w:rsid w:val="00155E01"/>
    <w:rsid w:val="00171524"/>
    <w:rsid w:val="001A6C11"/>
    <w:rsid w:val="001B65D2"/>
    <w:rsid w:val="001C24F0"/>
    <w:rsid w:val="001D05FA"/>
    <w:rsid w:val="001D1DA1"/>
    <w:rsid w:val="001E2647"/>
    <w:rsid w:val="0020201D"/>
    <w:rsid w:val="00207E00"/>
    <w:rsid w:val="00221345"/>
    <w:rsid w:val="002242BB"/>
    <w:rsid w:val="00256804"/>
    <w:rsid w:val="00270625"/>
    <w:rsid w:val="00277DE7"/>
    <w:rsid w:val="00290AD4"/>
    <w:rsid w:val="002A3C9A"/>
    <w:rsid w:val="002C0C34"/>
    <w:rsid w:val="002C530D"/>
    <w:rsid w:val="002C7337"/>
    <w:rsid w:val="002D262F"/>
    <w:rsid w:val="002D6AC7"/>
    <w:rsid w:val="002E668D"/>
    <w:rsid w:val="002E7C1C"/>
    <w:rsid w:val="003107F0"/>
    <w:rsid w:val="00310D34"/>
    <w:rsid w:val="00322216"/>
    <w:rsid w:val="00345528"/>
    <w:rsid w:val="003458B9"/>
    <w:rsid w:val="003527EC"/>
    <w:rsid w:val="00360055"/>
    <w:rsid w:val="0036547D"/>
    <w:rsid w:val="0037054C"/>
    <w:rsid w:val="003726D4"/>
    <w:rsid w:val="003867FF"/>
    <w:rsid w:val="003A3091"/>
    <w:rsid w:val="003C7EE8"/>
    <w:rsid w:val="003F2A0C"/>
    <w:rsid w:val="004022C4"/>
    <w:rsid w:val="00405D8C"/>
    <w:rsid w:val="00412E7C"/>
    <w:rsid w:val="00431D69"/>
    <w:rsid w:val="004A4BF8"/>
    <w:rsid w:val="004A5803"/>
    <w:rsid w:val="004A7FEB"/>
    <w:rsid w:val="004E212F"/>
    <w:rsid w:val="004E6AE6"/>
    <w:rsid w:val="004E794D"/>
    <w:rsid w:val="004F4E0E"/>
    <w:rsid w:val="004F6C8C"/>
    <w:rsid w:val="00502A74"/>
    <w:rsid w:val="00512632"/>
    <w:rsid w:val="00535A1D"/>
    <w:rsid w:val="00540F6A"/>
    <w:rsid w:val="0056329E"/>
    <w:rsid w:val="00570118"/>
    <w:rsid w:val="00572F37"/>
    <w:rsid w:val="00581B08"/>
    <w:rsid w:val="00581C84"/>
    <w:rsid w:val="0058221C"/>
    <w:rsid w:val="005901CC"/>
    <w:rsid w:val="005A6A4C"/>
    <w:rsid w:val="005B28D0"/>
    <w:rsid w:val="005E1E78"/>
    <w:rsid w:val="005E6EF7"/>
    <w:rsid w:val="006540A2"/>
    <w:rsid w:val="00663746"/>
    <w:rsid w:val="0067114E"/>
    <w:rsid w:val="00676F3C"/>
    <w:rsid w:val="0069022C"/>
    <w:rsid w:val="00697D76"/>
    <w:rsid w:val="006A563E"/>
    <w:rsid w:val="006B569B"/>
    <w:rsid w:val="006C473D"/>
    <w:rsid w:val="006D1917"/>
    <w:rsid w:val="00702B0F"/>
    <w:rsid w:val="00702B2A"/>
    <w:rsid w:val="007301CD"/>
    <w:rsid w:val="0074237B"/>
    <w:rsid w:val="00775E32"/>
    <w:rsid w:val="00795D53"/>
    <w:rsid w:val="007B01FA"/>
    <w:rsid w:val="007B1DE0"/>
    <w:rsid w:val="007B3681"/>
    <w:rsid w:val="007D2521"/>
    <w:rsid w:val="00817415"/>
    <w:rsid w:val="008179B2"/>
    <w:rsid w:val="008245EF"/>
    <w:rsid w:val="008302C8"/>
    <w:rsid w:val="008368A5"/>
    <w:rsid w:val="0083704A"/>
    <w:rsid w:val="008B1E7C"/>
    <w:rsid w:val="008B3534"/>
    <w:rsid w:val="008C2BC0"/>
    <w:rsid w:val="008D32B6"/>
    <w:rsid w:val="008E23F1"/>
    <w:rsid w:val="008F0E25"/>
    <w:rsid w:val="008F2C29"/>
    <w:rsid w:val="0090066A"/>
    <w:rsid w:val="00900C25"/>
    <w:rsid w:val="0090329E"/>
    <w:rsid w:val="009115B0"/>
    <w:rsid w:val="00932946"/>
    <w:rsid w:val="00941769"/>
    <w:rsid w:val="00945DAF"/>
    <w:rsid w:val="00951FE5"/>
    <w:rsid w:val="00952097"/>
    <w:rsid w:val="009654E8"/>
    <w:rsid w:val="00973A09"/>
    <w:rsid w:val="009962D0"/>
    <w:rsid w:val="00997AC6"/>
    <w:rsid w:val="00997C91"/>
    <w:rsid w:val="009A16BE"/>
    <w:rsid w:val="009A2CDA"/>
    <w:rsid w:val="009A364F"/>
    <w:rsid w:val="009A79E5"/>
    <w:rsid w:val="009B054E"/>
    <w:rsid w:val="009B74A7"/>
    <w:rsid w:val="009C06C4"/>
    <w:rsid w:val="009C7FFA"/>
    <w:rsid w:val="009F6471"/>
    <w:rsid w:val="00A05CDC"/>
    <w:rsid w:val="00A12781"/>
    <w:rsid w:val="00A155DC"/>
    <w:rsid w:val="00A33A67"/>
    <w:rsid w:val="00A567F9"/>
    <w:rsid w:val="00A738C9"/>
    <w:rsid w:val="00A756D1"/>
    <w:rsid w:val="00A81346"/>
    <w:rsid w:val="00AA4B45"/>
    <w:rsid w:val="00AB0713"/>
    <w:rsid w:val="00AB2032"/>
    <w:rsid w:val="00AC02FB"/>
    <w:rsid w:val="00B031E9"/>
    <w:rsid w:val="00B24259"/>
    <w:rsid w:val="00B26D89"/>
    <w:rsid w:val="00B31EE0"/>
    <w:rsid w:val="00B3455F"/>
    <w:rsid w:val="00B42407"/>
    <w:rsid w:val="00B43C57"/>
    <w:rsid w:val="00B441A7"/>
    <w:rsid w:val="00B46281"/>
    <w:rsid w:val="00B5682B"/>
    <w:rsid w:val="00B64B09"/>
    <w:rsid w:val="00B66F4E"/>
    <w:rsid w:val="00BA6EA4"/>
    <w:rsid w:val="00BC1097"/>
    <w:rsid w:val="00BD7532"/>
    <w:rsid w:val="00C11409"/>
    <w:rsid w:val="00C14F77"/>
    <w:rsid w:val="00C203E1"/>
    <w:rsid w:val="00C234A6"/>
    <w:rsid w:val="00C33A28"/>
    <w:rsid w:val="00C36377"/>
    <w:rsid w:val="00C474C9"/>
    <w:rsid w:val="00C61104"/>
    <w:rsid w:val="00C64D6C"/>
    <w:rsid w:val="00C8197A"/>
    <w:rsid w:val="00C837A8"/>
    <w:rsid w:val="00C95F41"/>
    <w:rsid w:val="00CB7E73"/>
    <w:rsid w:val="00CC151A"/>
    <w:rsid w:val="00CC74C2"/>
    <w:rsid w:val="00CD042A"/>
    <w:rsid w:val="00CD3733"/>
    <w:rsid w:val="00CE4905"/>
    <w:rsid w:val="00CE7DF8"/>
    <w:rsid w:val="00CF1696"/>
    <w:rsid w:val="00CF1A9D"/>
    <w:rsid w:val="00D01570"/>
    <w:rsid w:val="00D07680"/>
    <w:rsid w:val="00D25141"/>
    <w:rsid w:val="00D33A86"/>
    <w:rsid w:val="00D47A7E"/>
    <w:rsid w:val="00DA65BA"/>
    <w:rsid w:val="00DF0E3A"/>
    <w:rsid w:val="00DF4065"/>
    <w:rsid w:val="00E36F94"/>
    <w:rsid w:val="00E432B9"/>
    <w:rsid w:val="00E45327"/>
    <w:rsid w:val="00E60AA4"/>
    <w:rsid w:val="00E62FAE"/>
    <w:rsid w:val="00E96661"/>
    <w:rsid w:val="00E970F0"/>
    <w:rsid w:val="00EA19CE"/>
    <w:rsid w:val="00EA7B23"/>
    <w:rsid w:val="00EC3985"/>
    <w:rsid w:val="00ED41A1"/>
    <w:rsid w:val="00ED5C65"/>
    <w:rsid w:val="00EF5FE2"/>
    <w:rsid w:val="00F05974"/>
    <w:rsid w:val="00F32139"/>
    <w:rsid w:val="00F33267"/>
    <w:rsid w:val="00F7157D"/>
    <w:rsid w:val="00F7572A"/>
    <w:rsid w:val="00FB12DC"/>
    <w:rsid w:val="00FC246E"/>
    <w:rsid w:val="00FD266B"/>
    <w:rsid w:val="00FD4FB2"/>
    <w:rsid w:val="00FE2B36"/>
    <w:rsid w:val="00FE2F4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A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221345"/>
    <w:pPr>
      <w:spacing w:before="0" w:line="220" w:lineRule="atLeast"/>
    </w:pPr>
    <w:rPr>
      <w:b/>
      <w:szCs w:val="19"/>
      <w:lang w:eastAsia="en-US"/>
    </w:rPr>
  </w:style>
  <w:style w:type="paragraph" w:customStyle="1" w:styleId="Heading2SUB">
    <w:name w:val="Heading 2 SUB"/>
    <w:qFormat/>
    <w:rsid w:val="00221345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character" w:customStyle="1" w:styleId="TabletextCharChar">
    <w:name w:val="Table text Char Char"/>
    <w:rsid w:val="00697D76"/>
    <w:rPr>
      <w:rFonts w:ascii="Arial" w:hAnsi="Arial"/>
      <w:sz w:val="18"/>
      <w:szCs w:val="19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A6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A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221345"/>
    <w:pPr>
      <w:spacing w:before="0" w:line="220" w:lineRule="atLeast"/>
    </w:pPr>
    <w:rPr>
      <w:b/>
      <w:szCs w:val="19"/>
      <w:lang w:eastAsia="en-US"/>
    </w:rPr>
  </w:style>
  <w:style w:type="paragraph" w:customStyle="1" w:styleId="Heading2SUB">
    <w:name w:val="Heading 2 SUB"/>
    <w:qFormat/>
    <w:rsid w:val="00221345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character" w:customStyle="1" w:styleId="TabletextCharChar">
    <w:name w:val="Table text Char Char"/>
    <w:rsid w:val="00697D76"/>
    <w:rPr>
      <w:rFonts w:ascii="Arial" w:hAnsi="Arial"/>
      <w:sz w:val="18"/>
      <w:szCs w:val="19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A6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maths_tss_continua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CBC9-E686-4BAC-92DC-810276A9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ac_maths_tss_continua_v20.dotx</Template>
  <TotalTime>68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continua</vt:lpstr>
    </vt:vector>
  </TitlesOfParts>
  <Company>Queensland Studies Authority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Mathematics Sample assessment Task-specific standards — continua | Refreshing drinks | Australian Curriculum</dc:title>
  <dc:subject>Assessment</dc:subject>
  <dc:creator>Queensland Studies Authority</dc:creator>
  <cp:keywords>Sample assessment</cp:keywords>
  <cp:lastModifiedBy>Joy Constantino</cp:lastModifiedBy>
  <cp:revision>14</cp:revision>
  <cp:lastPrinted>2014-02-17T01:36:00Z</cp:lastPrinted>
  <dcterms:created xsi:type="dcterms:W3CDTF">2014-02-12T03:45:00Z</dcterms:created>
  <dcterms:modified xsi:type="dcterms:W3CDTF">2014-02-25T03:44:00Z</dcterms:modified>
  <cp:category>Australian Curriculum</cp:category>
</cp:coreProperties>
</file>