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5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1340"/>
        <w:gridCol w:w="3825"/>
      </w:tblGrid>
      <w:tr w:rsidR="009845A4" w:rsidTr="00695EE4">
        <w:tc>
          <w:tcPr>
            <w:tcW w:w="11340" w:type="dxa"/>
            <w:vAlign w:val="bottom"/>
            <w:hideMark/>
          </w:tcPr>
          <w:p w:rsidR="009845A4" w:rsidRDefault="009845A4" w:rsidP="00D27949">
            <w:pPr>
              <w:pStyle w:val="Titlegreen"/>
            </w:pPr>
            <w:bookmarkStart w:id="0" w:name="_GoBack"/>
            <w:bookmarkEnd w:id="0"/>
            <w:r>
              <w:t xml:space="preserve">Australian Curriculum Year </w:t>
            </w:r>
            <w:r w:rsidR="00CC7C65">
              <w:t>6</w:t>
            </w:r>
            <w:r>
              <w:t xml:space="preserve"> Mathematics</w:t>
            </w:r>
            <w:r w:rsidR="00E031FF">
              <w:t xml:space="preserve"> Sample assessment</w:t>
            </w:r>
            <w:r>
              <w:t> </w:t>
            </w:r>
            <w:r>
              <w:t>|</w:t>
            </w:r>
            <w:r>
              <w:t> </w:t>
            </w:r>
            <w:r>
              <w:t>Task-specific standards — matrix</w:t>
            </w:r>
          </w:p>
          <w:p w:rsidR="009845A4" w:rsidRDefault="00695EE4" w:rsidP="00D27949">
            <w:pPr>
              <w:pStyle w:val="Subtitle"/>
            </w:pPr>
            <w:r>
              <w:t>Goal difference —</w:t>
            </w:r>
            <w:r w:rsidR="00CC7C65">
              <w:t xml:space="preserve"> the importance of zero</w:t>
            </w:r>
          </w:p>
        </w:tc>
        <w:tc>
          <w:tcPr>
            <w:tcW w:w="3825" w:type="dxa"/>
            <w:vAlign w:val="bottom"/>
            <w:hideMark/>
          </w:tcPr>
          <w:p w:rsidR="009845A4" w:rsidRDefault="009845A4" w:rsidP="00D27949">
            <w:pPr>
              <w:pStyle w:val="Studentname"/>
              <w:tabs>
                <w:tab w:val="left" w:pos="717"/>
                <w:tab w:val="right" w:leader="dot" w:pos="4395"/>
              </w:tabs>
            </w:pPr>
            <w:r>
              <w:t>Name</w:t>
            </w:r>
            <w:r>
              <w:tab/>
            </w:r>
            <w:r w:rsidRPr="003D70F1">
              <w:rPr>
                <w:rStyle w:val="StudentnameChar"/>
              </w:rPr>
              <w:tab/>
            </w:r>
          </w:p>
        </w:tc>
      </w:tr>
      <w:tr w:rsidR="009845A4" w:rsidTr="009845A4">
        <w:tc>
          <w:tcPr>
            <w:tcW w:w="15165" w:type="dxa"/>
            <w:gridSpan w:val="2"/>
            <w:vAlign w:val="bottom"/>
            <w:hideMark/>
          </w:tcPr>
          <w:p w:rsidR="009845A4" w:rsidRDefault="009845A4" w:rsidP="00D27949">
            <w:pPr>
              <w:pStyle w:val="Copyright"/>
            </w:pPr>
            <w:r>
              <w:t>© The State of Queensland (Queensland Studies A</w:t>
            </w:r>
            <w:r w:rsidR="00695EE4">
              <w:t>uthority) and its licensors 2014</w:t>
            </w:r>
            <w:r>
              <w:t>. All web links correct at time of publication.</w:t>
            </w:r>
          </w:p>
        </w:tc>
      </w:tr>
    </w:tbl>
    <w:p w:rsidR="0037711E" w:rsidRPr="008D541D" w:rsidRDefault="0037711E" w:rsidP="0037711E">
      <w:pPr>
        <w:spacing w:after="120" w:line="240" w:lineRule="auto"/>
        <w:rPr>
          <w:rStyle w:val="InstructionsChar"/>
          <w:rFonts w:eastAsia="Arial Unicode MS"/>
        </w:rPr>
      </w:pPr>
      <w:r w:rsidRPr="003D70F1">
        <w:rPr>
          <w:rStyle w:val="TableheadChar"/>
          <w:rFonts w:eastAsia="Arial Unicode MS"/>
        </w:rPr>
        <w:t xml:space="preserve">Purpose of assessment: </w:t>
      </w:r>
      <w:r w:rsidR="00562871">
        <w:t>To analyse and i</w:t>
      </w:r>
      <w:r w:rsidR="00CC7C65">
        <w:t>nterpret data containing positive and negative numbers in sporting league tables.</w:t>
      </w:r>
    </w:p>
    <w:tbl>
      <w:tblPr>
        <w:tblW w:w="15451" w:type="dxa"/>
        <w:tblInd w:w="-34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2693"/>
        <w:gridCol w:w="2353"/>
        <w:gridCol w:w="2353"/>
        <w:gridCol w:w="2353"/>
        <w:gridCol w:w="2353"/>
        <w:gridCol w:w="2353"/>
      </w:tblGrid>
      <w:tr w:rsidR="0037711E" w:rsidRPr="006D2F26" w:rsidTr="003B372A">
        <w:trPr>
          <w:tblHeader/>
        </w:trPr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948D"/>
              <w:right w:val="nil"/>
              <w:tl2br w:val="nil"/>
              <w:tr2bl w:val="nil"/>
            </w:tcBorders>
            <w:shd w:val="clear" w:color="auto" w:fill="auto"/>
          </w:tcPr>
          <w:p w:rsidR="0037711E" w:rsidRPr="006D2F26" w:rsidRDefault="0037711E" w:rsidP="00CC5031">
            <w:pPr>
              <w:pStyle w:val="Tablehead"/>
              <w:jc w:val="center"/>
              <w:rPr>
                <w:color w:va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37711E" w:rsidRPr="006D2F26" w:rsidRDefault="0037711E" w:rsidP="006027D0">
            <w:pPr>
              <w:pStyle w:val="Tabletext"/>
              <w:spacing w:line="240" w:lineRule="auto"/>
              <w:rPr>
                <w:b/>
                <w:szCs w:val="20"/>
                <w:lang w:eastAsia="en-AU"/>
              </w:rPr>
            </w:pP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A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B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C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D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E</w:t>
            </w:r>
          </w:p>
        </w:tc>
      </w:tr>
      <w:tr w:rsidR="001D4022" w:rsidRPr="006D2F26" w:rsidTr="00B655AF">
        <w:trPr>
          <w:cantSplit/>
          <w:trHeight w:val="1756"/>
        </w:trPr>
        <w:tc>
          <w:tcPr>
            <w:tcW w:w="426" w:type="dxa"/>
            <w:vMerge w:val="restart"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1D4022" w:rsidRPr="004C52C8" w:rsidRDefault="001D4022" w:rsidP="00695EE4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 xml:space="preserve">Understanding and Skills </w:t>
            </w:r>
          </w:p>
        </w:tc>
        <w:tc>
          <w:tcPr>
            <w:tcW w:w="567" w:type="dxa"/>
            <w:vMerge w:val="restart"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1D4022" w:rsidRPr="004C52C8" w:rsidRDefault="001D4022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>Understanding &amp; Fluency</w:t>
            </w:r>
          </w:p>
        </w:tc>
        <w:tc>
          <w:tcPr>
            <w:tcW w:w="2693" w:type="dxa"/>
            <w:tcBorders>
              <w:top w:val="single" w:sz="4" w:space="0" w:color="00948D"/>
              <w:left w:val="single" w:sz="4" w:space="0" w:color="FFFFFF"/>
              <w:bottom w:val="dashSmallGap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1D4022" w:rsidRPr="008667FA" w:rsidRDefault="001D4022" w:rsidP="008667FA">
            <w:pPr>
              <w:pStyle w:val="Tablesubhead"/>
            </w:pPr>
            <w:r>
              <w:t>Conceptual understanding</w:t>
            </w:r>
          </w:p>
          <w:p w:rsidR="001D4022" w:rsidRPr="006D2F26" w:rsidRDefault="001D4022" w:rsidP="00F4557F">
            <w:pPr>
              <w:pStyle w:val="Tabletext"/>
              <w:spacing w:before="40" w:line="240" w:lineRule="auto"/>
              <w:rPr>
                <w:szCs w:val="20"/>
                <w:lang w:eastAsia="en-AU"/>
              </w:rPr>
            </w:pPr>
            <w:r>
              <w:t>Description of</w:t>
            </w:r>
            <w:r w:rsidRPr="00B43495">
              <w:t xml:space="preserve"> the role of zero</w:t>
            </w:r>
            <w:r>
              <w:t xml:space="preserve">. Location and </w:t>
            </w:r>
            <w:r w:rsidRPr="00B43495">
              <w:t>represent</w:t>
            </w:r>
            <w:r>
              <w:t>ation of</w:t>
            </w:r>
            <w:r w:rsidRPr="00B43495">
              <w:t xml:space="preserve"> zero and positive and ne</w:t>
            </w:r>
            <w:r>
              <w:t>gative numbers on a number line</w:t>
            </w:r>
            <w:r w:rsidR="00695EE4">
              <w:t>.</w:t>
            </w:r>
            <w:r>
              <w:t xml:space="preserve"> </w:t>
            </w:r>
            <w:r w:rsidR="00695EE4">
              <w:br/>
            </w:r>
            <w:r w:rsidRPr="002768C7">
              <w:rPr>
                <w:b/>
              </w:rPr>
              <w:t>(Q1 and 3)</w:t>
            </w:r>
          </w:p>
        </w:tc>
        <w:tc>
          <w:tcPr>
            <w:tcW w:w="2353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B655AF" w:rsidRDefault="001D4022" w:rsidP="008D5EEC">
            <w:pPr>
              <w:pStyle w:val="Tabletext"/>
              <w:rPr>
                <w:rFonts w:eastAsia="Arial Unicode MS"/>
                <w:szCs w:val="21"/>
                <w:shd w:val="clear" w:color="auto" w:fill="FFF1D9"/>
              </w:rPr>
            </w:pPr>
            <w:r>
              <w:t>Connection and clear description of the role of zero in a range of situations using relevant supporting examples. Accurate</w:t>
            </w:r>
            <w:r>
              <w:rPr>
                <w:rFonts w:eastAsia="HelveticaNeueLTStd-Lt-Identity-"/>
              </w:rPr>
              <w:t xml:space="preserve"> representation of team results in tables and ranking on a number line.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8667FA" w:rsidRDefault="001D4022" w:rsidP="00695EE4">
            <w:pPr>
              <w:pStyle w:val="Tabletext"/>
            </w:pPr>
            <w:r>
              <w:t>Connection and description of the role of zero in different situations with some examples.</w:t>
            </w:r>
            <w:r w:rsidR="00695EE4">
              <w:t xml:space="preserve"> </w:t>
            </w:r>
            <w:r>
              <w:t>Representation of team results in tables and ranking on a number line.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B655AF" w:rsidRDefault="001D4022" w:rsidP="008667FA">
            <w:pPr>
              <w:pStyle w:val="Tabletext"/>
              <w:rPr>
                <w:rFonts w:eastAsia="Arial Unicode MS"/>
                <w:szCs w:val="21"/>
                <w:shd w:val="clear" w:color="auto" w:fill="FFF1D9"/>
              </w:rPr>
            </w:pPr>
            <w:r>
              <w:t>Recognition of the role of zero in simple familiar situations. Accurate location and representation of</w:t>
            </w:r>
            <w:r w:rsidRPr="008A5C42">
              <w:t xml:space="preserve"> positive and negative number</w:t>
            </w:r>
            <w:r>
              <w:t>s</w:t>
            </w:r>
            <w:r w:rsidRPr="008A5C42">
              <w:t xml:space="preserve"> </w:t>
            </w:r>
            <w:r>
              <w:t>on a</w:t>
            </w:r>
            <w:r w:rsidRPr="008A5C42">
              <w:t xml:space="preserve"> number line.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695EE4" w:rsidRDefault="001D4022" w:rsidP="00B655AF">
            <w:pPr>
              <w:pStyle w:val="Tabletext"/>
              <w:rPr>
                <w:sz w:val="20"/>
                <w:szCs w:val="20"/>
              </w:rPr>
            </w:pPr>
            <w:r>
              <w:t xml:space="preserve">Some identification of the role of zero. </w:t>
            </w:r>
            <w:r w:rsidRPr="00D119CB">
              <w:t>Represent</w:t>
            </w:r>
            <w:r w:rsidR="00695EE4">
              <w:t>ation of</w:t>
            </w:r>
            <w:r w:rsidRPr="00D119CB">
              <w:t xml:space="preserve"> zero a</w:t>
            </w:r>
            <w:r w:rsidRPr="00D119CB">
              <w:rPr>
                <w:rFonts w:eastAsia="HelveticaNeueLTStd-Lt-Identity-"/>
              </w:rPr>
              <w:t xml:space="preserve">ppropriately on </w:t>
            </w:r>
            <w:r>
              <w:rPr>
                <w:rFonts w:eastAsia="HelveticaNeueLTStd-Lt-Identity-"/>
              </w:rPr>
              <w:t xml:space="preserve">a </w:t>
            </w:r>
            <w:r w:rsidRPr="00D119CB">
              <w:rPr>
                <w:rFonts w:eastAsia="HelveticaNeueLTStd-Lt-Identity-"/>
              </w:rPr>
              <w:t>number line</w:t>
            </w:r>
            <w:r>
              <w:rPr>
                <w:rFonts w:eastAsia="HelveticaNeueLTStd-Lt-Identity-"/>
              </w:rPr>
              <w:t>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B655AF" w:rsidRDefault="00782E40" w:rsidP="00695EE4">
            <w:pPr>
              <w:pStyle w:val="Tabletext"/>
            </w:pPr>
            <w:r>
              <w:t>Statement</w:t>
            </w:r>
            <w:r w:rsidR="001D4022">
              <w:t xml:space="preserve"> about an obvious role of zero. </w:t>
            </w:r>
          </w:p>
        </w:tc>
      </w:tr>
      <w:tr w:rsidR="001D4022" w:rsidRPr="006D2F26" w:rsidTr="00FD6104">
        <w:trPr>
          <w:cantSplit/>
          <w:trHeight w:val="1018"/>
        </w:trPr>
        <w:tc>
          <w:tcPr>
            <w:tcW w:w="426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1D4022" w:rsidRPr="004C52C8" w:rsidDel="00C77DC3" w:rsidRDefault="001D4022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1D4022" w:rsidRPr="004C52C8" w:rsidRDefault="001D4022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2693" w:type="dxa"/>
            <w:tcBorders>
              <w:top w:val="dashSmallGap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1D4022" w:rsidRPr="008667FA" w:rsidRDefault="001D4022" w:rsidP="008667FA">
            <w:pPr>
              <w:pStyle w:val="Tablesubhead"/>
            </w:pPr>
            <w:r>
              <w:t xml:space="preserve">Procedural fluency </w:t>
            </w:r>
          </w:p>
          <w:p w:rsidR="001D4022" w:rsidRPr="006D2F26" w:rsidRDefault="001D4022" w:rsidP="00F84558">
            <w:pPr>
              <w:pStyle w:val="Tabletext"/>
              <w:spacing w:before="40" w:line="240" w:lineRule="auto"/>
              <w:rPr>
                <w:szCs w:val="20"/>
                <w:lang w:eastAsia="en-AU"/>
              </w:rPr>
            </w:pPr>
            <w:r w:rsidRPr="00F84558">
              <w:t>Recall and use of facts</w:t>
            </w:r>
            <w:r>
              <w:t xml:space="preserve"> and </w:t>
            </w:r>
            <w:r w:rsidRPr="00F84558">
              <w:t xml:space="preserve">procedures </w:t>
            </w:r>
            <w:r>
              <w:t xml:space="preserve">to add </w:t>
            </w:r>
            <w:r w:rsidRPr="00B43495">
              <w:t xml:space="preserve">and </w:t>
            </w:r>
            <w:r>
              <w:t>subtract positive and negative numbers</w:t>
            </w:r>
            <w:r w:rsidR="00695EE4">
              <w:t>.</w:t>
            </w:r>
            <w:r>
              <w:t xml:space="preserve"> </w:t>
            </w:r>
            <w:r w:rsidRPr="00F84558">
              <w:rPr>
                <w:b/>
              </w:rPr>
              <w:t>(Q2 and 6a)</w:t>
            </w:r>
          </w:p>
        </w:tc>
        <w:tc>
          <w:tcPr>
            <w:tcW w:w="2353" w:type="dxa"/>
            <w:tcBorders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F84558" w:rsidRDefault="00D67AC4" w:rsidP="00063A17">
            <w:pPr>
              <w:pStyle w:val="Tabletext"/>
              <w:rPr>
                <w:rFonts w:eastAsia="Arial Unicode MS"/>
                <w:szCs w:val="21"/>
                <w:shd w:val="clear" w:color="auto" w:fill="FFF1D9"/>
              </w:rPr>
            </w:pPr>
            <w:r>
              <w:t>U</w:t>
            </w:r>
            <w:r w:rsidR="00846A96">
              <w:t xml:space="preserve">se of procedures to </w:t>
            </w:r>
            <w:r w:rsidR="00063A17">
              <w:t>accurately</w:t>
            </w:r>
            <w:r w:rsidR="00846A96">
              <w:t xml:space="preserve"> </w:t>
            </w:r>
            <w:r>
              <w:rPr>
                <w:rFonts w:eastAsia="HelveticaNeueLTStd-Lt-Identity-"/>
              </w:rPr>
              <w:t>compile</w:t>
            </w:r>
            <w:r w:rsidRPr="00D119CB">
              <w:rPr>
                <w:rFonts w:eastAsia="HelveticaNeueLTStd-Lt-Identity-"/>
              </w:rPr>
              <w:t xml:space="preserve"> data in</w:t>
            </w:r>
            <w:r>
              <w:rPr>
                <w:rFonts w:eastAsia="HelveticaNeueLTStd-Lt-Identity-"/>
              </w:rPr>
              <w:t> </w:t>
            </w:r>
            <w:r w:rsidRPr="00D119CB">
              <w:rPr>
                <w:rFonts w:eastAsia="HelveticaNeueLTStd-Lt-Identity-"/>
              </w:rPr>
              <w:t>tables</w:t>
            </w:r>
            <w:r>
              <w:rPr>
                <w:rFonts w:eastAsia="HelveticaNeueLTStd-Lt-Identity-"/>
              </w:rPr>
              <w:t xml:space="preserve"> and </w:t>
            </w:r>
            <w:r w:rsidR="00846A96">
              <w:t>add and subtract</w:t>
            </w:r>
            <w:r w:rsidR="00846A96" w:rsidRPr="00B43495">
              <w:t xml:space="preserve"> positive and negative numbers</w:t>
            </w:r>
            <w:r w:rsidR="00846A96">
              <w:t xml:space="preserve"> </w:t>
            </w:r>
            <w:r w:rsidR="00846A96">
              <w:rPr>
                <w:rFonts w:eastAsia="HelveticaNeueLTStd-Lt-Identity-"/>
              </w:rPr>
              <w:t>to correctly calculate total goal differences</w:t>
            </w:r>
            <w:r>
              <w:rPr>
                <w:rFonts w:eastAsia="HelveticaNeueLTStd-Lt-Identity-"/>
              </w:rPr>
              <w:t xml:space="preserve"> and home and away results</w:t>
            </w:r>
            <w:r w:rsidR="00846A96">
              <w:t>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8667FA" w:rsidRDefault="00AC5241" w:rsidP="00D67AC4">
            <w:pPr>
              <w:pStyle w:val="Tabletext"/>
            </w:pPr>
            <w:r>
              <w:t xml:space="preserve">Use of procedures to </w:t>
            </w:r>
            <w:r w:rsidR="00063A17">
              <w:t>accurately</w:t>
            </w:r>
            <w:r w:rsidR="00063A17">
              <w:rPr>
                <w:rFonts w:eastAsia="HelveticaNeueLTStd-Lt-Identity-"/>
              </w:rPr>
              <w:t xml:space="preserve"> </w:t>
            </w:r>
            <w:r>
              <w:rPr>
                <w:rFonts w:eastAsia="HelveticaNeueLTStd-Lt-Identity-"/>
              </w:rPr>
              <w:t>compile</w:t>
            </w:r>
            <w:r w:rsidRPr="00D119CB">
              <w:rPr>
                <w:rFonts w:eastAsia="HelveticaNeueLTStd-Lt-Identity-"/>
              </w:rPr>
              <w:t xml:space="preserve"> data in</w:t>
            </w:r>
            <w:r>
              <w:rPr>
                <w:rFonts w:eastAsia="HelveticaNeueLTStd-Lt-Identity-"/>
              </w:rPr>
              <w:t> </w:t>
            </w:r>
            <w:r w:rsidRPr="00D119CB">
              <w:rPr>
                <w:rFonts w:eastAsia="HelveticaNeueLTStd-Lt-Identity-"/>
              </w:rPr>
              <w:t>tables</w:t>
            </w:r>
            <w:r>
              <w:rPr>
                <w:rFonts w:eastAsia="HelveticaNeueLTStd-Lt-Identity-"/>
              </w:rPr>
              <w:t xml:space="preserve"> and </w:t>
            </w:r>
            <w:r w:rsidR="00AA21BB" w:rsidRPr="00AA21BB">
              <w:t>add and subtract positive and negative numbers</w:t>
            </w:r>
            <w:r w:rsidR="001D4022">
              <w:t>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F84558" w:rsidRDefault="00AC5241" w:rsidP="00AC5241">
            <w:pPr>
              <w:pStyle w:val="Tabletext"/>
              <w:rPr>
                <w:rFonts w:eastAsia="Arial Unicode MS"/>
                <w:szCs w:val="21"/>
                <w:shd w:val="clear" w:color="auto" w:fill="FFF1D9"/>
              </w:rPr>
            </w:pPr>
            <w:r>
              <w:t>U</w:t>
            </w:r>
            <w:r w:rsidR="001D4022">
              <w:t xml:space="preserve">se </w:t>
            </w:r>
            <w:r>
              <w:t xml:space="preserve">of </w:t>
            </w:r>
            <w:r w:rsidR="001D4022">
              <w:t xml:space="preserve">procedures to </w:t>
            </w:r>
            <w:r w:rsidR="00063A17">
              <w:t>accurately</w:t>
            </w:r>
            <w:r w:rsidR="00063A17">
              <w:rPr>
                <w:rFonts w:eastAsia="HelveticaNeueLTStd-Lt-Identity-"/>
              </w:rPr>
              <w:t xml:space="preserve"> </w:t>
            </w:r>
            <w:r w:rsidR="00A000D7">
              <w:rPr>
                <w:rFonts w:eastAsia="HelveticaNeueLTStd-Lt-Identity-"/>
              </w:rPr>
              <w:t>compile</w:t>
            </w:r>
            <w:r w:rsidR="00A000D7" w:rsidRPr="00D119CB">
              <w:rPr>
                <w:rFonts w:eastAsia="HelveticaNeueLTStd-Lt-Identity-"/>
              </w:rPr>
              <w:t xml:space="preserve"> data in</w:t>
            </w:r>
            <w:r w:rsidR="00A000D7">
              <w:rPr>
                <w:rFonts w:eastAsia="HelveticaNeueLTStd-Lt-Identity-"/>
              </w:rPr>
              <w:t> </w:t>
            </w:r>
            <w:r w:rsidR="00A000D7" w:rsidRPr="00D119CB">
              <w:rPr>
                <w:rFonts w:eastAsia="HelveticaNeueLTStd-Lt-Identity-"/>
              </w:rPr>
              <w:t>tables</w:t>
            </w:r>
            <w:r w:rsidR="001D4022">
              <w:t>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F84558" w:rsidRDefault="001D4022" w:rsidP="00063A17">
            <w:pPr>
              <w:pStyle w:val="Tabletext"/>
              <w:rPr>
                <w:rFonts w:eastAsia="HelveticaNeueLTStd-Lt-Identity-"/>
              </w:rPr>
            </w:pPr>
            <w:r>
              <w:rPr>
                <w:rFonts w:eastAsia="HelveticaNeueLTStd-Lt-Identity-"/>
              </w:rPr>
              <w:t xml:space="preserve">Some use of procedures </w:t>
            </w:r>
            <w:r w:rsidR="00063A17">
              <w:rPr>
                <w:rFonts w:eastAsia="HelveticaNeueLTStd-Lt-Identity-"/>
              </w:rPr>
              <w:t xml:space="preserve">to </w:t>
            </w:r>
            <w:r>
              <w:rPr>
                <w:rFonts w:eastAsia="HelveticaNeueLTStd-Lt-Identity-"/>
              </w:rPr>
              <w:t>compile</w:t>
            </w:r>
            <w:r w:rsidRPr="00D119CB">
              <w:rPr>
                <w:rFonts w:eastAsia="HelveticaNeueLTStd-Lt-Identity-"/>
              </w:rPr>
              <w:t xml:space="preserve"> data in</w:t>
            </w:r>
            <w:r>
              <w:rPr>
                <w:rFonts w:eastAsia="HelveticaNeueLTStd-Lt-Identity-"/>
              </w:rPr>
              <w:t> </w:t>
            </w:r>
            <w:r w:rsidRPr="00D119CB">
              <w:rPr>
                <w:rFonts w:eastAsia="HelveticaNeueLTStd-Lt-Identity-"/>
              </w:rPr>
              <w:t>tables</w:t>
            </w:r>
            <w:r>
              <w:rPr>
                <w:rFonts w:eastAsia="HelveticaNeueLTStd-Lt-Identity-"/>
              </w:rPr>
              <w:t>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8667FA" w:rsidRDefault="00AA21BB" w:rsidP="00AA21BB">
            <w:pPr>
              <w:pStyle w:val="Tabletext"/>
            </w:pPr>
            <w:r>
              <w:rPr>
                <w:rFonts w:eastAsia="HelveticaNeueLTStd-Lt-Identity-"/>
              </w:rPr>
              <w:t>Partial</w:t>
            </w:r>
            <w:r w:rsidR="00063A17">
              <w:rPr>
                <w:rFonts w:eastAsia="HelveticaNeueLTStd-Lt-Identity-"/>
              </w:rPr>
              <w:t xml:space="preserve"> </w:t>
            </w:r>
            <w:r>
              <w:rPr>
                <w:rFonts w:eastAsia="HelveticaNeueLTStd-Lt-Identity-"/>
              </w:rPr>
              <w:t>identification of goals scored or wins and losses</w:t>
            </w:r>
            <w:r w:rsidR="001D4022">
              <w:rPr>
                <w:rFonts w:eastAsia="HelveticaNeueLTStd-Lt-Identity-"/>
              </w:rPr>
              <w:t>.</w:t>
            </w:r>
          </w:p>
        </w:tc>
      </w:tr>
      <w:tr w:rsidR="001D4022" w:rsidRPr="00921E6F" w:rsidTr="00AB3BC5">
        <w:trPr>
          <w:cantSplit/>
          <w:trHeight w:val="936"/>
        </w:trPr>
        <w:tc>
          <w:tcPr>
            <w:tcW w:w="426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1D4022" w:rsidRPr="00921E6F" w:rsidRDefault="001D4022" w:rsidP="00CC5031">
            <w:pPr>
              <w:pStyle w:val="Tablesubhead"/>
              <w:jc w:val="center"/>
              <w:rPr>
                <w:b w:val="0"/>
                <w:color w:val="FFFFFF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FFFFFF" w:themeColor="background1"/>
              <w:left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1D4022" w:rsidRPr="00921E6F" w:rsidRDefault="001D4022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921E6F">
              <w:rPr>
                <w:color w:val="FFFFFF"/>
                <w:szCs w:val="20"/>
              </w:rPr>
              <w:t>Problem solving &amp; Reasoning</w:t>
            </w:r>
          </w:p>
        </w:tc>
        <w:tc>
          <w:tcPr>
            <w:tcW w:w="269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1D4022" w:rsidRPr="00921E6F" w:rsidRDefault="001D4022" w:rsidP="008667FA">
            <w:pPr>
              <w:pStyle w:val="Tablesubhead"/>
            </w:pPr>
            <w:r>
              <w:t>Problem solving approaches</w:t>
            </w:r>
          </w:p>
          <w:p w:rsidR="001D4022" w:rsidRPr="00921E6F" w:rsidRDefault="00AB3BC5" w:rsidP="00695EE4">
            <w:pPr>
              <w:pStyle w:val="Tabletext"/>
              <w:rPr>
                <w:b/>
              </w:rPr>
            </w:pPr>
            <w:r w:rsidRPr="00AB3BC5">
              <w:t>Application of problem solving approaches to analyse positive and negative data in sporting tables</w:t>
            </w:r>
            <w:r w:rsidR="00695EE4">
              <w:t>.</w:t>
            </w:r>
            <w:r w:rsidRPr="00AB3BC5">
              <w:t xml:space="preserve"> </w:t>
            </w:r>
            <w:r w:rsidRPr="00695EE4">
              <w:rPr>
                <w:b/>
              </w:rPr>
              <w:t>(Q7a)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921E6F" w:rsidRDefault="00AB3BC5" w:rsidP="00AB3BC5">
            <w:pPr>
              <w:pStyle w:val="Tabletext"/>
            </w:pPr>
            <w:r>
              <w:rPr>
                <w:rFonts w:eastAsia="HelveticaNeueLTStd-Lt-Identity-"/>
              </w:rPr>
              <w:t>Systematic application of problem solving approaches to effectively analyse data</w:t>
            </w:r>
            <w:r w:rsidR="001D4022" w:rsidRPr="00921E6F">
              <w:rPr>
                <w:rFonts w:eastAsia="HelveticaNeueLTStd-Lt-Identity-"/>
              </w:rPr>
              <w:t>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8A3D81" w:rsidRDefault="00AB3BC5" w:rsidP="00695EE4">
            <w:pPr>
              <w:pStyle w:val="Tabletext"/>
              <w:rPr>
                <w:rFonts w:eastAsia="HelveticaNeueLTStd-Lt-Identity-"/>
              </w:rPr>
            </w:pPr>
            <w:r>
              <w:rPr>
                <w:rFonts w:eastAsia="HelveticaNeueLTStd-Lt-Identity-"/>
              </w:rPr>
              <w:t>A</w:t>
            </w:r>
            <w:r w:rsidRPr="00AB3BC5">
              <w:rPr>
                <w:rFonts w:eastAsia="HelveticaNeueLTStd-Lt-Identity-"/>
              </w:rPr>
              <w:t xml:space="preserve">pplication of problem solving approaches to </w:t>
            </w:r>
            <w:r>
              <w:rPr>
                <w:rFonts w:eastAsia="HelveticaNeueLTStd-Lt-Identity-"/>
              </w:rPr>
              <w:t xml:space="preserve">accurately </w:t>
            </w:r>
            <w:r w:rsidRPr="00AB3BC5">
              <w:rPr>
                <w:rFonts w:eastAsia="HelveticaNeueLTStd-Lt-Identity-"/>
              </w:rPr>
              <w:t>analyse data.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921E6F" w:rsidRDefault="00AB3BC5" w:rsidP="008667FA">
            <w:pPr>
              <w:pStyle w:val="Tabletext"/>
            </w:pPr>
            <w:r>
              <w:rPr>
                <w:rFonts w:eastAsia="HelveticaNeueLTStd-Lt-Identity-"/>
              </w:rPr>
              <w:t>A</w:t>
            </w:r>
            <w:r w:rsidRPr="00AB3BC5">
              <w:rPr>
                <w:rFonts w:eastAsia="HelveticaNeueLTStd-Lt-Identity-"/>
              </w:rPr>
              <w:t>pplication of problem solving approaches to analyse data.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921E6F" w:rsidRDefault="00AB3BC5" w:rsidP="008667FA">
            <w:pPr>
              <w:pStyle w:val="Tabletext"/>
            </w:pPr>
            <w:r>
              <w:t>Some a</w:t>
            </w:r>
            <w:r w:rsidRPr="00AB3BC5">
              <w:t>pplication of problem solving approaches to analyse data.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562871" w:rsidRDefault="00AB3BC5" w:rsidP="00695EE4">
            <w:pPr>
              <w:pStyle w:val="Tabletext"/>
              <w:rPr>
                <w:rFonts w:eastAsia="HelveticaNeueLTStd-Lt-Identity-"/>
              </w:rPr>
            </w:pPr>
            <w:r>
              <w:rPr>
                <w:rFonts w:eastAsia="HelveticaNeueLTStd-Lt-Identity-"/>
              </w:rPr>
              <w:t>Partial selection of problem solving approaches</w:t>
            </w:r>
            <w:r w:rsidR="001D4022">
              <w:rPr>
                <w:rFonts w:eastAsia="HelveticaNeueLTStd-Lt-Identity-"/>
              </w:rPr>
              <w:t>.</w:t>
            </w:r>
          </w:p>
        </w:tc>
      </w:tr>
      <w:tr w:rsidR="001D4022" w:rsidRPr="00921E6F" w:rsidTr="00685951">
        <w:trPr>
          <w:cantSplit/>
          <w:trHeight w:val="1596"/>
        </w:trPr>
        <w:tc>
          <w:tcPr>
            <w:tcW w:w="426" w:type="dxa"/>
            <w:vMerge/>
            <w:tcBorders>
              <w:left w:val="single" w:sz="4" w:space="0" w:color="00948D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1D4022" w:rsidRPr="00921E6F" w:rsidRDefault="001D4022" w:rsidP="00CC5031">
            <w:pPr>
              <w:pStyle w:val="Tablesubhead"/>
              <w:jc w:val="center"/>
              <w:rPr>
                <w:b w:val="0"/>
                <w:color w:val="FFFFFF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1D4022" w:rsidRPr="00921E6F" w:rsidRDefault="001D4022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1D4022" w:rsidRDefault="001D4022" w:rsidP="008667FA">
            <w:pPr>
              <w:pStyle w:val="Tablesubhead"/>
            </w:pPr>
            <w:r>
              <w:t>Reasoning and justification</w:t>
            </w:r>
          </w:p>
          <w:p w:rsidR="00AB3BC5" w:rsidRDefault="00AB3BC5" w:rsidP="00695EE4">
            <w:pPr>
              <w:pStyle w:val="Tabletext"/>
            </w:pPr>
            <w:r w:rsidRPr="00AB3BC5">
              <w:t>Explanations of mathematical thinking to justify conclusions</w:t>
            </w:r>
            <w:r w:rsidR="00695EE4">
              <w:t>.</w:t>
            </w:r>
            <w:r w:rsidRPr="00AB3BC5">
              <w:t xml:space="preserve"> </w:t>
            </w:r>
            <w:r w:rsidRPr="00695EE4">
              <w:rPr>
                <w:b/>
              </w:rPr>
              <w:t>(Q4, 5, 6b, 7b and 8)</w:t>
            </w:r>
          </w:p>
        </w:tc>
        <w:tc>
          <w:tcPr>
            <w:tcW w:w="2353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921E6F" w:rsidRDefault="007362E0" w:rsidP="00695EE4">
            <w:pPr>
              <w:pStyle w:val="Tabletext"/>
              <w:rPr>
                <w:rFonts w:eastAsia="HelveticaNeueLTStd-Lt-Identity-"/>
              </w:rPr>
            </w:pPr>
            <w:r>
              <w:rPr>
                <w:rFonts w:eastAsia="HelveticaNeueLTStd-Lt-Identity-"/>
              </w:rPr>
              <w:t>Clear e</w:t>
            </w:r>
            <w:r w:rsidRPr="007362E0">
              <w:rPr>
                <w:rFonts w:eastAsia="HelveticaNeueLTStd-Lt-Identity-"/>
              </w:rPr>
              <w:t>xplanation</w:t>
            </w:r>
            <w:r>
              <w:rPr>
                <w:rFonts w:eastAsia="HelveticaNeueLTStd-Lt-Identity-"/>
              </w:rPr>
              <w:t>s</w:t>
            </w:r>
            <w:r w:rsidRPr="007362E0">
              <w:rPr>
                <w:rFonts w:eastAsia="HelveticaNeueLTStd-Lt-Identity-"/>
              </w:rPr>
              <w:t xml:space="preserve"> of mathematical thinking and reasoning, including </w:t>
            </w:r>
            <w:r>
              <w:rPr>
                <w:rFonts w:eastAsia="HelveticaNeueLTStd-Lt-Identity-"/>
              </w:rPr>
              <w:t>justification of choices</w:t>
            </w:r>
            <w:r w:rsidRPr="007362E0">
              <w:rPr>
                <w:rFonts w:eastAsia="HelveticaNeueLTStd-Lt-Identity-"/>
              </w:rPr>
              <w:t xml:space="preserve"> and conclusions</w:t>
            </w:r>
            <w:r w:rsidR="00562871">
              <w:rPr>
                <w:rFonts w:eastAsia="HelveticaNeueLTStd-Lt-Identity-"/>
              </w:rPr>
              <w:t>;</w:t>
            </w:r>
            <w:r>
              <w:rPr>
                <w:rFonts w:eastAsia="HelveticaNeueLTStd-Lt-Identity-"/>
              </w:rPr>
              <w:t xml:space="preserve"> and </w:t>
            </w:r>
            <w:r w:rsidR="00695EE4">
              <w:rPr>
                <w:rFonts w:eastAsia="HelveticaNeueLTStd-Lt-Identity-"/>
              </w:rPr>
              <w:t>making</w:t>
            </w:r>
            <w:r w:rsidR="00AB3BC5">
              <w:rPr>
                <w:rFonts w:eastAsia="HelveticaNeueLTStd-Lt-Identity-"/>
              </w:rPr>
              <w:t xml:space="preserve"> </w:t>
            </w:r>
            <w:r>
              <w:rPr>
                <w:rFonts w:eastAsia="HelveticaNeueLTStd-Lt-Identity-"/>
              </w:rPr>
              <w:t>logical predictions about which teams will win the games in Week 5.</w:t>
            </w:r>
          </w:p>
        </w:tc>
        <w:tc>
          <w:tcPr>
            <w:tcW w:w="2353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921E6F" w:rsidRDefault="00AB3BC5" w:rsidP="00695EE4">
            <w:pPr>
              <w:pStyle w:val="Tabletext"/>
              <w:rPr>
                <w:rFonts w:eastAsia="HelveticaNeueLTStd-Lt-Identity-"/>
              </w:rPr>
            </w:pPr>
            <w:r>
              <w:rPr>
                <w:rFonts w:eastAsia="HelveticaNeueLTStd-Lt-Identity-"/>
              </w:rPr>
              <w:t>Explanation</w:t>
            </w:r>
            <w:r w:rsidRPr="00AB3BC5">
              <w:rPr>
                <w:rFonts w:eastAsia="HelveticaNeueLTStd-Lt-Identity-"/>
              </w:rPr>
              <w:t xml:space="preserve"> of mathematical thinking and </w:t>
            </w:r>
            <w:r w:rsidR="007362E0">
              <w:rPr>
                <w:rFonts w:eastAsia="HelveticaNeueLTStd-Lt-Identity-"/>
              </w:rPr>
              <w:t xml:space="preserve">reasoning, including reasons for choices and </w:t>
            </w:r>
            <w:r w:rsidRPr="00AB3BC5">
              <w:rPr>
                <w:rFonts w:eastAsia="HelveticaNeueLTStd-Lt-Identity-"/>
              </w:rPr>
              <w:t>discussion of conclusions.</w:t>
            </w:r>
          </w:p>
        </w:tc>
        <w:tc>
          <w:tcPr>
            <w:tcW w:w="2353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921E6F" w:rsidRDefault="00AB3BC5" w:rsidP="00AB3BC5">
            <w:pPr>
              <w:pStyle w:val="Tabletext"/>
              <w:rPr>
                <w:rFonts w:eastAsia="HelveticaNeueLTStd-Lt-Identity-"/>
              </w:rPr>
            </w:pPr>
            <w:r w:rsidRPr="00921E6F">
              <w:rPr>
                <w:rFonts w:eastAsia="HelveticaNeueLTStd-Lt-Identity-"/>
              </w:rPr>
              <w:t xml:space="preserve">Description </w:t>
            </w:r>
            <w:r>
              <w:rPr>
                <w:rFonts w:eastAsia="HelveticaNeueLTStd-Lt-Identity-"/>
              </w:rPr>
              <w:t>of mathematical thinking and discussion of conclusions</w:t>
            </w:r>
            <w:r w:rsidRPr="00921E6F">
              <w:rPr>
                <w:rFonts w:eastAsia="HelveticaNeueLTStd-Lt-Identity-"/>
              </w:rPr>
              <w:t>.</w:t>
            </w:r>
          </w:p>
        </w:tc>
        <w:tc>
          <w:tcPr>
            <w:tcW w:w="2353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921E6F" w:rsidRDefault="00AB3BC5" w:rsidP="007362E0">
            <w:pPr>
              <w:pStyle w:val="Tabletext"/>
              <w:rPr>
                <w:szCs w:val="18"/>
              </w:rPr>
            </w:pPr>
            <w:r w:rsidRPr="00921E6F">
              <w:rPr>
                <w:szCs w:val="18"/>
              </w:rPr>
              <w:t xml:space="preserve">Statements about </w:t>
            </w:r>
            <w:r w:rsidR="007362E0">
              <w:rPr>
                <w:szCs w:val="18"/>
              </w:rPr>
              <w:t>choices and conclusions</w:t>
            </w:r>
            <w:r w:rsidRPr="00921E6F">
              <w:rPr>
                <w:rFonts w:eastAsia="HelveticaNeueLTStd-Lt-Identity-"/>
                <w:szCs w:val="18"/>
              </w:rPr>
              <w:t>.</w:t>
            </w:r>
          </w:p>
        </w:tc>
        <w:tc>
          <w:tcPr>
            <w:tcW w:w="2353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D4022" w:rsidRPr="00921E6F" w:rsidRDefault="007362E0" w:rsidP="00695EE4">
            <w:pPr>
              <w:pStyle w:val="Tabletext"/>
              <w:rPr>
                <w:rFonts w:eastAsia="HelveticaNeueLTStd-Lt-Identity-"/>
              </w:rPr>
            </w:pPr>
            <w:r>
              <w:rPr>
                <w:rFonts w:eastAsia="HelveticaNeueLTStd-Lt-Identity-"/>
              </w:rPr>
              <w:t>Isolated statements</w:t>
            </w:r>
            <w:r w:rsidR="00695EE4">
              <w:rPr>
                <w:rFonts w:eastAsia="HelveticaNeueLTStd-Lt-Identity-"/>
              </w:rPr>
              <w:t>.</w:t>
            </w:r>
          </w:p>
        </w:tc>
      </w:tr>
    </w:tbl>
    <w:p w:rsidR="00AE5E34" w:rsidRPr="00921E6F" w:rsidRDefault="00AE5E34" w:rsidP="006D2F26">
      <w:pPr>
        <w:pStyle w:val="smallspace"/>
      </w:pPr>
    </w:p>
    <w:sectPr w:rsidR="00AE5E34" w:rsidRPr="00921E6F" w:rsidSect="00114D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6840" w:h="11907" w:orient="landscape" w:code="9"/>
      <w:pgMar w:top="284" w:right="851" w:bottom="851" w:left="851" w:header="283" w:footer="283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67" w:rsidRPr="00235274" w:rsidRDefault="00311367" w:rsidP="00235274">
      <w:pPr>
        <w:pStyle w:val="footnoteseparator"/>
      </w:pPr>
    </w:p>
  </w:endnote>
  <w:endnote w:type="continuationSeparator" w:id="0">
    <w:p w:rsidR="00311367" w:rsidRDefault="00311367" w:rsidP="00235274">
      <w:pPr>
        <w:pStyle w:val="footnoteseparato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NeueLTStd-Lt-Identity-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AA2" w:rsidRDefault="00D83A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150"/>
      <w:gridCol w:w="5150"/>
      <w:gridCol w:w="5151"/>
    </w:tblGrid>
    <w:tr w:rsidR="00D55C1A" w:rsidRPr="00672450" w:rsidTr="00F64780">
      <w:tc>
        <w:tcPr>
          <w:tcW w:w="5150" w:type="dxa"/>
          <w:shd w:val="clear" w:color="auto" w:fill="auto"/>
          <w:vAlign w:val="center"/>
        </w:tcPr>
        <w:p w:rsidR="00D55C1A" w:rsidRDefault="00D55C1A" w:rsidP="00672450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Australian Curriculum</w:t>
          </w:r>
          <w:r>
            <w:rPr>
              <w:color w:val="00948D"/>
              <w:sz w:val="18"/>
              <w:szCs w:val="18"/>
            </w:rPr>
            <w:br/>
          </w:r>
          <w:r w:rsidR="00672450">
            <w:rPr>
              <w:color w:val="00948D"/>
              <w:sz w:val="18"/>
              <w:szCs w:val="18"/>
            </w:rPr>
            <w:t xml:space="preserve">Year 6 </w:t>
          </w:r>
          <w:r w:rsidR="00114DB5" w:rsidRPr="00114DB5">
            <w:rPr>
              <w:color w:val="00948D"/>
              <w:sz w:val="18"/>
              <w:szCs w:val="18"/>
            </w:rPr>
            <w:t>Mathematics</w:t>
          </w:r>
        </w:p>
      </w:tc>
      <w:tc>
        <w:tcPr>
          <w:tcW w:w="5150" w:type="dxa"/>
          <w:shd w:val="clear" w:color="auto" w:fill="auto"/>
          <w:vAlign w:val="center"/>
        </w:tcPr>
        <w:p w:rsidR="00672450" w:rsidRPr="00695EE4" w:rsidRDefault="00695EE4" w:rsidP="00672450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szCs w:val="18"/>
            </w:rPr>
          </w:pPr>
          <w:r>
            <w:rPr>
              <w:color w:val="00948D"/>
              <w:sz w:val="18"/>
              <w:szCs w:val="18"/>
            </w:rPr>
            <w:t>Goal difference —</w:t>
          </w:r>
          <w:r w:rsidR="00672450">
            <w:rPr>
              <w:color w:val="00948D"/>
              <w:sz w:val="18"/>
              <w:szCs w:val="18"/>
            </w:rPr>
            <w:t xml:space="preserve"> the importance of zero</w:t>
          </w:r>
        </w:p>
      </w:tc>
      <w:tc>
        <w:tcPr>
          <w:tcW w:w="5151" w:type="dxa"/>
          <w:shd w:val="clear" w:color="auto" w:fill="auto"/>
          <w:vAlign w:val="center"/>
        </w:tcPr>
        <w:p w:rsidR="00D55C1A" w:rsidRDefault="00D55C1A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Task-specific standards — matrix</w:t>
          </w:r>
        </w:p>
      </w:tc>
    </w:tr>
  </w:tbl>
  <w:p w:rsidR="00D55C1A" w:rsidRPr="00672450" w:rsidRDefault="00D55C1A" w:rsidP="00D83AA2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1A" w:rsidRDefault="00F03C76" w:rsidP="003636A6">
    <w:pPr>
      <w:ind w:right="-261"/>
    </w:pPr>
    <w:r>
      <w:rPr>
        <w:noProof/>
        <w:lang w:eastAsia="en-AU"/>
      </w:rPr>
      <w:drawing>
        <wp:anchor distT="0" distB="0" distL="114300" distR="114300" simplePos="0" relativeHeight="251657216" behindDoc="1" locked="0" layoutInCell="1" allowOverlap="1" wp14:anchorId="149FE2FE" wp14:editId="54D3D535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78090" cy="1089660"/>
          <wp:effectExtent l="0" t="0" r="3810" b="0"/>
          <wp:wrapNone/>
          <wp:docPr id="1" name="Picture 19" descr="Description: Description: Description: A4_portrait_MONO_footer_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Description: Description: Description: A4_portrait_MONO_footer_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9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67" w:rsidRDefault="00311367" w:rsidP="00E506E5">
      <w:pPr>
        <w:pStyle w:val="footnoteseparator"/>
      </w:pPr>
    </w:p>
  </w:footnote>
  <w:footnote w:type="continuationSeparator" w:id="0">
    <w:p w:rsidR="00311367" w:rsidRDefault="00311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AA2" w:rsidRDefault="00D83A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AA2" w:rsidRDefault="00D83AA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1A" w:rsidRPr="002E4C72" w:rsidRDefault="00F03C76" w:rsidP="00D90209">
    <w:pPr>
      <w:rPr>
        <w:color w:val="00928F"/>
      </w:rPr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4AE4C1EC" wp14:editId="44F057B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62545" cy="1226820"/>
          <wp:effectExtent l="0" t="0" r="0" b="0"/>
          <wp:wrapNone/>
          <wp:docPr id="2" name="Picture 20" descr="Description: Description: Description: Word_header_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escription: Description: Description: Word_header_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545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pPr w:leftFromText="181" w:rightFromText="181" w:vertAnchor="page" w:horzAnchor="margin" w:tblpX="-880" w:tblpY="455"/>
      <w:tblW w:w="1045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450"/>
    </w:tblGrid>
    <w:tr w:rsidR="00D55C1A" w:rsidTr="004E0C69">
      <w:tc>
        <w:tcPr>
          <w:tcW w:w="10450" w:type="dxa"/>
          <w:shd w:val="clear" w:color="auto" w:fill="auto"/>
        </w:tcPr>
        <w:p w:rsidR="00D55C1A" w:rsidRPr="00F561C0" w:rsidRDefault="00D55C1A" w:rsidP="00F561C0">
          <w:r w:rsidRPr="00F561C0">
            <w:t>Insert fact sheet title</w:t>
          </w:r>
        </w:p>
        <w:p w:rsidR="00D55C1A" w:rsidRPr="00F561C0" w:rsidRDefault="00D55C1A" w:rsidP="00F561C0">
          <w:r w:rsidRPr="00F561C0">
            <w:t>Insert fact sheet subtitle (if necessary)</w:t>
          </w:r>
        </w:p>
        <w:p w:rsidR="00D55C1A" w:rsidRPr="004E0C69" w:rsidRDefault="00D55C1A" w:rsidP="004E0C69">
          <w:pPr>
            <w:tabs>
              <w:tab w:val="left" w:pos="-110"/>
              <w:tab w:val="left" w:pos="220"/>
            </w:tabs>
            <w:ind w:left="-437"/>
            <w:rPr>
              <w:color w:val="00928F"/>
              <w:szCs w:val="16"/>
            </w:rPr>
          </w:pPr>
        </w:p>
      </w:tc>
    </w:tr>
  </w:tbl>
  <w:p w:rsidR="00D55C1A" w:rsidRPr="00954490" w:rsidRDefault="00D55C1A" w:rsidP="00D902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51E6"/>
    <w:multiLevelType w:val="hybridMultilevel"/>
    <w:tmpl w:val="4C48C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22241"/>
    <w:multiLevelType w:val="hybridMultilevel"/>
    <w:tmpl w:val="D2BC11EA"/>
    <w:lvl w:ilvl="0" w:tplc="230E2960">
      <w:start w:val="1"/>
      <w:numFmt w:val="bullet"/>
      <w:pStyle w:val="Bulletslevel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3">
    <w:nsid w:val="4F65124B"/>
    <w:multiLevelType w:val="multilevel"/>
    <w:tmpl w:val="D03C0D98"/>
    <w:numStyleLink w:val="BulletsList"/>
  </w:abstractNum>
  <w:abstractNum w:abstractNumId="4">
    <w:nsid w:val="57E65A18"/>
    <w:multiLevelType w:val="multilevel"/>
    <w:tmpl w:val="D03C0D98"/>
    <w:numStyleLink w:val="BulletsList"/>
  </w:abstractNum>
  <w:abstractNum w:abstractNumId="5">
    <w:nsid w:val="5C03232B"/>
    <w:multiLevelType w:val="multilevel"/>
    <w:tmpl w:val="D03C0D98"/>
    <w:numStyleLink w:val="BulletsList"/>
  </w:abstractNum>
  <w:abstractNum w:abstractNumId="6">
    <w:nsid w:val="63324517"/>
    <w:multiLevelType w:val="multilevel"/>
    <w:tmpl w:val="D03C0D98"/>
    <w:numStyleLink w:val="BulletsList"/>
  </w:abstractNum>
  <w:abstractNum w:abstractNumId="7">
    <w:nsid w:val="66115C30"/>
    <w:multiLevelType w:val="hybridMultilevel"/>
    <w:tmpl w:val="DF0683C6"/>
    <w:lvl w:ilvl="0" w:tplc="D3B2D592">
      <w:start w:val="1"/>
      <w:numFmt w:val="bullet"/>
      <w:pStyle w:val="Bulletslevel3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C413B8C"/>
    <w:multiLevelType w:val="multilevel"/>
    <w:tmpl w:val="D03C0D98"/>
    <w:numStyleLink w:val="BulletsList"/>
  </w:abstractNum>
  <w:abstractNum w:abstractNumId="9">
    <w:nsid w:val="6E3A0519"/>
    <w:multiLevelType w:val="hybridMultilevel"/>
    <w:tmpl w:val="737A953A"/>
    <w:lvl w:ilvl="0" w:tplc="06F2BA7C">
      <w:start w:val="1"/>
      <w:numFmt w:val="bullet"/>
      <w:pStyle w:val="Bulletslevel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1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AU" w:vendorID="8" w:dllVersion="513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cumentProtection w:edit="forms" w:enforcement="0"/>
  <w:defaultTabStop w:val="720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623"/>
    <w:rsid w:val="0000155F"/>
    <w:rsid w:val="00001DE7"/>
    <w:rsid w:val="00002C76"/>
    <w:rsid w:val="00005BFD"/>
    <w:rsid w:val="0000652A"/>
    <w:rsid w:val="000077A0"/>
    <w:rsid w:val="00010994"/>
    <w:rsid w:val="00013DC7"/>
    <w:rsid w:val="00025D91"/>
    <w:rsid w:val="0002746D"/>
    <w:rsid w:val="00030551"/>
    <w:rsid w:val="00032413"/>
    <w:rsid w:val="00033DBD"/>
    <w:rsid w:val="00035203"/>
    <w:rsid w:val="00042417"/>
    <w:rsid w:val="00042CCA"/>
    <w:rsid w:val="00043015"/>
    <w:rsid w:val="00044413"/>
    <w:rsid w:val="00046924"/>
    <w:rsid w:val="00054543"/>
    <w:rsid w:val="00061E1A"/>
    <w:rsid w:val="0006205A"/>
    <w:rsid w:val="00063A17"/>
    <w:rsid w:val="000658BE"/>
    <w:rsid w:val="00065B02"/>
    <w:rsid w:val="00067264"/>
    <w:rsid w:val="00073A08"/>
    <w:rsid w:val="0007560B"/>
    <w:rsid w:val="00083F6D"/>
    <w:rsid w:val="00085EF6"/>
    <w:rsid w:val="000869F0"/>
    <w:rsid w:val="00095CC0"/>
    <w:rsid w:val="000A0941"/>
    <w:rsid w:val="000A1078"/>
    <w:rsid w:val="000A28EF"/>
    <w:rsid w:val="000A57F6"/>
    <w:rsid w:val="000A6B3B"/>
    <w:rsid w:val="000B0432"/>
    <w:rsid w:val="000B0F15"/>
    <w:rsid w:val="000B1D71"/>
    <w:rsid w:val="000B2F97"/>
    <w:rsid w:val="000B5758"/>
    <w:rsid w:val="000B63A8"/>
    <w:rsid w:val="000C228A"/>
    <w:rsid w:val="000C5525"/>
    <w:rsid w:val="000C7031"/>
    <w:rsid w:val="000C76A5"/>
    <w:rsid w:val="000C7E57"/>
    <w:rsid w:val="000D1DA8"/>
    <w:rsid w:val="000D2D55"/>
    <w:rsid w:val="000D4545"/>
    <w:rsid w:val="000E1FFE"/>
    <w:rsid w:val="000E35F3"/>
    <w:rsid w:val="000E3F33"/>
    <w:rsid w:val="000E49E2"/>
    <w:rsid w:val="000E75D3"/>
    <w:rsid w:val="000F1EC4"/>
    <w:rsid w:val="000F6D00"/>
    <w:rsid w:val="000F7321"/>
    <w:rsid w:val="000F76EF"/>
    <w:rsid w:val="001029DB"/>
    <w:rsid w:val="00102F31"/>
    <w:rsid w:val="0011108C"/>
    <w:rsid w:val="00112C59"/>
    <w:rsid w:val="00114248"/>
    <w:rsid w:val="00114DB5"/>
    <w:rsid w:val="00116631"/>
    <w:rsid w:val="00123D2D"/>
    <w:rsid w:val="00124A32"/>
    <w:rsid w:val="00127676"/>
    <w:rsid w:val="001304D3"/>
    <w:rsid w:val="00130772"/>
    <w:rsid w:val="00133CFB"/>
    <w:rsid w:val="00134205"/>
    <w:rsid w:val="00135C0D"/>
    <w:rsid w:val="00136DFD"/>
    <w:rsid w:val="00140672"/>
    <w:rsid w:val="00143E68"/>
    <w:rsid w:val="00145904"/>
    <w:rsid w:val="00151DE8"/>
    <w:rsid w:val="00152168"/>
    <w:rsid w:val="0015354A"/>
    <w:rsid w:val="001551A7"/>
    <w:rsid w:val="001625E6"/>
    <w:rsid w:val="00167D70"/>
    <w:rsid w:val="001703E9"/>
    <w:rsid w:val="001739A8"/>
    <w:rsid w:val="001771DA"/>
    <w:rsid w:val="00177A03"/>
    <w:rsid w:val="00180F53"/>
    <w:rsid w:val="001838A0"/>
    <w:rsid w:val="00192ADB"/>
    <w:rsid w:val="00192FF4"/>
    <w:rsid w:val="00193C77"/>
    <w:rsid w:val="00194784"/>
    <w:rsid w:val="001947AE"/>
    <w:rsid w:val="00195954"/>
    <w:rsid w:val="001975A9"/>
    <w:rsid w:val="001978BA"/>
    <w:rsid w:val="001A51A3"/>
    <w:rsid w:val="001A7D7B"/>
    <w:rsid w:val="001B5F46"/>
    <w:rsid w:val="001B72E4"/>
    <w:rsid w:val="001C11BE"/>
    <w:rsid w:val="001C3769"/>
    <w:rsid w:val="001C595E"/>
    <w:rsid w:val="001C6D32"/>
    <w:rsid w:val="001D4022"/>
    <w:rsid w:val="001D6C85"/>
    <w:rsid w:val="001E1961"/>
    <w:rsid w:val="001E3240"/>
    <w:rsid w:val="001E4692"/>
    <w:rsid w:val="001E51B1"/>
    <w:rsid w:val="001E685A"/>
    <w:rsid w:val="001F0A2A"/>
    <w:rsid w:val="001F1CE1"/>
    <w:rsid w:val="001F2178"/>
    <w:rsid w:val="001F2CC8"/>
    <w:rsid w:val="001F6C01"/>
    <w:rsid w:val="00200478"/>
    <w:rsid w:val="002008B6"/>
    <w:rsid w:val="00200B41"/>
    <w:rsid w:val="0020301A"/>
    <w:rsid w:val="00203B1B"/>
    <w:rsid w:val="00205D97"/>
    <w:rsid w:val="00205DB3"/>
    <w:rsid w:val="00207832"/>
    <w:rsid w:val="00210577"/>
    <w:rsid w:val="00211AA8"/>
    <w:rsid w:val="00213F20"/>
    <w:rsid w:val="00221C9C"/>
    <w:rsid w:val="0022261D"/>
    <w:rsid w:val="0022454E"/>
    <w:rsid w:val="00227B1B"/>
    <w:rsid w:val="0023068B"/>
    <w:rsid w:val="00230B64"/>
    <w:rsid w:val="00233035"/>
    <w:rsid w:val="00233BB5"/>
    <w:rsid w:val="00234025"/>
    <w:rsid w:val="00235274"/>
    <w:rsid w:val="00237879"/>
    <w:rsid w:val="00237CFA"/>
    <w:rsid w:val="00244FA0"/>
    <w:rsid w:val="00247A2E"/>
    <w:rsid w:val="00250589"/>
    <w:rsid w:val="00253772"/>
    <w:rsid w:val="00253F90"/>
    <w:rsid w:val="00257036"/>
    <w:rsid w:val="00262D35"/>
    <w:rsid w:val="002709C1"/>
    <w:rsid w:val="00274EBE"/>
    <w:rsid w:val="002768C7"/>
    <w:rsid w:val="002809D8"/>
    <w:rsid w:val="00282CDA"/>
    <w:rsid w:val="00283EBC"/>
    <w:rsid w:val="0028641F"/>
    <w:rsid w:val="00286A7F"/>
    <w:rsid w:val="00286D72"/>
    <w:rsid w:val="00292FF4"/>
    <w:rsid w:val="00294999"/>
    <w:rsid w:val="00296F03"/>
    <w:rsid w:val="002A07DC"/>
    <w:rsid w:val="002A5CA3"/>
    <w:rsid w:val="002A67FA"/>
    <w:rsid w:val="002B079D"/>
    <w:rsid w:val="002B1791"/>
    <w:rsid w:val="002B31D6"/>
    <w:rsid w:val="002B35FD"/>
    <w:rsid w:val="002B568A"/>
    <w:rsid w:val="002B66CD"/>
    <w:rsid w:val="002C0575"/>
    <w:rsid w:val="002C1F67"/>
    <w:rsid w:val="002C29C3"/>
    <w:rsid w:val="002C3949"/>
    <w:rsid w:val="002C4133"/>
    <w:rsid w:val="002C553F"/>
    <w:rsid w:val="002C6620"/>
    <w:rsid w:val="002D0654"/>
    <w:rsid w:val="002D23BF"/>
    <w:rsid w:val="002D290F"/>
    <w:rsid w:val="002D31FD"/>
    <w:rsid w:val="002D5BB6"/>
    <w:rsid w:val="002D7859"/>
    <w:rsid w:val="002E0D29"/>
    <w:rsid w:val="002E16C0"/>
    <w:rsid w:val="002E4C72"/>
    <w:rsid w:val="002E5DB1"/>
    <w:rsid w:val="002F25CE"/>
    <w:rsid w:val="002F33A4"/>
    <w:rsid w:val="00301FBE"/>
    <w:rsid w:val="003044FC"/>
    <w:rsid w:val="00310E23"/>
    <w:rsid w:val="00311367"/>
    <w:rsid w:val="003234A0"/>
    <w:rsid w:val="00327AE2"/>
    <w:rsid w:val="00330CF7"/>
    <w:rsid w:val="003324AE"/>
    <w:rsid w:val="00333059"/>
    <w:rsid w:val="0033354D"/>
    <w:rsid w:val="0033438A"/>
    <w:rsid w:val="003346A4"/>
    <w:rsid w:val="003358FA"/>
    <w:rsid w:val="00336B2B"/>
    <w:rsid w:val="003406AC"/>
    <w:rsid w:val="00343649"/>
    <w:rsid w:val="003469BE"/>
    <w:rsid w:val="00346E9C"/>
    <w:rsid w:val="003476A5"/>
    <w:rsid w:val="003503D2"/>
    <w:rsid w:val="003520E4"/>
    <w:rsid w:val="00352D72"/>
    <w:rsid w:val="003547DB"/>
    <w:rsid w:val="00355A4A"/>
    <w:rsid w:val="0036333C"/>
    <w:rsid w:val="003636A6"/>
    <w:rsid w:val="00364E09"/>
    <w:rsid w:val="00365706"/>
    <w:rsid w:val="003660AA"/>
    <w:rsid w:val="003664A3"/>
    <w:rsid w:val="00372E92"/>
    <w:rsid w:val="00374483"/>
    <w:rsid w:val="0037711E"/>
    <w:rsid w:val="00384201"/>
    <w:rsid w:val="00387394"/>
    <w:rsid w:val="00393E8B"/>
    <w:rsid w:val="0039537C"/>
    <w:rsid w:val="00396C14"/>
    <w:rsid w:val="003A51EC"/>
    <w:rsid w:val="003A5A56"/>
    <w:rsid w:val="003B02A7"/>
    <w:rsid w:val="003B07B0"/>
    <w:rsid w:val="003B372A"/>
    <w:rsid w:val="003C2A5D"/>
    <w:rsid w:val="003C5172"/>
    <w:rsid w:val="003C6914"/>
    <w:rsid w:val="003D50BF"/>
    <w:rsid w:val="003D70F1"/>
    <w:rsid w:val="003D7CEA"/>
    <w:rsid w:val="003E0E83"/>
    <w:rsid w:val="003E415C"/>
    <w:rsid w:val="003E5BFB"/>
    <w:rsid w:val="003E62B0"/>
    <w:rsid w:val="003E7A35"/>
    <w:rsid w:val="003F1A88"/>
    <w:rsid w:val="003F1B1C"/>
    <w:rsid w:val="003F2D9F"/>
    <w:rsid w:val="003F463C"/>
    <w:rsid w:val="003F65E2"/>
    <w:rsid w:val="004005C2"/>
    <w:rsid w:val="00400750"/>
    <w:rsid w:val="004035EE"/>
    <w:rsid w:val="00404FF4"/>
    <w:rsid w:val="004100FC"/>
    <w:rsid w:val="00415B31"/>
    <w:rsid w:val="00415F52"/>
    <w:rsid w:val="004167A6"/>
    <w:rsid w:val="00417E9D"/>
    <w:rsid w:val="00423A60"/>
    <w:rsid w:val="00423CF7"/>
    <w:rsid w:val="00426E65"/>
    <w:rsid w:val="00426F27"/>
    <w:rsid w:val="0043012A"/>
    <w:rsid w:val="004326CA"/>
    <w:rsid w:val="00433111"/>
    <w:rsid w:val="00433BEC"/>
    <w:rsid w:val="004456BE"/>
    <w:rsid w:val="00451B64"/>
    <w:rsid w:val="0045314A"/>
    <w:rsid w:val="00455603"/>
    <w:rsid w:val="00456DE6"/>
    <w:rsid w:val="00460455"/>
    <w:rsid w:val="00466631"/>
    <w:rsid w:val="00466CF1"/>
    <w:rsid w:val="00470904"/>
    <w:rsid w:val="00472DDE"/>
    <w:rsid w:val="004730FF"/>
    <w:rsid w:val="00474CDB"/>
    <w:rsid w:val="00475EF5"/>
    <w:rsid w:val="00475F85"/>
    <w:rsid w:val="00477FEA"/>
    <w:rsid w:val="00480CF9"/>
    <w:rsid w:val="004811BB"/>
    <w:rsid w:val="00481A3E"/>
    <w:rsid w:val="00483F3B"/>
    <w:rsid w:val="00487176"/>
    <w:rsid w:val="00490BAB"/>
    <w:rsid w:val="00495087"/>
    <w:rsid w:val="00495233"/>
    <w:rsid w:val="00497691"/>
    <w:rsid w:val="004A0DA2"/>
    <w:rsid w:val="004A2506"/>
    <w:rsid w:val="004A2826"/>
    <w:rsid w:val="004A2CBA"/>
    <w:rsid w:val="004A3149"/>
    <w:rsid w:val="004A60BB"/>
    <w:rsid w:val="004A63FF"/>
    <w:rsid w:val="004A69B7"/>
    <w:rsid w:val="004A6B37"/>
    <w:rsid w:val="004B2061"/>
    <w:rsid w:val="004B6475"/>
    <w:rsid w:val="004C13F5"/>
    <w:rsid w:val="004C146C"/>
    <w:rsid w:val="004C3954"/>
    <w:rsid w:val="004C43C1"/>
    <w:rsid w:val="004C52C8"/>
    <w:rsid w:val="004C61E9"/>
    <w:rsid w:val="004C63CC"/>
    <w:rsid w:val="004C7384"/>
    <w:rsid w:val="004D04F0"/>
    <w:rsid w:val="004D19DD"/>
    <w:rsid w:val="004D29AA"/>
    <w:rsid w:val="004D30C2"/>
    <w:rsid w:val="004D4E6A"/>
    <w:rsid w:val="004D76B3"/>
    <w:rsid w:val="004D7C3E"/>
    <w:rsid w:val="004E0C69"/>
    <w:rsid w:val="004E127A"/>
    <w:rsid w:val="004E39D5"/>
    <w:rsid w:val="004E3ACE"/>
    <w:rsid w:val="004E5C44"/>
    <w:rsid w:val="004F19BA"/>
    <w:rsid w:val="004F2D2B"/>
    <w:rsid w:val="004F36D4"/>
    <w:rsid w:val="004F3B8B"/>
    <w:rsid w:val="004F3D43"/>
    <w:rsid w:val="004F5848"/>
    <w:rsid w:val="004F5C6A"/>
    <w:rsid w:val="004F6801"/>
    <w:rsid w:val="004F6974"/>
    <w:rsid w:val="005052ED"/>
    <w:rsid w:val="00506608"/>
    <w:rsid w:val="00512864"/>
    <w:rsid w:val="00512F1A"/>
    <w:rsid w:val="00514DD5"/>
    <w:rsid w:val="0052010F"/>
    <w:rsid w:val="00520669"/>
    <w:rsid w:val="005213F2"/>
    <w:rsid w:val="00521D6B"/>
    <w:rsid w:val="00522F16"/>
    <w:rsid w:val="0052313B"/>
    <w:rsid w:val="0052513B"/>
    <w:rsid w:val="00526536"/>
    <w:rsid w:val="00532DA1"/>
    <w:rsid w:val="005331F0"/>
    <w:rsid w:val="00537D1B"/>
    <w:rsid w:val="00544562"/>
    <w:rsid w:val="0055092E"/>
    <w:rsid w:val="00555EA8"/>
    <w:rsid w:val="00562871"/>
    <w:rsid w:val="005632AE"/>
    <w:rsid w:val="005678C2"/>
    <w:rsid w:val="00574F87"/>
    <w:rsid w:val="00576206"/>
    <w:rsid w:val="00580187"/>
    <w:rsid w:val="00586B8F"/>
    <w:rsid w:val="0058755D"/>
    <w:rsid w:val="00596407"/>
    <w:rsid w:val="005A29D0"/>
    <w:rsid w:val="005A6DDB"/>
    <w:rsid w:val="005C0D2E"/>
    <w:rsid w:val="005C0F27"/>
    <w:rsid w:val="005C5B93"/>
    <w:rsid w:val="005C68F1"/>
    <w:rsid w:val="005D0084"/>
    <w:rsid w:val="005D15EC"/>
    <w:rsid w:val="005D333E"/>
    <w:rsid w:val="005D7E39"/>
    <w:rsid w:val="005E1659"/>
    <w:rsid w:val="005E1AD6"/>
    <w:rsid w:val="005E3D8C"/>
    <w:rsid w:val="005E6236"/>
    <w:rsid w:val="005E70B4"/>
    <w:rsid w:val="005E7D77"/>
    <w:rsid w:val="005F1C74"/>
    <w:rsid w:val="005F2E75"/>
    <w:rsid w:val="005F397C"/>
    <w:rsid w:val="005F7BF6"/>
    <w:rsid w:val="006027D0"/>
    <w:rsid w:val="00604E1C"/>
    <w:rsid w:val="0061626D"/>
    <w:rsid w:val="00622EEE"/>
    <w:rsid w:val="006232B6"/>
    <w:rsid w:val="0062597B"/>
    <w:rsid w:val="00630B3D"/>
    <w:rsid w:val="00632199"/>
    <w:rsid w:val="00641581"/>
    <w:rsid w:val="006421E2"/>
    <w:rsid w:val="00642462"/>
    <w:rsid w:val="0064296A"/>
    <w:rsid w:val="00643FEC"/>
    <w:rsid w:val="00644EF5"/>
    <w:rsid w:val="006473B6"/>
    <w:rsid w:val="00654867"/>
    <w:rsid w:val="00660414"/>
    <w:rsid w:val="00666C12"/>
    <w:rsid w:val="0066792D"/>
    <w:rsid w:val="00671D29"/>
    <w:rsid w:val="00672450"/>
    <w:rsid w:val="00673A79"/>
    <w:rsid w:val="00677F9B"/>
    <w:rsid w:val="00681428"/>
    <w:rsid w:val="00684588"/>
    <w:rsid w:val="00686DF2"/>
    <w:rsid w:val="00687891"/>
    <w:rsid w:val="00687F39"/>
    <w:rsid w:val="006903C4"/>
    <w:rsid w:val="00695EE4"/>
    <w:rsid w:val="00696083"/>
    <w:rsid w:val="00696477"/>
    <w:rsid w:val="006A03B7"/>
    <w:rsid w:val="006A08D2"/>
    <w:rsid w:val="006A3410"/>
    <w:rsid w:val="006A5222"/>
    <w:rsid w:val="006B0CFC"/>
    <w:rsid w:val="006B194A"/>
    <w:rsid w:val="006B22CB"/>
    <w:rsid w:val="006B2C71"/>
    <w:rsid w:val="006B30A5"/>
    <w:rsid w:val="006B3A03"/>
    <w:rsid w:val="006B57D6"/>
    <w:rsid w:val="006B6B74"/>
    <w:rsid w:val="006B6E77"/>
    <w:rsid w:val="006B708E"/>
    <w:rsid w:val="006C5222"/>
    <w:rsid w:val="006C7B26"/>
    <w:rsid w:val="006D2F26"/>
    <w:rsid w:val="006D36B6"/>
    <w:rsid w:val="006D785A"/>
    <w:rsid w:val="006E229B"/>
    <w:rsid w:val="006F2277"/>
    <w:rsid w:val="006F22DF"/>
    <w:rsid w:val="006F6BFB"/>
    <w:rsid w:val="006F6E6B"/>
    <w:rsid w:val="007008E7"/>
    <w:rsid w:val="00700BED"/>
    <w:rsid w:val="00704F62"/>
    <w:rsid w:val="007070CA"/>
    <w:rsid w:val="00707D7E"/>
    <w:rsid w:val="00711051"/>
    <w:rsid w:val="00716489"/>
    <w:rsid w:val="007211E7"/>
    <w:rsid w:val="00722885"/>
    <w:rsid w:val="00722EF6"/>
    <w:rsid w:val="0072405A"/>
    <w:rsid w:val="00724C7E"/>
    <w:rsid w:val="00726039"/>
    <w:rsid w:val="00727790"/>
    <w:rsid w:val="00731792"/>
    <w:rsid w:val="007322C6"/>
    <w:rsid w:val="007356B3"/>
    <w:rsid w:val="007362E0"/>
    <w:rsid w:val="00737522"/>
    <w:rsid w:val="00742C53"/>
    <w:rsid w:val="00742D79"/>
    <w:rsid w:val="00745D36"/>
    <w:rsid w:val="0075321B"/>
    <w:rsid w:val="0075597D"/>
    <w:rsid w:val="00756D43"/>
    <w:rsid w:val="0075757A"/>
    <w:rsid w:val="00760F6E"/>
    <w:rsid w:val="00775045"/>
    <w:rsid w:val="00782E40"/>
    <w:rsid w:val="00783EF7"/>
    <w:rsid w:val="007860C0"/>
    <w:rsid w:val="00791E9D"/>
    <w:rsid w:val="0079228A"/>
    <w:rsid w:val="0079287A"/>
    <w:rsid w:val="007933FC"/>
    <w:rsid w:val="00795430"/>
    <w:rsid w:val="00795FC6"/>
    <w:rsid w:val="007A570B"/>
    <w:rsid w:val="007A7FF0"/>
    <w:rsid w:val="007B0F32"/>
    <w:rsid w:val="007B1E7A"/>
    <w:rsid w:val="007B343C"/>
    <w:rsid w:val="007B54DA"/>
    <w:rsid w:val="007B69DC"/>
    <w:rsid w:val="007C30DE"/>
    <w:rsid w:val="007C3588"/>
    <w:rsid w:val="007C3593"/>
    <w:rsid w:val="007C4FFD"/>
    <w:rsid w:val="007C7063"/>
    <w:rsid w:val="007D3EA3"/>
    <w:rsid w:val="007D5333"/>
    <w:rsid w:val="007D5343"/>
    <w:rsid w:val="007D5886"/>
    <w:rsid w:val="007E14E8"/>
    <w:rsid w:val="007E3B7B"/>
    <w:rsid w:val="007E6DFD"/>
    <w:rsid w:val="007E7143"/>
    <w:rsid w:val="007F1BC8"/>
    <w:rsid w:val="007F28E6"/>
    <w:rsid w:val="007F2979"/>
    <w:rsid w:val="00801CCA"/>
    <w:rsid w:val="008035EA"/>
    <w:rsid w:val="008068E1"/>
    <w:rsid w:val="008108D8"/>
    <w:rsid w:val="00816EA9"/>
    <w:rsid w:val="00822DEF"/>
    <w:rsid w:val="008248FF"/>
    <w:rsid w:val="00825079"/>
    <w:rsid w:val="008300AE"/>
    <w:rsid w:val="008331B9"/>
    <w:rsid w:val="0083378E"/>
    <w:rsid w:val="00835A96"/>
    <w:rsid w:val="008406A0"/>
    <w:rsid w:val="00842772"/>
    <w:rsid w:val="00842D41"/>
    <w:rsid w:val="00846341"/>
    <w:rsid w:val="0084667C"/>
    <w:rsid w:val="00846A96"/>
    <w:rsid w:val="00850513"/>
    <w:rsid w:val="00851B6D"/>
    <w:rsid w:val="008555A7"/>
    <w:rsid w:val="00860CD2"/>
    <w:rsid w:val="0086315A"/>
    <w:rsid w:val="008667FA"/>
    <w:rsid w:val="0086715C"/>
    <w:rsid w:val="008721B3"/>
    <w:rsid w:val="008754A3"/>
    <w:rsid w:val="00877D97"/>
    <w:rsid w:val="00880618"/>
    <w:rsid w:val="00881EFD"/>
    <w:rsid w:val="0088630F"/>
    <w:rsid w:val="00887716"/>
    <w:rsid w:val="0089026E"/>
    <w:rsid w:val="00893925"/>
    <w:rsid w:val="00893B6D"/>
    <w:rsid w:val="00897069"/>
    <w:rsid w:val="008A12B0"/>
    <w:rsid w:val="008A1957"/>
    <w:rsid w:val="008A31C9"/>
    <w:rsid w:val="008A3D81"/>
    <w:rsid w:val="008A61E2"/>
    <w:rsid w:val="008B09D6"/>
    <w:rsid w:val="008B199E"/>
    <w:rsid w:val="008B4E6A"/>
    <w:rsid w:val="008B6F1B"/>
    <w:rsid w:val="008C34EF"/>
    <w:rsid w:val="008C4D6A"/>
    <w:rsid w:val="008C4F74"/>
    <w:rsid w:val="008C5F60"/>
    <w:rsid w:val="008C78DF"/>
    <w:rsid w:val="008D0076"/>
    <w:rsid w:val="008D28C8"/>
    <w:rsid w:val="008D541D"/>
    <w:rsid w:val="008D55A1"/>
    <w:rsid w:val="008D5EEC"/>
    <w:rsid w:val="008D6FB6"/>
    <w:rsid w:val="008E05BD"/>
    <w:rsid w:val="008E1D6A"/>
    <w:rsid w:val="008E7DB6"/>
    <w:rsid w:val="008F0F8F"/>
    <w:rsid w:val="008F19BA"/>
    <w:rsid w:val="008F280C"/>
    <w:rsid w:val="008F2C5C"/>
    <w:rsid w:val="008F7625"/>
    <w:rsid w:val="00900DF4"/>
    <w:rsid w:val="00904243"/>
    <w:rsid w:val="00905658"/>
    <w:rsid w:val="00905E95"/>
    <w:rsid w:val="00907DD7"/>
    <w:rsid w:val="00910E05"/>
    <w:rsid w:val="00912EE6"/>
    <w:rsid w:val="00921C02"/>
    <w:rsid w:val="00921C22"/>
    <w:rsid w:val="00921E6F"/>
    <w:rsid w:val="00922B1F"/>
    <w:rsid w:val="00926292"/>
    <w:rsid w:val="00933AC0"/>
    <w:rsid w:val="00936D43"/>
    <w:rsid w:val="0094644D"/>
    <w:rsid w:val="00952A73"/>
    <w:rsid w:val="00954490"/>
    <w:rsid w:val="00954542"/>
    <w:rsid w:val="00960D6E"/>
    <w:rsid w:val="009617C6"/>
    <w:rsid w:val="00961A0D"/>
    <w:rsid w:val="00962F1D"/>
    <w:rsid w:val="0097096B"/>
    <w:rsid w:val="00970F36"/>
    <w:rsid w:val="00980DE3"/>
    <w:rsid w:val="009845A4"/>
    <w:rsid w:val="00987336"/>
    <w:rsid w:val="00987E7B"/>
    <w:rsid w:val="009915CF"/>
    <w:rsid w:val="0099576A"/>
    <w:rsid w:val="00997F6F"/>
    <w:rsid w:val="009A2E8A"/>
    <w:rsid w:val="009A45CA"/>
    <w:rsid w:val="009A4A4D"/>
    <w:rsid w:val="009A4FDB"/>
    <w:rsid w:val="009A5922"/>
    <w:rsid w:val="009B1A1C"/>
    <w:rsid w:val="009B25E8"/>
    <w:rsid w:val="009B2B18"/>
    <w:rsid w:val="009C15A1"/>
    <w:rsid w:val="009C2295"/>
    <w:rsid w:val="009C39B5"/>
    <w:rsid w:val="009C3DD8"/>
    <w:rsid w:val="009D274A"/>
    <w:rsid w:val="009D31C7"/>
    <w:rsid w:val="009D57BA"/>
    <w:rsid w:val="009E4029"/>
    <w:rsid w:val="009E4FEA"/>
    <w:rsid w:val="009E5523"/>
    <w:rsid w:val="009F20BA"/>
    <w:rsid w:val="009F6B3E"/>
    <w:rsid w:val="009F7DDE"/>
    <w:rsid w:val="00A000D7"/>
    <w:rsid w:val="00A002C7"/>
    <w:rsid w:val="00A03D70"/>
    <w:rsid w:val="00A1273A"/>
    <w:rsid w:val="00A1382A"/>
    <w:rsid w:val="00A1505C"/>
    <w:rsid w:val="00A17CED"/>
    <w:rsid w:val="00A2001B"/>
    <w:rsid w:val="00A20D15"/>
    <w:rsid w:val="00A21585"/>
    <w:rsid w:val="00A21951"/>
    <w:rsid w:val="00A224CD"/>
    <w:rsid w:val="00A23112"/>
    <w:rsid w:val="00A25984"/>
    <w:rsid w:val="00A25C6F"/>
    <w:rsid w:val="00A3109F"/>
    <w:rsid w:val="00A3143A"/>
    <w:rsid w:val="00A3164E"/>
    <w:rsid w:val="00A335C5"/>
    <w:rsid w:val="00A3396F"/>
    <w:rsid w:val="00A33B79"/>
    <w:rsid w:val="00A343ED"/>
    <w:rsid w:val="00A351D4"/>
    <w:rsid w:val="00A40069"/>
    <w:rsid w:val="00A4154C"/>
    <w:rsid w:val="00A50428"/>
    <w:rsid w:val="00A508A9"/>
    <w:rsid w:val="00A50CAB"/>
    <w:rsid w:val="00A5145C"/>
    <w:rsid w:val="00A53429"/>
    <w:rsid w:val="00A5506A"/>
    <w:rsid w:val="00A552F0"/>
    <w:rsid w:val="00A55FB3"/>
    <w:rsid w:val="00A57ED4"/>
    <w:rsid w:val="00A63230"/>
    <w:rsid w:val="00A72C38"/>
    <w:rsid w:val="00A74E95"/>
    <w:rsid w:val="00A7533E"/>
    <w:rsid w:val="00A7585D"/>
    <w:rsid w:val="00A813CE"/>
    <w:rsid w:val="00A81D95"/>
    <w:rsid w:val="00A84EFE"/>
    <w:rsid w:val="00A8733F"/>
    <w:rsid w:val="00A9101E"/>
    <w:rsid w:val="00A93A2E"/>
    <w:rsid w:val="00AA21BB"/>
    <w:rsid w:val="00AA27EB"/>
    <w:rsid w:val="00AA2C1F"/>
    <w:rsid w:val="00AA62EF"/>
    <w:rsid w:val="00AB2494"/>
    <w:rsid w:val="00AB2E92"/>
    <w:rsid w:val="00AB3BC5"/>
    <w:rsid w:val="00AB7E76"/>
    <w:rsid w:val="00AC3F81"/>
    <w:rsid w:val="00AC5241"/>
    <w:rsid w:val="00AC6F04"/>
    <w:rsid w:val="00AD0BAA"/>
    <w:rsid w:val="00AD5808"/>
    <w:rsid w:val="00AE461B"/>
    <w:rsid w:val="00AE5E34"/>
    <w:rsid w:val="00AE7F34"/>
    <w:rsid w:val="00AF0CDF"/>
    <w:rsid w:val="00AF5074"/>
    <w:rsid w:val="00AF543B"/>
    <w:rsid w:val="00AF550D"/>
    <w:rsid w:val="00AF5951"/>
    <w:rsid w:val="00AF5E9B"/>
    <w:rsid w:val="00AF74B7"/>
    <w:rsid w:val="00B02433"/>
    <w:rsid w:val="00B02A7A"/>
    <w:rsid w:val="00B04CEE"/>
    <w:rsid w:val="00B05173"/>
    <w:rsid w:val="00B101E4"/>
    <w:rsid w:val="00B10412"/>
    <w:rsid w:val="00B13144"/>
    <w:rsid w:val="00B151BF"/>
    <w:rsid w:val="00B22BE6"/>
    <w:rsid w:val="00B238FA"/>
    <w:rsid w:val="00B25851"/>
    <w:rsid w:val="00B2627D"/>
    <w:rsid w:val="00B270A9"/>
    <w:rsid w:val="00B34144"/>
    <w:rsid w:val="00B40AE1"/>
    <w:rsid w:val="00B4591B"/>
    <w:rsid w:val="00B578B3"/>
    <w:rsid w:val="00B57900"/>
    <w:rsid w:val="00B57D25"/>
    <w:rsid w:val="00B61448"/>
    <w:rsid w:val="00B61E98"/>
    <w:rsid w:val="00B622C7"/>
    <w:rsid w:val="00B62C7B"/>
    <w:rsid w:val="00B62E37"/>
    <w:rsid w:val="00B655AF"/>
    <w:rsid w:val="00B65F94"/>
    <w:rsid w:val="00B70E31"/>
    <w:rsid w:val="00B80CAA"/>
    <w:rsid w:val="00B84A97"/>
    <w:rsid w:val="00B85BDF"/>
    <w:rsid w:val="00B8788A"/>
    <w:rsid w:val="00B90871"/>
    <w:rsid w:val="00B908BE"/>
    <w:rsid w:val="00B94A92"/>
    <w:rsid w:val="00B959EE"/>
    <w:rsid w:val="00B96411"/>
    <w:rsid w:val="00BA5999"/>
    <w:rsid w:val="00BA5AF0"/>
    <w:rsid w:val="00BB200B"/>
    <w:rsid w:val="00BB2A1E"/>
    <w:rsid w:val="00BB4003"/>
    <w:rsid w:val="00BC3210"/>
    <w:rsid w:val="00BC5F38"/>
    <w:rsid w:val="00BC6005"/>
    <w:rsid w:val="00BC6586"/>
    <w:rsid w:val="00BC7669"/>
    <w:rsid w:val="00BC7A1D"/>
    <w:rsid w:val="00BD308D"/>
    <w:rsid w:val="00BD7775"/>
    <w:rsid w:val="00BE2F0D"/>
    <w:rsid w:val="00BE2F5D"/>
    <w:rsid w:val="00BE52F2"/>
    <w:rsid w:val="00BE56CA"/>
    <w:rsid w:val="00BE67BE"/>
    <w:rsid w:val="00BE6F85"/>
    <w:rsid w:val="00BF1877"/>
    <w:rsid w:val="00C032ED"/>
    <w:rsid w:val="00C0652E"/>
    <w:rsid w:val="00C06B50"/>
    <w:rsid w:val="00C10FD5"/>
    <w:rsid w:val="00C14293"/>
    <w:rsid w:val="00C17785"/>
    <w:rsid w:val="00C17C5D"/>
    <w:rsid w:val="00C24D8A"/>
    <w:rsid w:val="00C301DA"/>
    <w:rsid w:val="00C304BB"/>
    <w:rsid w:val="00C3067D"/>
    <w:rsid w:val="00C313F2"/>
    <w:rsid w:val="00C32150"/>
    <w:rsid w:val="00C330BA"/>
    <w:rsid w:val="00C36F1C"/>
    <w:rsid w:val="00C4086D"/>
    <w:rsid w:val="00C42C8E"/>
    <w:rsid w:val="00C44783"/>
    <w:rsid w:val="00C45907"/>
    <w:rsid w:val="00C45ABF"/>
    <w:rsid w:val="00C466B4"/>
    <w:rsid w:val="00C50070"/>
    <w:rsid w:val="00C518D4"/>
    <w:rsid w:val="00C52BD4"/>
    <w:rsid w:val="00C52CEF"/>
    <w:rsid w:val="00C57FBC"/>
    <w:rsid w:val="00C61DBF"/>
    <w:rsid w:val="00C657DA"/>
    <w:rsid w:val="00C66DDE"/>
    <w:rsid w:val="00C70313"/>
    <w:rsid w:val="00C74E29"/>
    <w:rsid w:val="00C80AA2"/>
    <w:rsid w:val="00C832FB"/>
    <w:rsid w:val="00C8500A"/>
    <w:rsid w:val="00C8736D"/>
    <w:rsid w:val="00C90DCF"/>
    <w:rsid w:val="00C94ED3"/>
    <w:rsid w:val="00CA11A8"/>
    <w:rsid w:val="00CA267E"/>
    <w:rsid w:val="00CA308E"/>
    <w:rsid w:val="00CA3628"/>
    <w:rsid w:val="00CB16FA"/>
    <w:rsid w:val="00CB4839"/>
    <w:rsid w:val="00CB5D46"/>
    <w:rsid w:val="00CB7775"/>
    <w:rsid w:val="00CC0EB3"/>
    <w:rsid w:val="00CC1119"/>
    <w:rsid w:val="00CC1967"/>
    <w:rsid w:val="00CC1BEC"/>
    <w:rsid w:val="00CC3D59"/>
    <w:rsid w:val="00CC4D59"/>
    <w:rsid w:val="00CC5031"/>
    <w:rsid w:val="00CC6607"/>
    <w:rsid w:val="00CC76F5"/>
    <w:rsid w:val="00CC7C65"/>
    <w:rsid w:val="00CD1000"/>
    <w:rsid w:val="00CD3776"/>
    <w:rsid w:val="00CD553C"/>
    <w:rsid w:val="00CD7584"/>
    <w:rsid w:val="00CE1AC5"/>
    <w:rsid w:val="00CE3E9F"/>
    <w:rsid w:val="00CE422F"/>
    <w:rsid w:val="00CE5415"/>
    <w:rsid w:val="00CE5985"/>
    <w:rsid w:val="00CF0F03"/>
    <w:rsid w:val="00CF1348"/>
    <w:rsid w:val="00CF3501"/>
    <w:rsid w:val="00CF525B"/>
    <w:rsid w:val="00CF6F0D"/>
    <w:rsid w:val="00D02E2F"/>
    <w:rsid w:val="00D0405B"/>
    <w:rsid w:val="00D05DCB"/>
    <w:rsid w:val="00D05E61"/>
    <w:rsid w:val="00D07A15"/>
    <w:rsid w:val="00D1265B"/>
    <w:rsid w:val="00D14778"/>
    <w:rsid w:val="00D14C78"/>
    <w:rsid w:val="00D14D37"/>
    <w:rsid w:val="00D15107"/>
    <w:rsid w:val="00D15623"/>
    <w:rsid w:val="00D16352"/>
    <w:rsid w:val="00D1758B"/>
    <w:rsid w:val="00D17801"/>
    <w:rsid w:val="00D228E0"/>
    <w:rsid w:val="00D22FF0"/>
    <w:rsid w:val="00D256AF"/>
    <w:rsid w:val="00D262A9"/>
    <w:rsid w:val="00D27949"/>
    <w:rsid w:val="00D305DC"/>
    <w:rsid w:val="00D31800"/>
    <w:rsid w:val="00D32FF2"/>
    <w:rsid w:val="00D3575B"/>
    <w:rsid w:val="00D368B1"/>
    <w:rsid w:val="00D41726"/>
    <w:rsid w:val="00D43C31"/>
    <w:rsid w:val="00D52C6F"/>
    <w:rsid w:val="00D55C1A"/>
    <w:rsid w:val="00D57636"/>
    <w:rsid w:val="00D62EE3"/>
    <w:rsid w:val="00D634AE"/>
    <w:rsid w:val="00D63EDE"/>
    <w:rsid w:val="00D6503F"/>
    <w:rsid w:val="00D66A36"/>
    <w:rsid w:val="00D67AC4"/>
    <w:rsid w:val="00D71B49"/>
    <w:rsid w:val="00D75580"/>
    <w:rsid w:val="00D81870"/>
    <w:rsid w:val="00D83AA2"/>
    <w:rsid w:val="00D869DC"/>
    <w:rsid w:val="00D8768B"/>
    <w:rsid w:val="00D87F03"/>
    <w:rsid w:val="00D90209"/>
    <w:rsid w:val="00D92123"/>
    <w:rsid w:val="00D95009"/>
    <w:rsid w:val="00D96BDB"/>
    <w:rsid w:val="00DA1183"/>
    <w:rsid w:val="00DA23E4"/>
    <w:rsid w:val="00DA2605"/>
    <w:rsid w:val="00DA3A7B"/>
    <w:rsid w:val="00DA3F5B"/>
    <w:rsid w:val="00DA466F"/>
    <w:rsid w:val="00DA4B94"/>
    <w:rsid w:val="00DA66FF"/>
    <w:rsid w:val="00DB5734"/>
    <w:rsid w:val="00DC2B56"/>
    <w:rsid w:val="00DC2DC8"/>
    <w:rsid w:val="00DC4258"/>
    <w:rsid w:val="00DD1417"/>
    <w:rsid w:val="00DD1CAD"/>
    <w:rsid w:val="00DD1CBF"/>
    <w:rsid w:val="00DD721B"/>
    <w:rsid w:val="00DD75F1"/>
    <w:rsid w:val="00DD7720"/>
    <w:rsid w:val="00DE03E0"/>
    <w:rsid w:val="00DE04F6"/>
    <w:rsid w:val="00DE147E"/>
    <w:rsid w:val="00DE2DC2"/>
    <w:rsid w:val="00DE3E6E"/>
    <w:rsid w:val="00DE431E"/>
    <w:rsid w:val="00DE4B3F"/>
    <w:rsid w:val="00DE5D56"/>
    <w:rsid w:val="00DE7B47"/>
    <w:rsid w:val="00DF08A9"/>
    <w:rsid w:val="00DF57DF"/>
    <w:rsid w:val="00DF5BD0"/>
    <w:rsid w:val="00DF7381"/>
    <w:rsid w:val="00E0083E"/>
    <w:rsid w:val="00E031FF"/>
    <w:rsid w:val="00E03B4D"/>
    <w:rsid w:val="00E12224"/>
    <w:rsid w:val="00E126C6"/>
    <w:rsid w:val="00E13741"/>
    <w:rsid w:val="00E14D32"/>
    <w:rsid w:val="00E2027E"/>
    <w:rsid w:val="00E21E19"/>
    <w:rsid w:val="00E2355E"/>
    <w:rsid w:val="00E24044"/>
    <w:rsid w:val="00E24904"/>
    <w:rsid w:val="00E3227B"/>
    <w:rsid w:val="00E359FA"/>
    <w:rsid w:val="00E370F5"/>
    <w:rsid w:val="00E37EC9"/>
    <w:rsid w:val="00E400E6"/>
    <w:rsid w:val="00E411C4"/>
    <w:rsid w:val="00E4148E"/>
    <w:rsid w:val="00E450BE"/>
    <w:rsid w:val="00E45D49"/>
    <w:rsid w:val="00E46F34"/>
    <w:rsid w:val="00E47D94"/>
    <w:rsid w:val="00E506E5"/>
    <w:rsid w:val="00E515B0"/>
    <w:rsid w:val="00E52700"/>
    <w:rsid w:val="00E53AD4"/>
    <w:rsid w:val="00E57841"/>
    <w:rsid w:val="00E603B3"/>
    <w:rsid w:val="00E65C34"/>
    <w:rsid w:val="00E65F0F"/>
    <w:rsid w:val="00E675E3"/>
    <w:rsid w:val="00E70017"/>
    <w:rsid w:val="00E71123"/>
    <w:rsid w:val="00E80F35"/>
    <w:rsid w:val="00E83BAD"/>
    <w:rsid w:val="00E83DC9"/>
    <w:rsid w:val="00E925E1"/>
    <w:rsid w:val="00E965F1"/>
    <w:rsid w:val="00EA48FD"/>
    <w:rsid w:val="00EA7975"/>
    <w:rsid w:val="00EB0690"/>
    <w:rsid w:val="00EB4E34"/>
    <w:rsid w:val="00EC2B44"/>
    <w:rsid w:val="00EC46AF"/>
    <w:rsid w:val="00EC5844"/>
    <w:rsid w:val="00EC7E25"/>
    <w:rsid w:val="00ED2A00"/>
    <w:rsid w:val="00ED4AC9"/>
    <w:rsid w:val="00ED5220"/>
    <w:rsid w:val="00ED6988"/>
    <w:rsid w:val="00ED6C05"/>
    <w:rsid w:val="00EE0AFE"/>
    <w:rsid w:val="00EE0F80"/>
    <w:rsid w:val="00EE2DC7"/>
    <w:rsid w:val="00EE46EA"/>
    <w:rsid w:val="00EE6526"/>
    <w:rsid w:val="00EE6E61"/>
    <w:rsid w:val="00EF12C0"/>
    <w:rsid w:val="00EF25F3"/>
    <w:rsid w:val="00EF6A81"/>
    <w:rsid w:val="00F03C76"/>
    <w:rsid w:val="00F04407"/>
    <w:rsid w:val="00F07F71"/>
    <w:rsid w:val="00F11918"/>
    <w:rsid w:val="00F142C3"/>
    <w:rsid w:val="00F24A94"/>
    <w:rsid w:val="00F30500"/>
    <w:rsid w:val="00F30505"/>
    <w:rsid w:val="00F314BE"/>
    <w:rsid w:val="00F32A33"/>
    <w:rsid w:val="00F3327C"/>
    <w:rsid w:val="00F3420B"/>
    <w:rsid w:val="00F3767D"/>
    <w:rsid w:val="00F37F97"/>
    <w:rsid w:val="00F40EBD"/>
    <w:rsid w:val="00F4206B"/>
    <w:rsid w:val="00F43651"/>
    <w:rsid w:val="00F4557F"/>
    <w:rsid w:val="00F464F1"/>
    <w:rsid w:val="00F46C6B"/>
    <w:rsid w:val="00F502AA"/>
    <w:rsid w:val="00F551FC"/>
    <w:rsid w:val="00F561C0"/>
    <w:rsid w:val="00F573BD"/>
    <w:rsid w:val="00F57B08"/>
    <w:rsid w:val="00F60608"/>
    <w:rsid w:val="00F64780"/>
    <w:rsid w:val="00F647FA"/>
    <w:rsid w:val="00F662FF"/>
    <w:rsid w:val="00F7289F"/>
    <w:rsid w:val="00F7378C"/>
    <w:rsid w:val="00F7448B"/>
    <w:rsid w:val="00F744DD"/>
    <w:rsid w:val="00F8272A"/>
    <w:rsid w:val="00F82931"/>
    <w:rsid w:val="00F83E7A"/>
    <w:rsid w:val="00F84558"/>
    <w:rsid w:val="00F87368"/>
    <w:rsid w:val="00F96E23"/>
    <w:rsid w:val="00F97316"/>
    <w:rsid w:val="00FA0595"/>
    <w:rsid w:val="00FA0E32"/>
    <w:rsid w:val="00FA1A92"/>
    <w:rsid w:val="00FA449E"/>
    <w:rsid w:val="00FA4C69"/>
    <w:rsid w:val="00FA78FD"/>
    <w:rsid w:val="00FB1D8F"/>
    <w:rsid w:val="00FB3688"/>
    <w:rsid w:val="00FC14C2"/>
    <w:rsid w:val="00FC195A"/>
    <w:rsid w:val="00FC4460"/>
    <w:rsid w:val="00FC4958"/>
    <w:rsid w:val="00FC73D2"/>
    <w:rsid w:val="00FD01ED"/>
    <w:rsid w:val="00FD2D22"/>
    <w:rsid w:val="00FD516A"/>
    <w:rsid w:val="00FD6706"/>
    <w:rsid w:val="00FE09CB"/>
    <w:rsid w:val="00FE640E"/>
    <w:rsid w:val="00FF1703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  <w:lang w:eastAsia="en-AU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D634AE"/>
    <w:rPr>
      <w:rFonts w:ascii="Arial" w:hAnsi="Arial"/>
      <w:sz w:val="18"/>
      <w:szCs w:val="19"/>
      <w:lang w:eastAsia="en-US"/>
    </w:rPr>
  </w:style>
  <w:style w:type="paragraph" w:customStyle="1" w:styleId="Tabletext">
    <w:name w:val="Table text"/>
    <w:link w:val="TabletextCharChar"/>
    <w:rsid w:val="00D634AE"/>
    <w:pPr>
      <w:spacing w:after="40" w:line="220" w:lineRule="atLeast"/>
    </w:pPr>
    <w:rPr>
      <w:rFonts w:ascii="Arial" w:hAnsi="Arial"/>
      <w:sz w:val="18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link w:val="TableheadChar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D634AE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55EA8"/>
    <w:pPr>
      <w:keepNext/>
      <w:shd w:val="clear" w:color="auto" w:fill="FFF1D9"/>
      <w:spacing w:before="40" w:line="240" w:lineRule="auto"/>
    </w:pPr>
    <w:rPr>
      <w:szCs w:val="21"/>
      <w:lang w:eastAsia="en-AU"/>
    </w:rPr>
  </w:style>
  <w:style w:type="character" w:customStyle="1" w:styleId="InstructionsChar">
    <w:name w:val="Instructions Char"/>
    <w:link w:val="Instructions"/>
    <w:rsid w:val="00555EA8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  <w:lang w:eastAsia="en-AU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9845A4"/>
    <w:pPr>
      <w:spacing w:before="0" w:after="8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9845A4"/>
    <w:pPr>
      <w:spacing w:before="0" w:after="8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9845A4"/>
    <w:rPr>
      <w:rFonts w:ascii="Arial" w:hAnsi="Arial"/>
      <w:color w:val="00948D"/>
      <w:sz w:val="40"/>
      <w:szCs w:val="40"/>
      <w:lang w:eastAsia="en-US"/>
    </w:rPr>
  </w:style>
  <w:style w:type="character" w:customStyle="1" w:styleId="StudentnameChar">
    <w:name w:val="Student name Char"/>
    <w:link w:val="Studentname"/>
    <w:locked/>
    <w:rsid w:val="009845A4"/>
    <w:rPr>
      <w:rFonts w:ascii="Arial" w:hAnsi="Arial" w:cs="Arial"/>
      <w:sz w:val="22"/>
      <w:szCs w:val="22"/>
    </w:rPr>
  </w:style>
  <w:style w:type="paragraph" w:customStyle="1" w:styleId="Studentname">
    <w:name w:val="Student name"/>
    <w:basedOn w:val="Normal"/>
    <w:link w:val="StudentnameChar"/>
    <w:rsid w:val="009845A4"/>
    <w:pPr>
      <w:tabs>
        <w:tab w:val="right" w:leader="dot" w:pos="4752"/>
      </w:tabs>
      <w:spacing w:before="0" w:after="120" w:line="240" w:lineRule="auto"/>
    </w:pPr>
    <w:rPr>
      <w:rFonts w:cs="Arial"/>
      <w:sz w:val="22"/>
      <w:szCs w:val="22"/>
      <w:lang w:eastAsia="en-AU"/>
    </w:rPr>
  </w:style>
  <w:style w:type="paragraph" w:customStyle="1" w:styleId="Copyright">
    <w:name w:val="Copyright"/>
    <w:basedOn w:val="Normal"/>
    <w:qFormat/>
    <w:rsid w:val="009845A4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D634AE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  <w:style w:type="character" w:customStyle="1" w:styleId="Publishingnote">
    <w:name w:val="Publishing note"/>
    <w:rsid w:val="008B199E"/>
    <w:rPr>
      <w:rFonts w:ascii="Arial" w:hAnsi="Arial"/>
      <w:b/>
      <w:i/>
      <w:color w:val="FF0000"/>
      <w:sz w:val="18"/>
      <w:szCs w:val="18"/>
    </w:rPr>
  </w:style>
  <w:style w:type="paragraph" w:customStyle="1" w:styleId="Default">
    <w:name w:val="Default"/>
    <w:rsid w:val="00521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ableheadChar">
    <w:name w:val="Table head Char"/>
    <w:basedOn w:val="DefaultParagraphFont"/>
    <w:link w:val="Tablehead"/>
    <w:rsid w:val="003D70F1"/>
    <w:rPr>
      <w:rFonts w:ascii="Arial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  <w:lang w:eastAsia="en-AU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D634AE"/>
    <w:rPr>
      <w:rFonts w:ascii="Arial" w:hAnsi="Arial"/>
      <w:sz w:val="18"/>
      <w:szCs w:val="19"/>
      <w:lang w:eastAsia="en-US"/>
    </w:rPr>
  </w:style>
  <w:style w:type="paragraph" w:customStyle="1" w:styleId="Tabletext">
    <w:name w:val="Table text"/>
    <w:link w:val="TabletextCharChar"/>
    <w:rsid w:val="00D634AE"/>
    <w:pPr>
      <w:spacing w:after="40" w:line="220" w:lineRule="atLeast"/>
    </w:pPr>
    <w:rPr>
      <w:rFonts w:ascii="Arial" w:hAnsi="Arial"/>
      <w:sz w:val="18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link w:val="TableheadChar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D634AE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55EA8"/>
    <w:pPr>
      <w:keepNext/>
      <w:shd w:val="clear" w:color="auto" w:fill="FFF1D9"/>
      <w:spacing w:before="40" w:line="240" w:lineRule="auto"/>
    </w:pPr>
    <w:rPr>
      <w:szCs w:val="21"/>
      <w:lang w:eastAsia="en-AU"/>
    </w:rPr>
  </w:style>
  <w:style w:type="character" w:customStyle="1" w:styleId="InstructionsChar">
    <w:name w:val="Instructions Char"/>
    <w:link w:val="Instructions"/>
    <w:rsid w:val="00555EA8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  <w:lang w:eastAsia="en-AU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9845A4"/>
    <w:pPr>
      <w:spacing w:before="0" w:after="8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9845A4"/>
    <w:pPr>
      <w:spacing w:before="0" w:after="8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9845A4"/>
    <w:rPr>
      <w:rFonts w:ascii="Arial" w:hAnsi="Arial"/>
      <w:color w:val="00948D"/>
      <w:sz w:val="40"/>
      <w:szCs w:val="40"/>
      <w:lang w:eastAsia="en-US"/>
    </w:rPr>
  </w:style>
  <w:style w:type="character" w:customStyle="1" w:styleId="StudentnameChar">
    <w:name w:val="Student name Char"/>
    <w:link w:val="Studentname"/>
    <w:locked/>
    <w:rsid w:val="009845A4"/>
    <w:rPr>
      <w:rFonts w:ascii="Arial" w:hAnsi="Arial" w:cs="Arial"/>
      <w:sz w:val="22"/>
      <w:szCs w:val="22"/>
    </w:rPr>
  </w:style>
  <w:style w:type="paragraph" w:customStyle="1" w:styleId="Studentname">
    <w:name w:val="Student name"/>
    <w:basedOn w:val="Normal"/>
    <w:link w:val="StudentnameChar"/>
    <w:rsid w:val="009845A4"/>
    <w:pPr>
      <w:tabs>
        <w:tab w:val="right" w:leader="dot" w:pos="4752"/>
      </w:tabs>
      <w:spacing w:before="0" w:after="120" w:line="240" w:lineRule="auto"/>
    </w:pPr>
    <w:rPr>
      <w:rFonts w:cs="Arial"/>
      <w:sz w:val="22"/>
      <w:szCs w:val="22"/>
      <w:lang w:eastAsia="en-AU"/>
    </w:rPr>
  </w:style>
  <w:style w:type="paragraph" w:customStyle="1" w:styleId="Copyright">
    <w:name w:val="Copyright"/>
    <w:basedOn w:val="Normal"/>
    <w:qFormat/>
    <w:rsid w:val="009845A4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D634AE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  <w:style w:type="character" w:customStyle="1" w:styleId="Publishingnote">
    <w:name w:val="Publishing note"/>
    <w:rsid w:val="008B199E"/>
    <w:rPr>
      <w:rFonts w:ascii="Arial" w:hAnsi="Arial"/>
      <w:b/>
      <w:i/>
      <w:color w:val="FF0000"/>
      <w:sz w:val="18"/>
      <w:szCs w:val="18"/>
    </w:rPr>
  </w:style>
  <w:style w:type="paragraph" w:customStyle="1" w:styleId="Default">
    <w:name w:val="Default"/>
    <w:rsid w:val="00521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ableheadChar">
    <w:name w:val="Table head Char"/>
    <w:basedOn w:val="DefaultParagraphFont"/>
    <w:link w:val="Tablehead"/>
    <w:rsid w:val="003D70F1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QSA%202013\Templates\ac_maths_tss_matrix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EA10C-2607-4CBB-9DC5-C74A62173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ac_maths_tss_matrix_v20.dotx</Template>
  <TotalTime>624</TotalTime>
  <Pages>1</Pages>
  <Words>419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task-specific standards matrix</vt:lpstr>
    </vt:vector>
  </TitlesOfParts>
  <Company>Queensland Studies Authority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task-specific standards matrix</dc:title>
  <dc:subject>Assessment</dc:subject>
  <dc:creator>Greg</dc:creator>
  <cp:keywords>Sample assessment</cp:keywords>
  <cp:lastModifiedBy>Publishing</cp:lastModifiedBy>
  <cp:revision>29</cp:revision>
  <cp:lastPrinted>2013-03-04T00:20:00Z</cp:lastPrinted>
  <dcterms:created xsi:type="dcterms:W3CDTF">2013-06-12T11:52:00Z</dcterms:created>
  <dcterms:modified xsi:type="dcterms:W3CDTF">2014-03-16T23:51:00Z</dcterms:modified>
  <cp:category>Australian Curriculum</cp:category>
</cp:coreProperties>
</file>