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711E" w:rsidRPr="003E3F04" w:rsidRDefault="0037711E" w:rsidP="003E3F04">
      <w:pPr>
        <w:pStyle w:val="Heading5"/>
        <w:spacing w:after="120"/>
        <w:rPr>
          <w:rFonts w:eastAsia="Arial Unicode MS"/>
          <w:b w:val="0"/>
          <w:i w:val="0"/>
        </w:rPr>
      </w:pPr>
      <w:bookmarkStart w:id="0" w:name="_GoBack"/>
      <w:bookmarkEnd w:id="0"/>
      <w:proofErr w:type="gramStart"/>
      <w:r w:rsidRPr="003E3F04">
        <w:rPr>
          <w:rFonts w:eastAsia="Arial Unicode MS"/>
          <w:i w:val="0"/>
        </w:rPr>
        <w:t>Purpose of assessment:</w:t>
      </w:r>
      <w:r w:rsidRPr="003E3F04">
        <w:rPr>
          <w:rFonts w:eastAsia="Arial Unicode MS"/>
          <w:b w:val="0"/>
          <w:i w:val="0"/>
        </w:rPr>
        <w:t xml:space="preserve"> </w:t>
      </w:r>
      <w:r w:rsidR="00BA6E5A" w:rsidRPr="003E3F04">
        <w:rPr>
          <w:rFonts w:eastAsia="Arial Unicode MS"/>
          <w:b w:val="0"/>
          <w:i w:val="0"/>
        </w:rPr>
        <w:t>To use world rec</w:t>
      </w:r>
      <w:r w:rsidR="003E3F04">
        <w:rPr>
          <w:rFonts w:eastAsia="Arial Unicode MS"/>
          <w:b w:val="0"/>
          <w:i w:val="0"/>
        </w:rPr>
        <w:t xml:space="preserve">ord data to predict a record </w:t>
      </w:r>
      <w:r w:rsidR="00361D14">
        <w:rPr>
          <w:rFonts w:eastAsia="Arial Unicode MS"/>
          <w:b w:val="0"/>
          <w:i w:val="0"/>
        </w:rPr>
        <w:t>forty</w:t>
      </w:r>
      <w:r w:rsidR="00BA6E5A" w:rsidRPr="003E3F04">
        <w:rPr>
          <w:rFonts w:eastAsia="Arial Unicode MS"/>
          <w:b w:val="0"/>
          <w:i w:val="0"/>
        </w:rPr>
        <w:t xml:space="preserve"> years</w:t>
      </w:r>
      <w:r w:rsidR="003E3F04">
        <w:rPr>
          <w:rFonts w:eastAsia="Arial Unicode MS"/>
          <w:b w:val="0"/>
          <w:i w:val="0"/>
        </w:rPr>
        <w:t xml:space="preserve"> from now </w:t>
      </w:r>
      <w:r w:rsidR="006C0F9C" w:rsidRPr="003E3F04">
        <w:rPr>
          <w:rFonts w:eastAsia="Arial Unicode MS"/>
          <w:b w:val="0"/>
          <w:i w:val="0"/>
        </w:rPr>
        <w:t xml:space="preserve">and to evaluate </w:t>
      </w:r>
      <w:r w:rsidR="00746587" w:rsidRPr="003E3F04">
        <w:rPr>
          <w:rFonts w:eastAsia="Arial Unicode MS"/>
          <w:b w:val="0"/>
          <w:i w:val="0"/>
        </w:rPr>
        <w:t>the strategy used</w:t>
      </w:r>
      <w:r w:rsidR="006C0F9C" w:rsidRPr="003E3F04">
        <w:rPr>
          <w:rFonts w:eastAsia="Arial Unicode MS"/>
          <w:b w:val="0"/>
          <w:i w:val="0"/>
        </w:rPr>
        <w:t>.</w:t>
      </w:r>
      <w:proofErr w:type="gramEnd"/>
    </w:p>
    <w:tbl>
      <w:tblPr>
        <w:tblW w:w="5000" w:type="pct"/>
        <w:tblInd w:w="57" w:type="dxa"/>
        <w:tbl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single" w:sz="4" w:space="0" w:color="00948D"/>
          <w:insideV w:val="single" w:sz="4" w:space="0" w:color="00948D"/>
        </w:tblBorders>
        <w:tblLayout w:type="fixed"/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468"/>
        <w:gridCol w:w="468"/>
        <w:gridCol w:w="2728"/>
        <w:gridCol w:w="2338"/>
        <w:gridCol w:w="2338"/>
        <w:gridCol w:w="2338"/>
        <w:gridCol w:w="2338"/>
        <w:gridCol w:w="2338"/>
      </w:tblGrid>
      <w:tr w:rsidR="0037711E" w:rsidRPr="006D2F26" w:rsidTr="003E3F04">
        <w:trPr>
          <w:tblHeader/>
        </w:trPr>
        <w:tc>
          <w:tcPr>
            <w:tcW w:w="936" w:type="dxa"/>
            <w:gridSpan w:val="2"/>
            <w:tcBorders>
              <w:top w:val="nil"/>
              <w:left w:val="nil"/>
              <w:bottom w:val="single" w:sz="4" w:space="0" w:color="00948D"/>
              <w:right w:val="nil"/>
              <w:tl2br w:val="nil"/>
              <w:tr2bl w:val="nil"/>
            </w:tcBorders>
            <w:shd w:val="clear" w:color="auto" w:fill="auto"/>
          </w:tcPr>
          <w:p w:rsidR="0037711E" w:rsidRPr="006D2F26" w:rsidRDefault="0037711E" w:rsidP="00CC5031">
            <w:pPr>
              <w:pStyle w:val="Tablehead"/>
              <w:jc w:val="center"/>
              <w:rPr>
                <w:color w:val="FFFFFF"/>
              </w:rPr>
            </w:pPr>
          </w:p>
        </w:tc>
        <w:tc>
          <w:tcPr>
            <w:tcW w:w="2728" w:type="dxa"/>
            <w:tcBorders>
              <w:top w:val="nil"/>
              <w:left w:val="nil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37711E" w:rsidRPr="006D2F26" w:rsidRDefault="0037711E" w:rsidP="006027D0">
            <w:pPr>
              <w:pStyle w:val="Tabletext"/>
              <w:spacing w:line="240" w:lineRule="auto"/>
              <w:rPr>
                <w:b/>
                <w:szCs w:val="20"/>
                <w:lang w:eastAsia="en-AU"/>
              </w:rPr>
            </w:pP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A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B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C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D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FFFFFF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8CC8C9"/>
            <w:vAlign w:val="center"/>
          </w:tcPr>
          <w:p w:rsidR="0037711E" w:rsidRPr="006D2F26" w:rsidRDefault="0037711E" w:rsidP="00CC5031">
            <w:pPr>
              <w:pStyle w:val="Tablehead"/>
              <w:jc w:val="center"/>
            </w:pPr>
            <w:r w:rsidRPr="006D2F26">
              <w:t>E</w:t>
            </w:r>
          </w:p>
        </w:tc>
      </w:tr>
      <w:tr w:rsidR="005F3D6A" w:rsidRPr="006D2F26" w:rsidTr="003E3F04">
        <w:trPr>
          <w:cantSplit/>
          <w:trHeight w:val="908"/>
        </w:trPr>
        <w:tc>
          <w:tcPr>
            <w:tcW w:w="468" w:type="dxa"/>
            <w:vMerge w:val="restart"/>
            <w:tcBorders>
              <w:top w:val="single" w:sz="4" w:space="0" w:color="FFFFFF"/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5F3D6A" w:rsidRPr="004C52C8" w:rsidDel="00C77DC3" w:rsidRDefault="005F3D6A" w:rsidP="00C4483B">
            <w:pPr>
              <w:pStyle w:val="Tablesubhead"/>
              <w:jc w:val="center"/>
              <w:rPr>
                <w:color w:val="FFFFFF"/>
                <w:szCs w:val="20"/>
              </w:rPr>
            </w:pPr>
            <w:r w:rsidRPr="004C52C8">
              <w:rPr>
                <w:color w:val="FFFFFF"/>
                <w:szCs w:val="20"/>
              </w:rPr>
              <w:t>Understanding and Skills dimensions</w:t>
            </w:r>
          </w:p>
        </w:tc>
        <w:tc>
          <w:tcPr>
            <w:tcW w:w="468" w:type="dxa"/>
            <w:vMerge w:val="restart"/>
            <w:tcBorders>
              <w:top w:val="single" w:sz="4" w:space="0" w:color="FFFFFF"/>
              <w:left w:val="single" w:sz="4" w:space="0" w:color="FFFFFF"/>
              <w:right w:val="single" w:sz="4" w:space="0" w:color="00948D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5F3D6A" w:rsidRPr="003E3F04" w:rsidRDefault="005F3D6A" w:rsidP="00CC5031">
            <w:pPr>
              <w:pStyle w:val="Tablesubhead"/>
              <w:jc w:val="center"/>
              <w:rPr>
                <w:color w:val="FFFFFF" w:themeColor="background1"/>
                <w:szCs w:val="20"/>
              </w:rPr>
            </w:pPr>
            <w:r w:rsidRPr="003E3F04">
              <w:rPr>
                <w:color w:val="FFFFFF" w:themeColor="background1"/>
                <w:szCs w:val="20"/>
              </w:rPr>
              <w:t>Understanding &amp; Fluency</w:t>
            </w:r>
          </w:p>
        </w:tc>
        <w:tc>
          <w:tcPr>
            <w:tcW w:w="2728" w:type="dxa"/>
            <w:tcBorders>
              <w:top w:val="single" w:sz="4" w:space="0" w:color="00948D"/>
              <w:left w:val="single" w:sz="4" w:space="0" w:color="00948D"/>
              <w:bottom w:val="dashSmallGap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5F3D6A" w:rsidRPr="003E3F04" w:rsidRDefault="005F3D6A" w:rsidP="003E3F04">
            <w:pPr>
              <w:pStyle w:val="Tablesubhead"/>
            </w:pPr>
            <w:r w:rsidRPr="003E3F04">
              <w:t>Recall and use of facts, definitions, technologies and procedures</w:t>
            </w:r>
          </w:p>
          <w:p w:rsidR="005F3D6A" w:rsidRPr="003E3F04" w:rsidRDefault="005F3D6A" w:rsidP="003E3F04">
            <w:pPr>
              <w:pStyle w:val="Tabletext"/>
            </w:pPr>
            <w:r w:rsidRPr="003E3F04">
              <w:t>Display</w:t>
            </w:r>
            <w:r w:rsidR="00B73575" w:rsidRPr="003E3F04">
              <w:t xml:space="preserve"> of</w:t>
            </w:r>
            <w:r w:rsidRPr="003E3F04">
              <w:t xml:space="preserve"> world record data as a scatter plot</w:t>
            </w:r>
            <w:r w:rsidR="00AA5C43" w:rsidRPr="003E3F04">
              <w:t xml:space="preserve"> and represent</w:t>
            </w:r>
            <w:r w:rsidR="00B73575" w:rsidRPr="003E3F04">
              <w:t>ation of</w:t>
            </w:r>
            <w:r w:rsidR="00AA5C43" w:rsidRPr="003E3F04">
              <w:t xml:space="preserve"> </w:t>
            </w:r>
            <w:r w:rsidR="003A5B3A" w:rsidRPr="003E3F04">
              <w:t xml:space="preserve">the </w:t>
            </w:r>
            <w:r w:rsidR="00AA5C43" w:rsidRPr="003E3F04">
              <w:t>relationship as a linear function.</w:t>
            </w:r>
          </w:p>
        </w:tc>
        <w:tc>
          <w:tcPr>
            <w:tcW w:w="2338" w:type="dxa"/>
            <w:tcBorders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5F3D6A" w:rsidRPr="003E3F04" w:rsidRDefault="00DC137C" w:rsidP="00695E49">
            <w:pPr>
              <w:pStyle w:val="Tabletext"/>
            </w:pPr>
            <w:r w:rsidRPr="003E3F04">
              <w:t>Accurate use of technologies to present data as a scatter plot.</w:t>
            </w:r>
            <w:r w:rsidR="003E3F04">
              <w:t xml:space="preserve"> </w:t>
            </w:r>
            <w:r w:rsidRPr="003E3F04">
              <w:t xml:space="preserve">Accurate use of procedures to </w:t>
            </w:r>
            <w:r w:rsidR="00695E49">
              <w:t xml:space="preserve">effectively </w:t>
            </w:r>
            <w:r w:rsidRPr="003E3F04">
              <w:t>represent the relationship as a linear function.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5F3D6A" w:rsidRPr="003E3F04" w:rsidRDefault="00177D43" w:rsidP="003E3F04">
            <w:pPr>
              <w:pStyle w:val="Tabletext"/>
            </w:pPr>
            <w:r w:rsidRPr="003E3F04">
              <w:t>A</w:t>
            </w:r>
            <w:r w:rsidR="00C7541F" w:rsidRPr="003E3F04">
              <w:t xml:space="preserve">ccurate use of </w:t>
            </w:r>
            <w:r w:rsidR="00EC535A" w:rsidRPr="003E3F04">
              <w:t xml:space="preserve">technologies and </w:t>
            </w:r>
            <w:r w:rsidR="00C7541F" w:rsidRPr="003E3F04">
              <w:t>procedures to present data as a scatter plot and to represent the relationship as a linear function.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5F3D6A" w:rsidRPr="003E3F04" w:rsidRDefault="00177D43" w:rsidP="003E3F04">
            <w:pPr>
              <w:pStyle w:val="Tabletext"/>
            </w:pPr>
            <w:r w:rsidRPr="003E3F04">
              <w:t>U</w:t>
            </w:r>
            <w:r w:rsidR="00C7541F" w:rsidRPr="003E3F04">
              <w:t xml:space="preserve">se of </w:t>
            </w:r>
            <w:r w:rsidR="00EC535A" w:rsidRPr="003E3F04">
              <w:t xml:space="preserve">technologies and </w:t>
            </w:r>
            <w:r w:rsidR="00C7541F" w:rsidRPr="003E3F04">
              <w:t>procedures to present data as a scatter plot</w:t>
            </w:r>
            <w:r w:rsidR="00074E88" w:rsidRPr="003E3F04">
              <w:t>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5F3D6A" w:rsidRPr="003E3F04" w:rsidRDefault="00177D43" w:rsidP="003E3F04">
            <w:pPr>
              <w:pStyle w:val="Tabletext"/>
            </w:pPr>
            <w:r w:rsidRPr="003E3F04">
              <w:t>S</w:t>
            </w:r>
            <w:r w:rsidR="00500722" w:rsidRPr="003E3F04">
              <w:t xml:space="preserve">ome use of </w:t>
            </w:r>
            <w:r w:rsidR="00EC535A" w:rsidRPr="003E3F04">
              <w:t xml:space="preserve">technologies and </w:t>
            </w:r>
            <w:r w:rsidRPr="003E3F04">
              <w:t>procedures to present data</w:t>
            </w:r>
            <w:r w:rsidR="00074E88" w:rsidRPr="003E3F04">
              <w:t>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5F3D6A" w:rsidRPr="003E3F04" w:rsidRDefault="000934C8" w:rsidP="003E3F04">
            <w:pPr>
              <w:pStyle w:val="Tabletext"/>
            </w:pPr>
            <w:r w:rsidRPr="003E3F04">
              <w:t>Attempt</w:t>
            </w:r>
            <w:r w:rsidR="00177D43" w:rsidRPr="003E3F04">
              <w:t>ed u</w:t>
            </w:r>
            <w:r w:rsidRPr="003E3F04">
              <w:t xml:space="preserve">se </w:t>
            </w:r>
            <w:r w:rsidR="00177D43" w:rsidRPr="003E3F04">
              <w:t xml:space="preserve">of </w:t>
            </w:r>
            <w:r w:rsidR="00EC535A" w:rsidRPr="003E3F04">
              <w:t xml:space="preserve">technologies and </w:t>
            </w:r>
            <w:r w:rsidR="00177D43" w:rsidRPr="003E3F04">
              <w:t>procedures to present data</w:t>
            </w:r>
            <w:r w:rsidR="00074E88" w:rsidRPr="003E3F04">
              <w:t>.</w:t>
            </w:r>
          </w:p>
        </w:tc>
      </w:tr>
      <w:tr w:rsidR="005F3D6A" w:rsidRPr="006D2F26" w:rsidTr="003E3F04">
        <w:trPr>
          <w:cantSplit/>
          <w:trHeight w:val="908"/>
        </w:trPr>
        <w:tc>
          <w:tcPr>
            <w:tcW w:w="468" w:type="dxa"/>
            <w:vMerge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5F3D6A" w:rsidRPr="004C52C8" w:rsidRDefault="005F3D6A" w:rsidP="00CC5031">
            <w:pPr>
              <w:pStyle w:val="Tablesubhead"/>
              <w:jc w:val="center"/>
              <w:rPr>
                <w:color w:val="FFFFFF"/>
                <w:szCs w:val="20"/>
              </w:rPr>
            </w:pPr>
          </w:p>
        </w:tc>
        <w:tc>
          <w:tcPr>
            <w:tcW w:w="468" w:type="dxa"/>
            <w:vMerge/>
            <w:tcBorders>
              <w:left w:val="single" w:sz="4" w:space="0" w:color="FFFFFF"/>
              <w:bottom w:val="single" w:sz="4" w:space="0" w:color="FFFFFF"/>
              <w:right w:val="single" w:sz="4" w:space="0" w:color="00948D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5F3D6A" w:rsidRPr="003E3F04" w:rsidRDefault="005F3D6A" w:rsidP="00CC5031">
            <w:pPr>
              <w:pStyle w:val="Tablesubhead"/>
              <w:jc w:val="center"/>
              <w:rPr>
                <w:color w:val="FFFFFF" w:themeColor="background1"/>
                <w:szCs w:val="20"/>
              </w:rPr>
            </w:pPr>
          </w:p>
        </w:tc>
        <w:tc>
          <w:tcPr>
            <w:tcW w:w="2728" w:type="dxa"/>
            <w:tcBorders>
              <w:top w:val="dashSmallGap" w:sz="4" w:space="0" w:color="FFFFFF"/>
              <w:left w:val="single" w:sz="4" w:space="0" w:color="00948D"/>
              <w:bottom w:val="single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5F3D6A" w:rsidRPr="003E3F04" w:rsidRDefault="005F3D6A" w:rsidP="003E3F04">
            <w:pPr>
              <w:pStyle w:val="Tablesubhead"/>
            </w:pPr>
            <w:r w:rsidRPr="003E3F04">
              <w:t>Use of mathematical language, conventions and symbols</w:t>
            </w:r>
          </w:p>
          <w:p w:rsidR="005F3D6A" w:rsidRPr="003E3F04" w:rsidRDefault="00D04D57" w:rsidP="003E3F04">
            <w:pPr>
              <w:pStyle w:val="Tabletext"/>
            </w:pPr>
            <w:r w:rsidRPr="003E3F04">
              <w:t>Use</w:t>
            </w:r>
            <w:r w:rsidR="00B73575" w:rsidRPr="003E3F04">
              <w:t xml:space="preserve"> of</w:t>
            </w:r>
            <w:r w:rsidRPr="003E3F04">
              <w:t xml:space="preserve"> appropriate </w:t>
            </w:r>
            <w:r w:rsidR="006B2650" w:rsidRPr="003E3F04">
              <w:t xml:space="preserve">language, conventions and symbols when </w:t>
            </w:r>
            <w:r w:rsidRPr="003E3F04">
              <w:t>graphing</w:t>
            </w:r>
            <w:r w:rsidR="006B2650" w:rsidRPr="003E3F04">
              <w:t xml:space="preserve"> data, developing equations </w:t>
            </w:r>
            <w:r w:rsidR="00074E88" w:rsidRPr="003E3F04">
              <w:t>and providing</w:t>
            </w:r>
            <w:r w:rsidR="006B2650" w:rsidRPr="003E3F04">
              <w:t xml:space="preserve"> explanations.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5F3D6A" w:rsidRPr="003E3F04" w:rsidRDefault="001F72BC" w:rsidP="003E3F04">
            <w:pPr>
              <w:pStyle w:val="Tabletext"/>
            </w:pPr>
            <w:r w:rsidRPr="003E3F04">
              <w:t xml:space="preserve">Consistent </w:t>
            </w:r>
            <w:r w:rsidR="00D04D57" w:rsidRPr="003E3F04">
              <w:t xml:space="preserve">use of </w:t>
            </w:r>
            <w:r w:rsidR="006B2650" w:rsidRPr="003E3F04">
              <w:t xml:space="preserve">appropriate </w:t>
            </w:r>
            <w:r w:rsidR="00D04D57" w:rsidRPr="003E3F04">
              <w:t>conventions</w:t>
            </w:r>
            <w:r w:rsidR="006B2650" w:rsidRPr="003E3F04">
              <w:t xml:space="preserve"> and symbols when graphing data and developing equations. </w:t>
            </w:r>
            <w:r w:rsidRPr="003E3F04">
              <w:t xml:space="preserve">Consistent </w:t>
            </w:r>
            <w:r w:rsidR="006B2650" w:rsidRPr="003E3F04">
              <w:t>use of</w:t>
            </w:r>
            <w:r w:rsidRPr="003E3F04">
              <w:t xml:space="preserve"> appropriate </w:t>
            </w:r>
            <w:r w:rsidR="006B2650" w:rsidRPr="003E3F04">
              <w:t>mathematical language in explanations.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5F3D6A" w:rsidRPr="003E3F04" w:rsidRDefault="001F72BC" w:rsidP="003E3F04">
            <w:pPr>
              <w:pStyle w:val="Tabletext"/>
            </w:pPr>
            <w:r w:rsidRPr="003E3F04">
              <w:t>U</w:t>
            </w:r>
            <w:r w:rsidR="00C7541F" w:rsidRPr="003E3F04">
              <w:t xml:space="preserve">se of appropriate conventions and symbols when graphing data and developing equations. </w:t>
            </w:r>
            <w:r w:rsidRPr="003E3F04">
              <w:t>U</w:t>
            </w:r>
            <w:r w:rsidR="00C7541F" w:rsidRPr="003E3F04">
              <w:t xml:space="preserve">se of </w:t>
            </w:r>
            <w:r w:rsidRPr="003E3F04">
              <w:t xml:space="preserve">appropriate </w:t>
            </w:r>
            <w:r w:rsidR="00C7541F" w:rsidRPr="003E3F04">
              <w:t>mathematical language in explanations.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5F3D6A" w:rsidRPr="003E3F04" w:rsidRDefault="001F72BC" w:rsidP="003E3F04">
            <w:pPr>
              <w:pStyle w:val="Tabletext"/>
            </w:pPr>
            <w:r w:rsidRPr="003E3F04">
              <w:t>U</w:t>
            </w:r>
            <w:r w:rsidR="00500722" w:rsidRPr="003E3F04">
              <w:t>se of conventions</w:t>
            </w:r>
            <w:r w:rsidR="00074E88" w:rsidRPr="003E3F04">
              <w:t xml:space="preserve"> and </w:t>
            </w:r>
            <w:r w:rsidRPr="003E3F04">
              <w:t>symbols when graphing data. Use of</w:t>
            </w:r>
            <w:r w:rsidR="00500722" w:rsidRPr="003E3F04">
              <w:t xml:space="preserve"> mathematical language in explanations.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5F3D6A" w:rsidRPr="003E3F04" w:rsidRDefault="001F72BC" w:rsidP="003E3F04">
            <w:pPr>
              <w:pStyle w:val="Tabletext"/>
            </w:pPr>
            <w:r w:rsidRPr="003E3F04">
              <w:t>U</w:t>
            </w:r>
            <w:r w:rsidR="00500722" w:rsidRPr="003E3F04">
              <w:t xml:space="preserve">se of </w:t>
            </w:r>
            <w:r w:rsidRPr="003E3F04">
              <w:t xml:space="preserve">aspects of mathematical </w:t>
            </w:r>
            <w:r w:rsidR="00500722" w:rsidRPr="003E3F04">
              <w:t>conventions</w:t>
            </w:r>
            <w:r w:rsidRPr="003E3F04">
              <w:t>,</w:t>
            </w:r>
            <w:r w:rsidR="00500722" w:rsidRPr="003E3F04">
              <w:t xml:space="preserve"> symbols and language.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5F3D6A" w:rsidRPr="003E3F04" w:rsidRDefault="001F72BC" w:rsidP="003E3F04">
            <w:pPr>
              <w:pStyle w:val="Tabletext"/>
            </w:pPr>
            <w:r w:rsidRPr="003E3F04">
              <w:t>Use</w:t>
            </w:r>
            <w:r w:rsidR="000934C8" w:rsidRPr="003E3F04">
              <w:t xml:space="preserve"> </w:t>
            </w:r>
            <w:r w:rsidR="003E3F04">
              <w:t xml:space="preserve">of </w:t>
            </w:r>
            <w:r w:rsidR="000934C8" w:rsidRPr="003E3F04">
              <w:t>everyday language</w:t>
            </w:r>
            <w:r w:rsidR="003E3F04">
              <w:t>.</w:t>
            </w:r>
          </w:p>
        </w:tc>
      </w:tr>
      <w:tr w:rsidR="00DA279E" w:rsidRPr="006D2F26" w:rsidTr="003E3F04">
        <w:trPr>
          <w:cantSplit/>
          <w:trHeight w:val="908"/>
        </w:trPr>
        <w:tc>
          <w:tcPr>
            <w:tcW w:w="468" w:type="dxa"/>
            <w:vMerge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DA279E" w:rsidRPr="006D2F26" w:rsidRDefault="00DA279E" w:rsidP="00CC5031">
            <w:pPr>
              <w:pStyle w:val="Tablesubhead"/>
              <w:jc w:val="center"/>
              <w:rPr>
                <w:b w:val="0"/>
                <w:szCs w:val="20"/>
              </w:rPr>
            </w:pPr>
          </w:p>
        </w:tc>
        <w:tc>
          <w:tcPr>
            <w:tcW w:w="468" w:type="dxa"/>
            <w:vMerge w:val="restart"/>
            <w:tcBorders>
              <w:left w:val="single" w:sz="4" w:space="0" w:color="FFFFFF"/>
              <w:right w:val="single" w:sz="4" w:space="0" w:color="00948D"/>
              <w:tl2br w:val="nil"/>
              <w:tr2bl w:val="nil"/>
            </w:tcBorders>
            <w:shd w:val="clear" w:color="auto" w:fill="8CC8C9"/>
            <w:textDirection w:val="btLr"/>
          </w:tcPr>
          <w:p w:rsidR="00DA279E" w:rsidRPr="003E3F04" w:rsidRDefault="00DA279E" w:rsidP="00CC5031">
            <w:pPr>
              <w:pStyle w:val="Tablesubhead"/>
              <w:jc w:val="center"/>
              <w:rPr>
                <w:color w:val="FFFFFF" w:themeColor="background1"/>
                <w:szCs w:val="20"/>
              </w:rPr>
            </w:pPr>
            <w:r w:rsidRPr="003E3F04">
              <w:rPr>
                <w:color w:val="FFFFFF" w:themeColor="background1"/>
                <w:szCs w:val="20"/>
              </w:rPr>
              <w:t>Problem solving &amp; Reasoning</w:t>
            </w:r>
          </w:p>
        </w:tc>
        <w:tc>
          <w:tcPr>
            <w:tcW w:w="2728" w:type="dxa"/>
            <w:tcBorders>
              <w:top w:val="single" w:sz="4" w:space="0" w:color="FFFFFF"/>
              <w:left w:val="single" w:sz="4" w:space="0" w:color="00948D"/>
              <w:bottom w:val="single" w:sz="4" w:space="0" w:color="FFFFFF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2A473A" w:rsidRPr="00DA279E" w:rsidRDefault="002A473A" w:rsidP="002A473A">
            <w:pPr>
              <w:pStyle w:val="Tablesubhead"/>
            </w:pPr>
            <w:r>
              <w:t>Development of models and representations</w:t>
            </w:r>
          </w:p>
          <w:p w:rsidR="00DA279E" w:rsidRPr="003E3F04" w:rsidRDefault="002A473A" w:rsidP="003E3F04">
            <w:pPr>
              <w:pStyle w:val="Tabletext"/>
            </w:pPr>
            <w:r>
              <w:rPr>
                <w:szCs w:val="20"/>
              </w:rPr>
              <w:t xml:space="preserve">Development and evaluation of a mathematical model </w:t>
            </w:r>
            <w:r w:rsidRPr="00DA279E">
              <w:rPr>
                <w:szCs w:val="20"/>
              </w:rPr>
              <w:t>to determine how world records have changed over time and to predict a future world record.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DA279E" w:rsidRPr="003E3F04" w:rsidRDefault="008B27DE" w:rsidP="003E3F04">
            <w:pPr>
              <w:pStyle w:val="Tabletext"/>
            </w:pPr>
            <w:r w:rsidRPr="003E3F04">
              <w:t>Evaluation</w:t>
            </w:r>
            <w:r w:rsidR="002E3188" w:rsidRPr="003E3F04">
              <w:t xml:space="preserve"> and </w:t>
            </w:r>
            <w:r w:rsidR="00FF69C3" w:rsidRPr="003E3F04">
              <w:t>i</w:t>
            </w:r>
            <w:r w:rsidRPr="003E3F04">
              <w:t>nterpretation of</w:t>
            </w:r>
            <w:r w:rsidR="00DB553E" w:rsidRPr="003E3F04">
              <w:t xml:space="preserve"> </w:t>
            </w:r>
            <w:r w:rsidR="006B2650" w:rsidRPr="003E3F04">
              <w:t xml:space="preserve">a </w:t>
            </w:r>
            <w:r w:rsidR="00DB553E" w:rsidRPr="003E3F04">
              <w:t xml:space="preserve">scatter plot and </w:t>
            </w:r>
            <w:r w:rsidR="006B2650" w:rsidRPr="003E3F04">
              <w:t xml:space="preserve">a </w:t>
            </w:r>
            <w:r w:rsidR="00DB553E" w:rsidRPr="003E3F04">
              <w:t xml:space="preserve">linear function to </w:t>
            </w:r>
            <w:r w:rsidRPr="003E3F04">
              <w:t xml:space="preserve">accurately </w:t>
            </w:r>
            <w:r w:rsidR="0060614F" w:rsidRPr="003E3F04">
              <w:t>describe</w:t>
            </w:r>
            <w:r w:rsidR="00DB553E" w:rsidRPr="003E3F04">
              <w:t xml:space="preserve"> </w:t>
            </w:r>
            <w:r w:rsidR="006B2650" w:rsidRPr="003E3F04">
              <w:t>a</w:t>
            </w:r>
            <w:r w:rsidR="00DB553E" w:rsidRPr="003E3F04">
              <w:t xml:space="preserve"> trend in world records and make a valid prediction.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DA279E" w:rsidRPr="003E3F04" w:rsidRDefault="002A473A" w:rsidP="003E3F04">
            <w:pPr>
              <w:pStyle w:val="Tabletext"/>
            </w:pPr>
            <w:r>
              <w:t>Development</w:t>
            </w:r>
            <w:r w:rsidRPr="003E3F04">
              <w:t xml:space="preserve"> </w:t>
            </w:r>
            <w:r w:rsidR="008B27DE" w:rsidRPr="003E3F04">
              <w:t xml:space="preserve">of </w:t>
            </w:r>
            <w:r w:rsidR="00500722" w:rsidRPr="003E3F04">
              <w:t xml:space="preserve">a scatter plot and a linear function to </w:t>
            </w:r>
            <w:r w:rsidR="0060614F" w:rsidRPr="003E3F04">
              <w:t>d</w:t>
            </w:r>
            <w:r w:rsidR="002E0B85" w:rsidRPr="003E3F04">
              <w:t>e</w:t>
            </w:r>
            <w:r w:rsidR="0060614F" w:rsidRPr="003E3F04">
              <w:t>scribe</w:t>
            </w:r>
            <w:r w:rsidR="00500722" w:rsidRPr="003E3F04">
              <w:t xml:space="preserve"> </w:t>
            </w:r>
            <w:r w:rsidR="003A5B3A" w:rsidRPr="003E3F04">
              <w:t>the</w:t>
            </w:r>
            <w:r w:rsidR="00500722" w:rsidRPr="003E3F04">
              <w:t xml:space="preserve"> trend in world records and to make a prediction</w:t>
            </w:r>
            <w:r w:rsidR="003E3F04">
              <w:t>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DA279E" w:rsidRPr="003E3F04" w:rsidRDefault="00074E88" w:rsidP="003E3F04">
            <w:pPr>
              <w:pStyle w:val="Tabletext"/>
            </w:pPr>
            <w:r w:rsidRPr="003E3F04">
              <w:t>Refers to a scatter plot to d</w:t>
            </w:r>
            <w:r w:rsidR="00500722" w:rsidRPr="003E3F04">
              <w:t xml:space="preserve">escribe </w:t>
            </w:r>
            <w:r w:rsidR="003A5B3A" w:rsidRPr="003E3F04">
              <w:t>the</w:t>
            </w:r>
            <w:r w:rsidR="00500722" w:rsidRPr="003E3F04">
              <w:t xml:space="preserve"> trend in world records </w:t>
            </w:r>
            <w:r w:rsidR="008B27DE" w:rsidRPr="003E3F04">
              <w:t>to make</w:t>
            </w:r>
            <w:r w:rsidR="00500722" w:rsidRPr="003E3F04">
              <w:t xml:space="preserve"> a </w:t>
            </w:r>
            <w:r w:rsidR="0060614F" w:rsidRPr="003E3F04">
              <w:t xml:space="preserve">rough </w:t>
            </w:r>
            <w:r w:rsidR="00500722" w:rsidRPr="003E3F04">
              <w:t>prediction.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DA279E" w:rsidRPr="003E3F04" w:rsidRDefault="008B27DE" w:rsidP="003E3F04">
            <w:pPr>
              <w:pStyle w:val="Tabletext"/>
            </w:pPr>
            <w:r w:rsidRPr="003E3F04">
              <w:t>S</w:t>
            </w:r>
            <w:r w:rsidR="00500722" w:rsidRPr="003E3F04">
              <w:t>tatements about world</w:t>
            </w:r>
            <w:r w:rsidR="000934C8" w:rsidRPr="003E3F04">
              <w:t xml:space="preserve"> record</w:t>
            </w:r>
            <w:r w:rsidR="00500722" w:rsidRPr="003E3F04">
              <w:t xml:space="preserve"> trends </w:t>
            </w:r>
            <w:r w:rsidRPr="003E3F04">
              <w:t>to make</w:t>
            </w:r>
            <w:r w:rsidR="00BD6AE6" w:rsidRPr="003E3F04">
              <w:t xml:space="preserve"> a </w:t>
            </w:r>
            <w:r w:rsidR="00500722" w:rsidRPr="003E3F04">
              <w:t>prediction.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DA279E" w:rsidRPr="003E3F04" w:rsidRDefault="008B27DE" w:rsidP="003E3F04">
            <w:pPr>
              <w:pStyle w:val="Tabletext"/>
            </w:pPr>
            <w:r w:rsidRPr="003E3F04">
              <w:t>I</w:t>
            </w:r>
            <w:r w:rsidR="000934C8" w:rsidRPr="003E3F04">
              <w:t>solated statements about world record trends or predictions.</w:t>
            </w:r>
          </w:p>
        </w:tc>
      </w:tr>
      <w:tr w:rsidR="00DA279E" w:rsidRPr="006D2F26" w:rsidTr="003E3F04">
        <w:trPr>
          <w:cantSplit/>
          <w:trHeight w:val="908"/>
        </w:trPr>
        <w:tc>
          <w:tcPr>
            <w:tcW w:w="468" w:type="dxa"/>
            <w:vMerge/>
            <w:tcBorders>
              <w:left w:val="single" w:sz="4" w:space="0" w:color="00948D"/>
              <w:right w:val="single" w:sz="4" w:space="0" w:color="FFFFFF"/>
              <w:tl2br w:val="nil"/>
              <w:tr2bl w:val="nil"/>
            </w:tcBorders>
            <w:shd w:val="clear" w:color="auto" w:fill="8CC8C9"/>
            <w:textDirection w:val="btLr"/>
            <w:vAlign w:val="center"/>
          </w:tcPr>
          <w:p w:rsidR="00DA279E" w:rsidRPr="006D2F26" w:rsidRDefault="00DA279E" w:rsidP="00CC5031">
            <w:pPr>
              <w:pStyle w:val="Tablesubhead"/>
              <w:jc w:val="center"/>
              <w:rPr>
                <w:b w:val="0"/>
                <w:szCs w:val="20"/>
              </w:rPr>
            </w:pPr>
          </w:p>
        </w:tc>
        <w:tc>
          <w:tcPr>
            <w:tcW w:w="468" w:type="dxa"/>
            <w:vMerge/>
            <w:tcBorders>
              <w:left w:val="single" w:sz="4" w:space="0" w:color="FFFFFF"/>
              <w:right w:val="single" w:sz="4" w:space="0" w:color="00948D"/>
              <w:tl2br w:val="nil"/>
              <w:tr2bl w:val="nil"/>
            </w:tcBorders>
            <w:shd w:val="clear" w:color="auto" w:fill="8CC8C9"/>
            <w:textDirection w:val="btLr"/>
          </w:tcPr>
          <w:p w:rsidR="00DA279E" w:rsidRPr="006D2F26" w:rsidRDefault="00DA279E" w:rsidP="00CC5031">
            <w:pPr>
              <w:pStyle w:val="Tablesubhead"/>
              <w:jc w:val="center"/>
              <w:rPr>
                <w:szCs w:val="20"/>
              </w:rPr>
            </w:pPr>
          </w:p>
        </w:tc>
        <w:tc>
          <w:tcPr>
            <w:tcW w:w="2728" w:type="dxa"/>
            <w:tcBorders>
              <w:top w:val="single" w:sz="4" w:space="0" w:color="FFFFFF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CFE7E6"/>
          </w:tcPr>
          <w:p w:rsidR="00DA279E" w:rsidRPr="003E3F04" w:rsidRDefault="00DA279E" w:rsidP="003E3F04">
            <w:pPr>
              <w:pStyle w:val="Tablesubhead"/>
            </w:pPr>
            <w:r w:rsidRPr="003E3F04">
              <w:t>Discussion of mathematical thinking, choices and strategies</w:t>
            </w:r>
          </w:p>
          <w:p w:rsidR="00DA279E" w:rsidRPr="003E3F04" w:rsidRDefault="00DA279E" w:rsidP="003E3F04">
            <w:pPr>
              <w:pStyle w:val="Tabletext"/>
            </w:pPr>
            <w:r w:rsidRPr="003E3F04">
              <w:t>Use</w:t>
            </w:r>
            <w:r w:rsidR="00B73575" w:rsidRPr="003E3F04">
              <w:t xml:space="preserve"> of</w:t>
            </w:r>
            <w:r w:rsidRPr="003E3F04">
              <w:t xml:space="preserve"> mathematical argument to support a prediction.</w:t>
            </w:r>
          </w:p>
          <w:p w:rsidR="00DA279E" w:rsidRPr="003E3F04" w:rsidRDefault="00DA279E" w:rsidP="003E3F04">
            <w:pPr>
              <w:pStyle w:val="Tabletext"/>
            </w:pPr>
            <w:r w:rsidRPr="003E3F04">
              <w:t>Evaluat</w:t>
            </w:r>
            <w:r w:rsidR="00B73575" w:rsidRPr="003E3F04">
              <w:t xml:space="preserve">ion of </w:t>
            </w:r>
            <w:r w:rsidRPr="003E3F04">
              <w:t xml:space="preserve">the suitability of the </w:t>
            </w:r>
            <w:r w:rsidR="00746587" w:rsidRPr="003E3F04">
              <w:t>strategy</w:t>
            </w:r>
            <w:r w:rsidRPr="003E3F04">
              <w:t xml:space="preserve"> used to make a prediction.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DA279E" w:rsidRPr="003E3F04" w:rsidRDefault="0008467C" w:rsidP="003E3F04">
            <w:pPr>
              <w:pStyle w:val="Tabletext"/>
            </w:pPr>
            <w:r w:rsidRPr="003E3F04">
              <w:t>Clear explanation</w:t>
            </w:r>
            <w:r w:rsidR="00D04D57" w:rsidRPr="003E3F04">
              <w:t xml:space="preserve"> </w:t>
            </w:r>
            <w:r w:rsidRPr="003E3F04">
              <w:t xml:space="preserve">of </w:t>
            </w:r>
            <w:r w:rsidR="003E3F04">
              <w:t>a</w:t>
            </w:r>
            <w:r w:rsidR="00DB553E" w:rsidRPr="003E3F04">
              <w:t xml:space="preserve"> mathematical argument</w:t>
            </w:r>
            <w:r w:rsidRPr="003E3F04">
              <w:t xml:space="preserve"> to support the</w:t>
            </w:r>
            <w:r w:rsidR="00DB553E" w:rsidRPr="003E3F04">
              <w:t xml:space="preserve"> prediction</w:t>
            </w:r>
            <w:r w:rsidRPr="003E3F04">
              <w:t>,</w:t>
            </w:r>
            <w:r w:rsidR="00D04D57" w:rsidRPr="003E3F04">
              <w:t xml:space="preserve"> </w:t>
            </w:r>
            <w:r w:rsidRPr="003E3F04">
              <w:t xml:space="preserve">including </w:t>
            </w:r>
            <w:r w:rsidR="00D04D57" w:rsidRPr="003E3F04">
              <w:t xml:space="preserve">a logical </w:t>
            </w:r>
            <w:r w:rsidRPr="003E3F04">
              <w:t xml:space="preserve">justification </w:t>
            </w:r>
            <w:r w:rsidR="00D04D57" w:rsidRPr="003E3F04">
              <w:t>of the strategies used.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DA279E" w:rsidRPr="003E3F04" w:rsidRDefault="0008467C" w:rsidP="003E3F04">
            <w:pPr>
              <w:pStyle w:val="Tabletext"/>
            </w:pPr>
            <w:r w:rsidRPr="003E3F04">
              <w:t>Explanation of</w:t>
            </w:r>
            <w:r w:rsidR="003E3F04">
              <w:t xml:space="preserve"> a </w:t>
            </w:r>
            <w:r w:rsidR="00500722" w:rsidRPr="003E3F04">
              <w:t>mathem</w:t>
            </w:r>
            <w:r w:rsidRPr="003E3F04">
              <w:t>atical argument to support the</w:t>
            </w:r>
            <w:r w:rsidR="00500722" w:rsidRPr="003E3F04">
              <w:t xml:space="preserve"> prediction</w:t>
            </w:r>
            <w:r w:rsidRPr="003E3F04">
              <w:t xml:space="preserve">, including a justification </w:t>
            </w:r>
            <w:r w:rsidR="003E3F04">
              <w:t>of the strategies used.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DA279E" w:rsidRPr="003E3F04" w:rsidRDefault="0008467C" w:rsidP="003E3F04">
            <w:pPr>
              <w:pStyle w:val="Tabletext"/>
            </w:pPr>
            <w:r w:rsidRPr="003E3F04">
              <w:t xml:space="preserve">Description of </w:t>
            </w:r>
            <w:r w:rsidR="000934C8" w:rsidRPr="003E3F04">
              <w:t>the</w:t>
            </w:r>
            <w:r w:rsidR="00500722" w:rsidRPr="003E3F04">
              <w:t xml:space="preserve"> ma</w:t>
            </w:r>
            <w:r w:rsidRPr="003E3F04">
              <w:t>thematical thinking behind the</w:t>
            </w:r>
            <w:r w:rsidR="00500722" w:rsidRPr="003E3F04">
              <w:t xml:space="preserve"> prediction</w:t>
            </w:r>
            <w:r w:rsidR="000934C8" w:rsidRPr="003E3F04">
              <w:t xml:space="preserve"> and</w:t>
            </w:r>
            <w:r w:rsidR="00500722" w:rsidRPr="003E3F04">
              <w:t xml:space="preserve"> strategies</w:t>
            </w:r>
            <w:r w:rsidRPr="003E3F04">
              <w:t xml:space="preserve"> used</w:t>
            </w:r>
            <w:r w:rsidR="00500722" w:rsidRPr="003E3F04">
              <w:t>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DA279E" w:rsidRPr="003E3F04" w:rsidRDefault="0008467C" w:rsidP="003E3F04">
            <w:pPr>
              <w:pStyle w:val="Tabletext"/>
            </w:pPr>
            <w:r w:rsidRPr="003E3F04">
              <w:t>S</w:t>
            </w:r>
            <w:r w:rsidR="000934C8" w:rsidRPr="003E3F04">
              <w:t>tatements about strategies</w:t>
            </w:r>
            <w:r w:rsidRPr="003E3F04">
              <w:t xml:space="preserve"> used</w:t>
            </w:r>
            <w:r w:rsidR="000934C8" w:rsidRPr="003E3F04">
              <w:t>.</w:t>
            </w:r>
          </w:p>
        </w:tc>
        <w:tc>
          <w:tcPr>
            <w:tcW w:w="2338" w:type="dxa"/>
            <w:tcBorders>
              <w:top w:val="single" w:sz="4" w:space="0" w:color="00948D"/>
              <w:left w:val="single" w:sz="4" w:space="0" w:color="00948D"/>
              <w:bottom w:val="single" w:sz="4" w:space="0" w:color="00948D"/>
              <w:right w:val="single" w:sz="4" w:space="0" w:color="00948D"/>
              <w:tl2br w:val="nil"/>
              <w:tr2bl w:val="nil"/>
            </w:tcBorders>
            <w:shd w:val="clear" w:color="auto" w:fill="auto"/>
          </w:tcPr>
          <w:p w:rsidR="00DA279E" w:rsidRPr="003E3F04" w:rsidRDefault="0008467C" w:rsidP="003E3F04">
            <w:pPr>
              <w:pStyle w:val="Tabletext"/>
            </w:pPr>
            <w:r w:rsidRPr="003E3F04">
              <w:t>I</w:t>
            </w:r>
            <w:r w:rsidR="000934C8" w:rsidRPr="003E3F04">
              <w:t>solated statements about strategies.</w:t>
            </w:r>
          </w:p>
        </w:tc>
      </w:tr>
    </w:tbl>
    <w:p w:rsidR="00AE5E34" w:rsidRPr="00423CF7" w:rsidRDefault="00AE5E34" w:rsidP="006D2F26">
      <w:pPr>
        <w:pStyle w:val="smallspace"/>
      </w:pPr>
    </w:p>
    <w:sectPr w:rsidR="00AE5E34" w:rsidRPr="00423CF7" w:rsidSect="0037711E">
      <w:headerReference w:type="default" r:id="rId10"/>
      <w:footerReference w:type="default" r:id="rId11"/>
      <w:headerReference w:type="first" r:id="rId12"/>
      <w:footerReference w:type="first" r:id="rId13"/>
      <w:endnotePr>
        <w:numFmt w:val="decimal"/>
      </w:endnotePr>
      <w:pgSz w:w="16840" w:h="11907" w:orient="landscape" w:code="9"/>
      <w:pgMar w:top="567" w:right="851" w:bottom="851" w:left="851" w:header="283" w:footer="283" w:gutter="0"/>
      <w:cols w:space="720"/>
      <w:formProt w:val="0"/>
      <w:noEndnote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0980" w:rsidRPr="00235274" w:rsidRDefault="00FC0980" w:rsidP="00235274">
      <w:pPr>
        <w:pStyle w:val="footnoteseparator"/>
      </w:pPr>
    </w:p>
  </w:endnote>
  <w:endnote w:type="continuationSeparator" w:id="0">
    <w:p w:rsidR="00FC0980" w:rsidRDefault="00FC0980" w:rsidP="00235274">
      <w:pPr>
        <w:pStyle w:val="footnoteseparator"/>
      </w:pPr>
    </w:p>
  </w:endnote>
  <w:endnote w:type="continuationNotice" w:id="1">
    <w:p w:rsidR="00FC0980" w:rsidRDefault="00FC0980">
      <w:pPr>
        <w:spacing w:before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notTrueType/>
    <w:pitch w:val="fixed"/>
    <w:sig w:usb0="00000001" w:usb1="08070000" w:usb2="00000010" w:usb3="00000000" w:csb0="00020000" w:csb1="00000000"/>
  </w:font>
  <w:font w:name="Arial Bold">
    <w:panose1 w:val="020B0704020202020204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451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Look w:val="04A0" w:firstRow="1" w:lastRow="0" w:firstColumn="1" w:lastColumn="0" w:noHBand="0" w:noVBand="1"/>
    </w:tblPr>
    <w:tblGrid>
      <w:gridCol w:w="5150"/>
      <w:gridCol w:w="5150"/>
      <w:gridCol w:w="5151"/>
    </w:tblGrid>
    <w:tr w:rsidR="001B72E4" w:rsidRPr="003660AA" w:rsidTr="00F64780">
      <w:tc>
        <w:tcPr>
          <w:tcW w:w="5150" w:type="dxa"/>
          <w:shd w:val="clear" w:color="auto" w:fill="auto"/>
          <w:vAlign w:val="center"/>
        </w:tcPr>
        <w:p w:rsidR="001B72E4" w:rsidRPr="003660AA" w:rsidRDefault="001B72E4" w:rsidP="00746587">
          <w:pPr>
            <w:spacing w:before="20" w:after="40"/>
            <w:jc w:val="center"/>
            <w:rPr>
              <w:color w:val="00948D"/>
              <w:sz w:val="18"/>
              <w:szCs w:val="18"/>
            </w:rPr>
          </w:pPr>
          <w:r w:rsidRPr="003660AA">
            <w:rPr>
              <w:color w:val="00948D"/>
              <w:sz w:val="18"/>
              <w:szCs w:val="18"/>
            </w:rPr>
            <w:t>Australian Curriculum</w:t>
          </w:r>
          <w:r w:rsidRPr="003660AA">
            <w:rPr>
              <w:color w:val="00948D"/>
              <w:sz w:val="18"/>
              <w:szCs w:val="18"/>
            </w:rPr>
            <w:br/>
            <w:t xml:space="preserve">Year </w:t>
          </w:r>
          <w:r w:rsidR="00746587">
            <w:rPr>
              <w:color w:val="00948D"/>
              <w:sz w:val="18"/>
              <w:szCs w:val="18"/>
            </w:rPr>
            <w:t>10</w:t>
          </w:r>
          <w:r w:rsidRPr="003660AA">
            <w:rPr>
              <w:color w:val="00948D"/>
              <w:sz w:val="18"/>
              <w:szCs w:val="18"/>
            </w:rPr>
            <w:t xml:space="preserve"> </w:t>
          </w:r>
          <w:r>
            <w:rPr>
              <w:color w:val="00948D"/>
              <w:sz w:val="18"/>
              <w:szCs w:val="18"/>
            </w:rPr>
            <w:t>Mathematics</w:t>
          </w:r>
        </w:p>
      </w:tc>
      <w:tc>
        <w:tcPr>
          <w:tcW w:w="5150" w:type="dxa"/>
          <w:shd w:val="clear" w:color="auto" w:fill="auto"/>
          <w:vAlign w:val="center"/>
        </w:tcPr>
        <w:p w:rsidR="001B72E4" w:rsidRPr="003660AA" w:rsidRDefault="00315EBB" w:rsidP="00315EBB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>
            <w:rPr>
              <w:color w:val="00948D"/>
              <w:sz w:val="18"/>
              <w:szCs w:val="18"/>
            </w:rPr>
            <w:t>A f</w:t>
          </w:r>
          <w:r w:rsidR="00746587">
            <w:rPr>
              <w:color w:val="00948D"/>
              <w:sz w:val="18"/>
              <w:szCs w:val="18"/>
            </w:rPr>
            <w:t>uture world record</w:t>
          </w:r>
        </w:p>
      </w:tc>
      <w:tc>
        <w:tcPr>
          <w:tcW w:w="5151" w:type="dxa"/>
          <w:shd w:val="clear" w:color="auto" w:fill="auto"/>
          <w:vAlign w:val="center"/>
        </w:tcPr>
        <w:p w:rsidR="001B72E4" w:rsidRPr="003660AA" w:rsidRDefault="001B72E4" w:rsidP="003660AA">
          <w:pPr>
            <w:tabs>
              <w:tab w:val="center" w:pos="4513"/>
              <w:tab w:val="right" w:pos="9026"/>
            </w:tabs>
            <w:spacing w:before="20" w:after="40"/>
            <w:jc w:val="center"/>
            <w:rPr>
              <w:color w:val="00948D"/>
              <w:sz w:val="18"/>
              <w:szCs w:val="18"/>
            </w:rPr>
          </w:pPr>
          <w:r w:rsidRPr="003660AA">
            <w:rPr>
              <w:color w:val="00948D"/>
              <w:sz w:val="18"/>
              <w:szCs w:val="18"/>
            </w:rPr>
            <w:t>Task-specific standards — matrix</w:t>
          </w:r>
        </w:p>
      </w:tc>
    </w:tr>
  </w:tbl>
  <w:p w:rsidR="001B72E4" w:rsidRPr="00E506E5" w:rsidRDefault="001B72E4" w:rsidP="0037711E">
    <w:pPr>
      <w:pStyle w:val="Footerod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2E4" w:rsidRDefault="00051EA1" w:rsidP="003636A6">
    <w:pPr>
      <w:ind w:right="-261"/>
    </w:pPr>
    <w:r>
      <w:rPr>
        <w:noProof/>
        <w:lang w:eastAsia="en-AU"/>
      </w:rPr>
      <w:drawing>
        <wp:anchor distT="0" distB="0" distL="114300" distR="114300" simplePos="0" relativeHeight="251656704" behindDoc="1" locked="0" layoutInCell="1" allowOverlap="1">
          <wp:simplePos x="0" y="0"/>
          <wp:positionH relativeFrom="page">
            <wp:align>left</wp:align>
          </wp:positionH>
          <wp:positionV relativeFrom="page">
            <wp:align>bottom</wp:align>
          </wp:positionV>
          <wp:extent cx="7578090" cy="1089660"/>
          <wp:effectExtent l="0" t="0" r="3810" b="0"/>
          <wp:wrapNone/>
          <wp:docPr id="1" name="Picture 19" descr="Description: Description: Description: A4_portrait_MONO_footer_web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9" descr="Description: Description: Description: A4_portrait_MONO_footer_web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578090" cy="10896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0980" w:rsidRDefault="00FC0980" w:rsidP="00E506E5">
      <w:pPr>
        <w:pStyle w:val="footnoteseparator"/>
      </w:pPr>
    </w:p>
  </w:footnote>
  <w:footnote w:type="continuationSeparator" w:id="0">
    <w:p w:rsidR="00FC0980" w:rsidRDefault="00FC0980">
      <w:r>
        <w:continuationSeparator/>
      </w:r>
    </w:p>
  </w:footnote>
  <w:footnote w:type="continuationNotice" w:id="1">
    <w:p w:rsidR="00FC0980" w:rsidRDefault="00FC0980">
      <w:pPr>
        <w:spacing w:before="0" w:line="240" w:lineRule="auto"/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15160" w:type="dxa"/>
      <w:tblLayout w:type="fixed"/>
      <w:tblCellMar>
        <w:left w:w="0" w:type="dxa"/>
      </w:tblCellMar>
      <w:tblLook w:val="01E0" w:firstRow="1" w:lastRow="1" w:firstColumn="1" w:lastColumn="1" w:noHBand="0" w:noVBand="0"/>
    </w:tblPr>
    <w:tblGrid>
      <w:gridCol w:w="11700"/>
      <w:gridCol w:w="3460"/>
    </w:tblGrid>
    <w:tr w:rsidR="001B72E4" w:rsidRPr="0037711E" w:rsidTr="00CC5031">
      <w:tc>
        <w:tcPr>
          <w:tcW w:w="11700" w:type="dxa"/>
          <w:vAlign w:val="bottom"/>
        </w:tcPr>
        <w:p w:rsidR="001B72E4" w:rsidRPr="0037711E" w:rsidRDefault="001B72E4" w:rsidP="006D2F26">
          <w:pPr>
            <w:spacing w:before="0" w:after="80"/>
            <w:rPr>
              <w:b/>
              <w:color w:val="00948D"/>
              <w:sz w:val="24"/>
              <w:szCs w:val="24"/>
            </w:rPr>
          </w:pPr>
          <w:r w:rsidRPr="0037711E">
            <w:rPr>
              <w:b/>
              <w:color w:val="00948D"/>
              <w:sz w:val="24"/>
              <w:szCs w:val="24"/>
            </w:rPr>
            <w:t xml:space="preserve">Australian Curriculum Year </w:t>
          </w:r>
          <w:r w:rsidR="00BA6E5A">
            <w:rPr>
              <w:b/>
              <w:color w:val="00948D"/>
              <w:sz w:val="24"/>
              <w:szCs w:val="24"/>
            </w:rPr>
            <w:t>10</w:t>
          </w:r>
          <w:r w:rsidRPr="0037711E">
            <w:rPr>
              <w:b/>
              <w:color w:val="00948D"/>
              <w:sz w:val="24"/>
              <w:szCs w:val="24"/>
            </w:rPr>
            <w:t xml:space="preserve"> </w:t>
          </w:r>
          <w:r>
            <w:rPr>
              <w:b/>
              <w:color w:val="00948D"/>
              <w:sz w:val="24"/>
              <w:szCs w:val="24"/>
            </w:rPr>
            <w:t>Mathematics</w:t>
          </w:r>
          <w:r w:rsidRPr="0037711E">
            <w:rPr>
              <w:b/>
              <w:color w:val="00948D"/>
              <w:sz w:val="24"/>
              <w:szCs w:val="24"/>
            </w:rPr>
            <w:t> | Task-specific standards — matrix</w:t>
          </w:r>
        </w:p>
        <w:p w:rsidR="001B72E4" w:rsidRPr="0037711E" w:rsidRDefault="00315EBB" w:rsidP="003E3F04">
          <w:pPr>
            <w:spacing w:before="0" w:after="80"/>
            <w:rPr>
              <w:color w:val="00948D"/>
              <w:sz w:val="40"/>
              <w:szCs w:val="40"/>
            </w:rPr>
          </w:pPr>
          <w:r>
            <w:rPr>
              <w:color w:val="00948D"/>
              <w:sz w:val="40"/>
              <w:szCs w:val="40"/>
            </w:rPr>
            <w:t>A future world record</w:t>
          </w:r>
        </w:p>
      </w:tc>
      <w:tc>
        <w:tcPr>
          <w:tcW w:w="3460" w:type="dxa"/>
          <w:vAlign w:val="bottom"/>
        </w:tcPr>
        <w:p w:rsidR="001B72E4" w:rsidRPr="0037711E" w:rsidRDefault="001B72E4" w:rsidP="006D2F26">
          <w:pPr>
            <w:tabs>
              <w:tab w:val="left" w:pos="717"/>
              <w:tab w:val="right" w:leader="dot" w:pos="4395"/>
            </w:tabs>
            <w:spacing w:before="0" w:after="80" w:line="240" w:lineRule="auto"/>
            <w:rPr>
              <w:sz w:val="22"/>
              <w:szCs w:val="22"/>
              <w:lang w:eastAsia="en-AU"/>
            </w:rPr>
          </w:pPr>
          <w:r w:rsidRPr="0037711E">
            <w:rPr>
              <w:sz w:val="22"/>
              <w:szCs w:val="22"/>
              <w:lang w:eastAsia="en-AU"/>
            </w:rPr>
            <w:t>Name</w:t>
          </w:r>
          <w:r w:rsidRPr="0037711E">
            <w:rPr>
              <w:sz w:val="22"/>
              <w:szCs w:val="22"/>
              <w:lang w:eastAsia="en-AU"/>
            </w:rPr>
            <w:tab/>
          </w:r>
          <w:r w:rsidRPr="0037711E">
            <w:rPr>
              <w:sz w:val="20"/>
              <w:lang w:eastAsia="en-AU"/>
            </w:rPr>
            <w:tab/>
          </w:r>
        </w:p>
      </w:tc>
    </w:tr>
  </w:tbl>
  <w:p w:rsidR="001B72E4" w:rsidRPr="0037711E" w:rsidRDefault="001B72E4" w:rsidP="0037711E">
    <w:pPr>
      <w:pStyle w:val="smallspac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B72E4" w:rsidRPr="002E4C72" w:rsidRDefault="00051EA1" w:rsidP="00D90209">
    <w:pPr>
      <w:rPr>
        <w:color w:val="00928F"/>
      </w:rPr>
    </w:pPr>
    <w:r>
      <w:rPr>
        <w:noProof/>
        <w:lang w:eastAsia="en-AU"/>
      </w:rPr>
      <w:drawing>
        <wp:anchor distT="0" distB="0" distL="114300" distR="114300" simplePos="0" relativeHeight="251657728" behindDoc="1" locked="0" layoutInCell="1" allowOverlap="1">
          <wp:simplePos x="0" y="0"/>
          <wp:positionH relativeFrom="page">
            <wp:align>left</wp:align>
          </wp:positionH>
          <wp:positionV relativeFrom="page">
            <wp:align>top</wp:align>
          </wp:positionV>
          <wp:extent cx="7662545" cy="1226820"/>
          <wp:effectExtent l="0" t="0" r="0" b="0"/>
          <wp:wrapNone/>
          <wp:docPr id="2" name="Picture 20" descr="Description: Description: Description: Word_header_COL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0" descr="Description: Description: Description: Word_header_COL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62545" cy="122682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tbl>
    <w:tblPr>
      <w:tblpPr w:leftFromText="181" w:rightFromText="181" w:vertAnchor="page" w:horzAnchor="margin" w:tblpX="-880" w:tblpY="455"/>
      <w:tblW w:w="10450" w:type="dxa"/>
      <w:tblLayout w:type="fixed"/>
      <w:tblCellMar>
        <w:left w:w="0" w:type="dxa"/>
        <w:right w:w="0" w:type="dxa"/>
      </w:tblCellMar>
      <w:tblLook w:val="01E0" w:firstRow="1" w:lastRow="1" w:firstColumn="1" w:lastColumn="1" w:noHBand="0" w:noVBand="0"/>
    </w:tblPr>
    <w:tblGrid>
      <w:gridCol w:w="10450"/>
    </w:tblGrid>
    <w:tr w:rsidR="001B72E4" w:rsidTr="004E0C69">
      <w:tc>
        <w:tcPr>
          <w:tcW w:w="10450" w:type="dxa"/>
          <w:shd w:val="clear" w:color="auto" w:fill="auto"/>
        </w:tcPr>
        <w:p w:rsidR="001B72E4" w:rsidRPr="00F561C0" w:rsidRDefault="001B72E4" w:rsidP="00F561C0">
          <w:r w:rsidRPr="00F561C0">
            <w:t>Insert fact sheet title</w:t>
          </w:r>
        </w:p>
        <w:p w:rsidR="001B72E4" w:rsidRPr="00F561C0" w:rsidRDefault="001B72E4" w:rsidP="00F561C0">
          <w:r w:rsidRPr="00F561C0">
            <w:t>Insert fact sheet subtitle (if necessary)</w:t>
          </w:r>
        </w:p>
        <w:p w:rsidR="001B72E4" w:rsidRPr="004E0C69" w:rsidRDefault="001B72E4" w:rsidP="004E0C69">
          <w:pPr>
            <w:tabs>
              <w:tab w:val="left" w:pos="-110"/>
              <w:tab w:val="left" w:pos="220"/>
            </w:tabs>
            <w:ind w:left="-437"/>
            <w:rPr>
              <w:color w:val="00928F"/>
              <w:szCs w:val="16"/>
            </w:rPr>
          </w:pPr>
        </w:p>
      </w:tc>
    </w:tr>
  </w:tbl>
  <w:p w:rsidR="001B72E4" w:rsidRPr="00954490" w:rsidRDefault="001B72E4" w:rsidP="00D90209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D251E6"/>
    <w:multiLevelType w:val="hybridMultilevel"/>
    <w:tmpl w:val="4C48C4EC"/>
    <w:lvl w:ilvl="0" w:tplc="0C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422241"/>
    <w:multiLevelType w:val="hybridMultilevel"/>
    <w:tmpl w:val="D2BC11EA"/>
    <w:lvl w:ilvl="0" w:tplc="230E2960">
      <w:start w:val="1"/>
      <w:numFmt w:val="bullet"/>
      <w:pStyle w:val="Bulletslevel1"/>
      <w:lvlText w:val=""/>
      <w:lvlJc w:val="left"/>
      <w:pPr>
        <w:ind w:left="284" w:hanging="284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F537D05"/>
    <w:multiLevelType w:val="multilevel"/>
    <w:tmpl w:val="D03C0D98"/>
    <w:styleLink w:val="BulletsList"/>
    <w:lvl w:ilvl="0">
      <w:start w:val="1"/>
      <w:numFmt w:val="bullet"/>
      <w:lvlText w:val="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color w:val="auto"/>
      </w:rPr>
    </w:lvl>
    <w:lvl w:ilvl="1">
      <w:start w:val="1"/>
      <w:numFmt w:val="bullet"/>
      <w:lvlText w:val="­"/>
      <w:lvlJc w:val="left"/>
      <w:pPr>
        <w:tabs>
          <w:tab w:val="num" w:pos="568"/>
        </w:tabs>
        <w:ind w:left="568" w:hanging="284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852"/>
        </w:tabs>
        <w:ind w:left="852" w:hanging="284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1136"/>
        </w:tabs>
        <w:ind w:left="1136" w:hanging="284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1420"/>
        </w:tabs>
        <w:ind w:left="1420" w:hanging="284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1704"/>
        </w:tabs>
        <w:ind w:left="1704" w:hanging="284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1988"/>
        </w:tabs>
        <w:ind w:left="1988" w:hanging="284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2272"/>
        </w:tabs>
        <w:ind w:left="2272" w:hanging="284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2556"/>
        </w:tabs>
        <w:ind w:left="2556" w:hanging="284"/>
      </w:pPr>
      <w:rPr>
        <w:rFonts w:ascii="Wingdings" w:hAnsi="Wingdings" w:hint="default"/>
      </w:rPr>
    </w:lvl>
  </w:abstractNum>
  <w:abstractNum w:abstractNumId="3">
    <w:nsid w:val="4F65124B"/>
    <w:multiLevelType w:val="multilevel"/>
    <w:tmpl w:val="D03C0D98"/>
    <w:numStyleLink w:val="BulletsList"/>
  </w:abstractNum>
  <w:abstractNum w:abstractNumId="4">
    <w:nsid w:val="57E65A18"/>
    <w:multiLevelType w:val="multilevel"/>
    <w:tmpl w:val="D03C0D98"/>
    <w:numStyleLink w:val="BulletsList"/>
  </w:abstractNum>
  <w:abstractNum w:abstractNumId="5">
    <w:nsid w:val="5C03232B"/>
    <w:multiLevelType w:val="multilevel"/>
    <w:tmpl w:val="D03C0D98"/>
    <w:numStyleLink w:val="BulletsList"/>
  </w:abstractNum>
  <w:abstractNum w:abstractNumId="6">
    <w:nsid w:val="63324517"/>
    <w:multiLevelType w:val="multilevel"/>
    <w:tmpl w:val="D03C0D98"/>
    <w:numStyleLink w:val="BulletsList"/>
  </w:abstractNum>
  <w:abstractNum w:abstractNumId="7">
    <w:nsid w:val="66115C30"/>
    <w:multiLevelType w:val="hybridMultilevel"/>
    <w:tmpl w:val="DF0683C6"/>
    <w:lvl w:ilvl="0" w:tplc="D3B2D592">
      <w:start w:val="1"/>
      <w:numFmt w:val="bullet"/>
      <w:pStyle w:val="Bulletslevel3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C0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6C413B8C"/>
    <w:multiLevelType w:val="multilevel"/>
    <w:tmpl w:val="D03C0D98"/>
    <w:numStyleLink w:val="BulletsList"/>
  </w:abstractNum>
  <w:abstractNum w:abstractNumId="9">
    <w:nsid w:val="6E3A0519"/>
    <w:multiLevelType w:val="hybridMultilevel"/>
    <w:tmpl w:val="737A953A"/>
    <w:lvl w:ilvl="0" w:tplc="06F2BA7C">
      <w:start w:val="1"/>
      <w:numFmt w:val="bullet"/>
      <w:pStyle w:val="Bulletslevel2"/>
      <w:lvlText w:val=""/>
      <w:lvlJc w:val="left"/>
      <w:pPr>
        <w:ind w:left="1004" w:hanging="360"/>
      </w:pPr>
      <w:rPr>
        <w:rFonts w:ascii="Symbol" w:hAnsi="Symbol" w:hint="default"/>
      </w:rPr>
    </w:lvl>
    <w:lvl w:ilvl="1" w:tplc="0C0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C0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C0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C0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C0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C0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C0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C0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6"/>
  </w:num>
  <w:num w:numId="4">
    <w:abstractNumId w:val="8"/>
  </w:num>
  <w:num w:numId="5">
    <w:abstractNumId w:val="4"/>
  </w:num>
  <w:num w:numId="6">
    <w:abstractNumId w:val="5"/>
  </w:num>
  <w:num w:numId="7">
    <w:abstractNumId w:val="0"/>
  </w:num>
  <w:num w:numId="8">
    <w:abstractNumId w:val="1"/>
  </w:num>
  <w:num w:numId="9">
    <w:abstractNumId w:val="9"/>
  </w:num>
  <w:num w:numId="10">
    <w:abstractNumId w:val="7"/>
  </w:num>
  <w:num w:numId="11">
    <w:abstractNumId w:val="1"/>
    <w:lvlOverride w:ilvl="0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activeWritingStyle w:appName="MSWord" w:lang="en-AU" w:vendorID="8" w:dllVersion="513" w:checkStyle="1"/>
  <w:proofState w:spelling="clean" w:grammar="clean"/>
  <w:attachedTemplate r:id="rId1"/>
  <w:stylePaneFormatFilter w:val="3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1" w:top3HeadingStyles="1" w:visibleStyles="0" w:alternateStyleNames="0"/>
  <w:trackRevisions/>
  <w:documentProtection w:edit="forms" w:enforcement="0"/>
  <w:defaultTabStop w:val="720"/>
  <w:drawingGridHorizontalSpacing w:val="110"/>
  <w:drawingGridVerticalSpacing w:val="299"/>
  <w:displayHorizont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numFmt w:val="decimal"/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6915"/>
    <w:rsid w:val="0000155F"/>
    <w:rsid w:val="00001DE7"/>
    <w:rsid w:val="00002C76"/>
    <w:rsid w:val="00005BFD"/>
    <w:rsid w:val="0000652A"/>
    <w:rsid w:val="000077A0"/>
    <w:rsid w:val="00010994"/>
    <w:rsid w:val="00013DC7"/>
    <w:rsid w:val="000233E4"/>
    <w:rsid w:val="00025D91"/>
    <w:rsid w:val="0002746D"/>
    <w:rsid w:val="00030551"/>
    <w:rsid w:val="00032413"/>
    <w:rsid w:val="00033DBD"/>
    <w:rsid w:val="00035203"/>
    <w:rsid w:val="00042417"/>
    <w:rsid w:val="00042CCA"/>
    <w:rsid w:val="00043015"/>
    <w:rsid w:val="00044413"/>
    <w:rsid w:val="00046924"/>
    <w:rsid w:val="00051EA1"/>
    <w:rsid w:val="00054543"/>
    <w:rsid w:val="00061E1A"/>
    <w:rsid w:val="0006205A"/>
    <w:rsid w:val="00064356"/>
    <w:rsid w:val="000658BE"/>
    <w:rsid w:val="00065B02"/>
    <w:rsid w:val="00067264"/>
    <w:rsid w:val="00073A08"/>
    <w:rsid w:val="00074E88"/>
    <w:rsid w:val="0007560B"/>
    <w:rsid w:val="00083F6D"/>
    <w:rsid w:val="0008467C"/>
    <w:rsid w:val="00085EF6"/>
    <w:rsid w:val="000869F0"/>
    <w:rsid w:val="000934C8"/>
    <w:rsid w:val="00095CC0"/>
    <w:rsid w:val="000A0941"/>
    <w:rsid w:val="000A1078"/>
    <w:rsid w:val="000A28EF"/>
    <w:rsid w:val="000A57F6"/>
    <w:rsid w:val="000A6B3B"/>
    <w:rsid w:val="000B0432"/>
    <w:rsid w:val="000B0F15"/>
    <w:rsid w:val="000B1D71"/>
    <w:rsid w:val="000B2F97"/>
    <w:rsid w:val="000B5758"/>
    <w:rsid w:val="000B63A8"/>
    <w:rsid w:val="000C228A"/>
    <w:rsid w:val="000C5525"/>
    <w:rsid w:val="000C7031"/>
    <w:rsid w:val="000C76A5"/>
    <w:rsid w:val="000C7E57"/>
    <w:rsid w:val="000D1DA8"/>
    <w:rsid w:val="000D2D55"/>
    <w:rsid w:val="000D4545"/>
    <w:rsid w:val="000E1FFE"/>
    <w:rsid w:val="000E35F3"/>
    <w:rsid w:val="000E3F33"/>
    <w:rsid w:val="000E49E2"/>
    <w:rsid w:val="000E75D3"/>
    <w:rsid w:val="000F1EC4"/>
    <w:rsid w:val="000F7321"/>
    <w:rsid w:val="000F76EF"/>
    <w:rsid w:val="001029DB"/>
    <w:rsid w:val="00102F31"/>
    <w:rsid w:val="00105E66"/>
    <w:rsid w:val="0011108C"/>
    <w:rsid w:val="00112C59"/>
    <w:rsid w:val="00114248"/>
    <w:rsid w:val="00116098"/>
    <w:rsid w:val="00116631"/>
    <w:rsid w:val="00123D2D"/>
    <w:rsid w:val="00124A32"/>
    <w:rsid w:val="00127676"/>
    <w:rsid w:val="001304D3"/>
    <w:rsid w:val="00130772"/>
    <w:rsid w:val="00133CFB"/>
    <w:rsid w:val="00134205"/>
    <w:rsid w:val="00135C0D"/>
    <w:rsid w:val="00136DFD"/>
    <w:rsid w:val="00140672"/>
    <w:rsid w:val="00143E68"/>
    <w:rsid w:val="00145904"/>
    <w:rsid w:val="00151DE8"/>
    <w:rsid w:val="00152168"/>
    <w:rsid w:val="0015354A"/>
    <w:rsid w:val="001551A7"/>
    <w:rsid w:val="00155D5C"/>
    <w:rsid w:val="00167D70"/>
    <w:rsid w:val="001703E9"/>
    <w:rsid w:val="001739A8"/>
    <w:rsid w:val="001771DA"/>
    <w:rsid w:val="00177A03"/>
    <w:rsid w:val="00177D43"/>
    <w:rsid w:val="00180F53"/>
    <w:rsid w:val="001838A0"/>
    <w:rsid w:val="00192ADB"/>
    <w:rsid w:val="00192FF4"/>
    <w:rsid w:val="00193C77"/>
    <w:rsid w:val="00194784"/>
    <w:rsid w:val="001947AE"/>
    <w:rsid w:val="00195954"/>
    <w:rsid w:val="001975A9"/>
    <w:rsid w:val="001978BA"/>
    <w:rsid w:val="001A51A3"/>
    <w:rsid w:val="001A5789"/>
    <w:rsid w:val="001A7D7B"/>
    <w:rsid w:val="001B5F46"/>
    <w:rsid w:val="001B6E68"/>
    <w:rsid w:val="001B72E4"/>
    <w:rsid w:val="001C11BE"/>
    <w:rsid w:val="001C3769"/>
    <w:rsid w:val="001C595E"/>
    <w:rsid w:val="001C6D32"/>
    <w:rsid w:val="001D6C85"/>
    <w:rsid w:val="001E1961"/>
    <w:rsid w:val="001E3240"/>
    <w:rsid w:val="001E51B1"/>
    <w:rsid w:val="001E685A"/>
    <w:rsid w:val="001F0A2A"/>
    <w:rsid w:val="001F1CE1"/>
    <w:rsid w:val="001F2178"/>
    <w:rsid w:val="001F2CC8"/>
    <w:rsid w:val="001F6C01"/>
    <w:rsid w:val="001F72BC"/>
    <w:rsid w:val="00200478"/>
    <w:rsid w:val="002008B6"/>
    <w:rsid w:val="00200B41"/>
    <w:rsid w:val="0020301A"/>
    <w:rsid w:val="00203B1B"/>
    <w:rsid w:val="00205D97"/>
    <w:rsid w:val="00207832"/>
    <w:rsid w:val="00210577"/>
    <w:rsid w:val="00211AA8"/>
    <w:rsid w:val="00213F20"/>
    <w:rsid w:val="00221C9C"/>
    <w:rsid w:val="0022261D"/>
    <w:rsid w:val="0022454E"/>
    <w:rsid w:val="00227B1B"/>
    <w:rsid w:val="0023068B"/>
    <w:rsid w:val="00230B64"/>
    <w:rsid w:val="00233035"/>
    <w:rsid w:val="00233BB5"/>
    <w:rsid w:val="00234025"/>
    <w:rsid w:val="00235274"/>
    <w:rsid w:val="00237879"/>
    <w:rsid w:val="00237CFA"/>
    <w:rsid w:val="00243A47"/>
    <w:rsid w:val="00244FA0"/>
    <w:rsid w:val="00247A2E"/>
    <w:rsid w:val="00250589"/>
    <w:rsid w:val="00253772"/>
    <w:rsid w:val="00253F90"/>
    <w:rsid w:val="00257036"/>
    <w:rsid w:val="00262D35"/>
    <w:rsid w:val="002709C1"/>
    <w:rsid w:val="00274EBE"/>
    <w:rsid w:val="002809D8"/>
    <w:rsid w:val="00282CDA"/>
    <w:rsid w:val="00283EBC"/>
    <w:rsid w:val="0028641F"/>
    <w:rsid w:val="00286A7F"/>
    <w:rsid w:val="00286D72"/>
    <w:rsid w:val="00292FF4"/>
    <w:rsid w:val="00294999"/>
    <w:rsid w:val="00296F03"/>
    <w:rsid w:val="002A07DC"/>
    <w:rsid w:val="002A473A"/>
    <w:rsid w:val="002A5CA3"/>
    <w:rsid w:val="002A67FA"/>
    <w:rsid w:val="002B079D"/>
    <w:rsid w:val="002B1791"/>
    <w:rsid w:val="002B31D6"/>
    <w:rsid w:val="002B35FD"/>
    <w:rsid w:val="002B4FE7"/>
    <w:rsid w:val="002B568A"/>
    <w:rsid w:val="002B66CD"/>
    <w:rsid w:val="002C0575"/>
    <w:rsid w:val="002C1F67"/>
    <w:rsid w:val="002C3949"/>
    <w:rsid w:val="002C4133"/>
    <w:rsid w:val="002C553F"/>
    <w:rsid w:val="002C6620"/>
    <w:rsid w:val="002D23BF"/>
    <w:rsid w:val="002D290F"/>
    <w:rsid w:val="002D5BB6"/>
    <w:rsid w:val="002D7859"/>
    <w:rsid w:val="002E0B85"/>
    <w:rsid w:val="002E0D29"/>
    <w:rsid w:val="002E16C0"/>
    <w:rsid w:val="002E3188"/>
    <w:rsid w:val="002E4C72"/>
    <w:rsid w:val="002E5DB1"/>
    <w:rsid w:val="002F25CE"/>
    <w:rsid w:val="002F33A4"/>
    <w:rsid w:val="00301FBE"/>
    <w:rsid w:val="003044FC"/>
    <w:rsid w:val="00310E23"/>
    <w:rsid w:val="00315EBB"/>
    <w:rsid w:val="003234A0"/>
    <w:rsid w:val="00327AE2"/>
    <w:rsid w:val="00330CF7"/>
    <w:rsid w:val="003324AE"/>
    <w:rsid w:val="00333059"/>
    <w:rsid w:val="0033354D"/>
    <w:rsid w:val="0033438A"/>
    <w:rsid w:val="003346A4"/>
    <w:rsid w:val="003358FA"/>
    <w:rsid w:val="003360C8"/>
    <w:rsid w:val="00336B2B"/>
    <w:rsid w:val="003406AC"/>
    <w:rsid w:val="00343649"/>
    <w:rsid w:val="003469BE"/>
    <w:rsid w:val="00346E9C"/>
    <w:rsid w:val="003476A5"/>
    <w:rsid w:val="003520E4"/>
    <w:rsid w:val="00352D72"/>
    <w:rsid w:val="003547DB"/>
    <w:rsid w:val="00355A4A"/>
    <w:rsid w:val="00361D14"/>
    <w:rsid w:val="0036333C"/>
    <w:rsid w:val="003636A6"/>
    <w:rsid w:val="00364E09"/>
    <w:rsid w:val="00365706"/>
    <w:rsid w:val="003660AA"/>
    <w:rsid w:val="003664A3"/>
    <w:rsid w:val="00372E92"/>
    <w:rsid w:val="00374483"/>
    <w:rsid w:val="0037711E"/>
    <w:rsid w:val="00384201"/>
    <w:rsid w:val="00387394"/>
    <w:rsid w:val="00393E8B"/>
    <w:rsid w:val="0039537C"/>
    <w:rsid w:val="00396C14"/>
    <w:rsid w:val="003A51EC"/>
    <w:rsid w:val="003A5A56"/>
    <w:rsid w:val="003A5B3A"/>
    <w:rsid w:val="003B02A7"/>
    <w:rsid w:val="003B07B0"/>
    <w:rsid w:val="003B372A"/>
    <w:rsid w:val="003C2A5D"/>
    <w:rsid w:val="003C5172"/>
    <w:rsid w:val="003C6914"/>
    <w:rsid w:val="003D50BF"/>
    <w:rsid w:val="003D7CEA"/>
    <w:rsid w:val="003E0E83"/>
    <w:rsid w:val="003E3F04"/>
    <w:rsid w:val="003E415C"/>
    <w:rsid w:val="003E5BFB"/>
    <w:rsid w:val="003E62B0"/>
    <w:rsid w:val="003E7A35"/>
    <w:rsid w:val="003F1A88"/>
    <w:rsid w:val="003F1B1C"/>
    <w:rsid w:val="003F2D9F"/>
    <w:rsid w:val="003F65E2"/>
    <w:rsid w:val="004005C2"/>
    <w:rsid w:val="00400750"/>
    <w:rsid w:val="004035EE"/>
    <w:rsid w:val="00404FF4"/>
    <w:rsid w:val="004100FC"/>
    <w:rsid w:val="00415B31"/>
    <w:rsid w:val="00415F52"/>
    <w:rsid w:val="004167A6"/>
    <w:rsid w:val="00417E9D"/>
    <w:rsid w:val="00421C74"/>
    <w:rsid w:val="00423A60"/>
    <w:rsid w:val="00423CF7"/>
    <w:rsid w:val="00426E65"/>
    <w:rsid w:val="00426F27"/>
    <w:rsid w:val="0043012A"/>
    <w:rsid w:val="004326CA"/>
    <w:rsid w:val="00433111"/>
    <w:rsid w:val="00433BEC"/>
    <w:rsid w:val="00440396"/>
    <w:rsid w:val="004456BE"/>
    <w:rsid w:val="00451B64"/>
    <w:rsid w:val="0045314A"/>
    <w:rsid w:val="00455603"/>
    <w:rsid w:val="00456DE6"/>
    <w:rsid w:val="00460455"/>
    <w:rsid w:val="00466631"/>
    <w:rsid w:val="00466CF1"/>
    <w:rsid w:val="00470904"/>
    <w:rsid w:val="00472DDE"/>
    <w:rsid w:val="004730FF"/>
    <w:rsid w:val="00474CDB"/>
    <w:rsid w:val="00475EF5"/>
    <w:rsid w:val="00475F85"/>
    <w:rsid w:val="00477FEA"/>
    <w:rsid w:val="00480CF9"/>
    <w:rsid w:val="004811BB"/>
    <w:rsid w:val="00481A3E"/>
    <w:rsid w:val="00483F3B"/>
    <w:rsid w:val="00487176"/>
    <w:rsid w:val="00490BAB"/>
    <w:rsid w:val="00493AF6"/>
    <w:rsid w:val="00495087"/>
    <w:rsid w:val="00495233"/>
    <w:rsid w:val="00497691"/>
    <w:rsid w:val="004A0DA2"/>
    <w:rsid w:val="004A2506"/>
    <w:rsid w:val="004A2826"/>
    <w:rsid w:val="004A2CBA"/>
    <w:rsid w:val="004A3149"/>
    <w:rsid w:val="004A60BB"/>
    <w:rsid w:val="004A63FF"/>
    <w:rsid w:val="004A69B7"/>
    <w:rsid w:val="004A6B37"/>
    <w:rsid w:val="004B2061"/>
    <w:rsid w:val="004B6475"/>
    <w:rsid w:val="004C13F5"/>
    <w:rsid w:val="004C146C"/>
    <w:rsid w:val="004C3954"/>
    <w:rsid w:val="004C43C1"/>
    <w:rsid w:val="004C52C8"/>
    <w:rsid w:val="004C61E9"/>
    <w:rsid w:val="004C63CC"/>
    <w:rsid w:val="004C7384"/>
    <w:rsid w:val="004D04F0"/>
    <w:rsid w:val="004D19DD"/>
    <w:rsid w:val="004D29AA"/>
    <w:rsid w:val="004D2C6E"/>
    <w:rsid w:val="004D30C2"/>
    <w:rsid w:val="004D4E6A"/>
    <w:rsid w:val="004E0C69"/>
    <w:rsid w:val="004E39D5"/>
    <w:rsid w:val="004E3ACE"/>
    <w:rsid w:val="004E5C44"/>
    <w:rsid w:val="004F19BA"/>
    <w:rsid w:val="004F2882"/>
    <w:rsid w:val="004F2D2B"/>
    <w:rsid w:val="004F36D4"/>
    <w:rsid w:val="004F3B8B"/>
    <w:rsid w:val="004F3D43"/>
    <w:rsid w:val="004F5C6A"/>
    <w:rsid w:val="004F6801"/>
    <w:rsid w:val="004F6974"/>
    <w:rsid w:val="00500722"/>
    <w:rsid w:val="005052ED"/>
    <w:rsid w:val="00506608"/>
    <w:rsid w:val="00512864"/>
    <w:rsid w:val="00512F1A"/>
    <w:rsid w:val="00514DD5"/>
    <w:rsid w:val="0052010F"/>
    <w:rsid w:val="005213F2"/>
    <w:rsid w:val="00522F16"/>
    <w:rsid w:val="0052313B"/>
    <w:rsid w:val="0052513B"/>
    <w:rsid w:val="00526536"/>
    <w:rsid w:val="00532DA1"/>
    <w:rsid w:val="00537D1B"/>
    <w:rsid w:val="00544562"/>
    <w:rsid w:val="0055092E"/>
    <w:rsid w:val="00555EA8"/>
    <w:rsid w:val="005632AE"/>
    <w:rsid w:val="005678C2"/>
    <w:rsid w:val="00574F87"/>
    <w:rsid w:val="00576206"/>
    <w:rsid w:val="00580187"/>
    <w:rsid w:val="00586B8F"/>
    <w:rsid w:val="0058755D"/>
    <w:rsid w:val="00596407"/>
    <w:rsid w:val="005A29D0"/>
    <w:rsid w:val="005A2BB9"/>
    <w:rsid w:val="005A6DDB"/>
    <w:rsid w:val="005C0F27"/>
    <w:rsid w:val="005C5B93"/>
    <w:rsid w:val="005C68F1"/>
    <w:rsid w:val="005D0084"/>
    <w:rsid w:val="005D333E"/>
    <w:rsid w:val="005D7E39"/>
    <w:rsid w:val="005E1659"/>
    <w:rsid w:val="005E1AD6"/>
    <w:rsid w:val="005E2AE1"/>
    <w:rsid w:val="005E3D8C"/>
    <w:rsid w:val="005E6236"/>
    <w:rsid w:val="005E70B4"/>
    <w:rsid w:val="005E7D77"/>
    <w:rsid w:val="005F1C74"/>
    <w:rsid w:val="005F2E75"/>
    <w:rsid w:val="005F397C"/>
    <w:rsid w:val="005F3D6A"/>
    <w:rsid w:val="005F7BF6"/>
    <w:rsid w:val="006027D0"/>
    <w:rsid w:val="006047C1"/>
    <w:rsid w:val="00604E1C"/>
    <w:rsid w:val="0060614F"/>
    <w:rsid w:val="00606586"/>
    <w:rsid w:val="0061626D"/>
    <w:rsid w:val="00622EEE"/>
    <w:rsid w:val="006232B6"/>
    <w:rsid w:val="0062597B"/>
    <w:rsid w:val="00632199"/>
    <w:rsid w:val="00641581"/>
    <w:rsid w:val="006421E2"/>
    <w:rsid w:val="00642462"/>
    <w:rsid w:val="00643FEC"/>
    <w:rsid w:val="00644EF5"/>
    <w:rsid w:val="006473B6"/>
    <w:rsid w:val="00654867"/>
    <w:rsid w:val="00660414"/>
    <w:rsid w:val="0066792D"/>
    <w:rsid w:val="006707D6"/>
    <w:rsid w:val="00671D29"/>
    <w:rsid w:val="00673A79"/>
    <w:rsid w:val="00677F9B"/>
    <w:rsid w:val="00681428"/>
    <w:rsid w:val="00682106"/>
    <w:rsid w:val="00684588"/>
    <w:rsid w:val="00686DF2"/>
    <w:rsid w:val="00687891"/>
    <w:rsid w:val="00687F39"/>
    <w:rsid w:val="006903C4"/>
    <w:rsid w:val="00695E49"/>
    <w:rsid w:val="00696083"/>
    <w:rsid w:val="00696477"/>
    <w:rsid w:val="006A03B7"/>
    <w:rsid w:val="006A08D2"/>
    <w:rsid w:val="006A3410"/>
    <w:rsid w:val="006A5222"/>
    <w:rsid w:val="006B0CFC"/>
    <w:rsid w:val="006B194A"/>
    <w:rsid w:val="006B22CB"/>
    <w:rsid w:val="006B2650"/>
    <w:rsid w:val="006B2C71"/>
    <w:rsid w:val="006B30A5"/>
    <w:rsid w:val="006B3A03"/>
    <w:rsid w:val="006B57D6"/>
    <w:rsid w:val="006B6B74"/>
    <w:rsid w:val="006B6E77"/>
    <w:rsid w:val="006B708E"/>
    <w:rsid w:val="006C0F9C"/>
    <w:rsid w:val="006C5222"/>
    <w:rsid w:val="006C7B26"/>
    <w:rsid w:val="006D2F26"/>
    <w:rsid w:val="006D36B6"/>
    <w:rsid w:val="006D785A"/>
    <w:rsid w:val="006E229B"/>
    <w:rsid w:val="006E7672"/>
    <w:rsid w:val="006F2277"/>
    <w:rsid w:val="006F22DF"/>
    <w:rsid w:val="006F6BFB"/>
    <w:rsid w:val="006F6E6B"/>
    <w:rsid w:val="007008E7"/>
    <w:rsid w:val="00700BED"/>
    <w:rsid w:val="00704F62"/>
    <w:rsid w:val="007070CA"/>
    <w:rsid w:val="00707D7E"/>
    <w:rsid w:val="00711051"/>
    <w:rsid w:val="00716489"/>
    <w:rsid w:val="007211E7"/>
    <w:rsid w:val="00722885"/>
    <w:rsid w:val="00722EF6"/>
    <w:rsid w:val="0072405A"/>
    <w:rsid w:val="00724C7E"/>
    <w:rsid w:val="00726039"/>
    <w:rsid w:val="00727790"/>
    <w:rsid w:val="00731792"/>
    <w:rsid w:val="007322C6"/>
    <w:rsid w:val="007356B3"/>
    <w:rsid w:val="00737522"/>
    <w:rsid w:val="00742C53"/>
    <w:rsid w:val="00742D79"/>
    <w:rsid w:val="00745D36"/>
    <w:rsid w:val="00746587"/>
    <w:rsid w:val="0075321B"/>
    <w:rsid w:val="0075597D"/>
    <w:rsid w:val="00756D43"/>
    <w:rsid w:val="0075757A"/>
    <w:rsid w:val="00760F6E"/>
    <w:rsid w:val="00775045"/>
    <w:rsid w:val="00783EF7"/>
    <w:rsid w:val="007860C0"/>
    <w:rsid w:val="00791E9D"/>
    <w:rsid w:val="0079228A"/>
    <w:rsid w:val="0079287A"/>
    <w:rsid w:val="007933FC"/>
    <w:rsid w:val="00795430"/>
    <w:rsid w:val="00795FC6"/>
    <w:rsid w:val="007A570B"/>
    <w:rsid w:val="007A7FF0"/>
    <w:rsid w:val="007B1E7A"/>
    <w:rsid w:val="007B343C"/>
    <w:rsid w:val="007B69DC"/>
    <w:rsid w:val="007C30DE"/>
    <w:rsid w:val="007C3588"/>
    <w:rsid w:val="007C3593"/>
    <w:rsid w:val="007C4FFD"/>
    <w:rsid w:val="007C7063"/>
    <w:rsid w:val="007D3EA3"/>
    <w:rsid w:val="007D5333"/>
    <w:rsid w:val="007D5343"/>
    <w:rsid w:val="007E14E8"/>
    <w:rsid w:val="007E3B7B"/>
    <w:rsid w:val="007E6DFD"/>
    <w:rsid w:val="007E7143"/>
    <w:rsid w:val="007F1BC8"/>
    <w:rsid w:val="007F28E6"/>
    <w:rsid w:val="007F2979"/>
    <w:rsid w:val="00801CCA"/>
    <w:rsid w:val="008035EA"/>
    <w:rsid w:val="008068E1"/>
    <w:rsid w:val="008108D8"/>
    <w:rsid w:val="00815640"/>
    <w:rsid w:val="00816EA9"/>
    <w:rsid w:val="00822DEF"/>
    <w:rsid w:val="008248FF"/>
    <w:rsid w:val="00825079"/>
    <w:rsid w:val="008300AE"/>
    <w:rsid w:val="008331B9"/>
    <w:rsid w:val="0083378E"/>
    <w:rsid w:val="00835A96"/>
    <w:rsid w:val="0084057E"/>
    <w:rsid w:val="008406A0"/>
    <w:rsid w:val="00842772"/>
    <w:rsid w:val="00842D41"/>
    <w:rsid w:val="00846341"/>
    <w:rsid w:val="0084667C"/>
    <w:rsid w:val="00850513"/>
    <w:rsid w:val="00851B6D"/>
    <w:rsid w:val="008555A7"/>
    <w:rsid w:val="00860CD2"/>
    <w:rsid w:val="008625DD"/>
    <w:rsid w:val="0086315A"/>
    <w:rsid w:val="008667FA"/>
    <w:rsid w:val="008721B3"/>
    <w:rsid w:val="008754A3"/>
    <w:rsid w:val="00877D97"/>
    <w:rsid w:val="00880618"/>
    <w:rsid w:val="00881EFD"/>
    <w:rsid w:val="00882391"/>
    <w:rsid w:val="00884D66"/>
    <w:rsid w:val="0088630F"/>
    <w:rsid w:val="0089026E"/>
    <w:rsid w:val="00893925"/>
    <w:rsid w:val="00893B6D"/>
    <w:rsid w:val="00897069"/>
    <w:rsid w:val="008A12B0"/>
    <w:rsid w:val="008A1957"/>
    <w:rsid w:val="008A31C9"/>
    <w:rsid w:val="008A61E2"/>
    <w:rsid w:val="008B09D6"/>
    <w:rsid w:val="008B27DE"/>
    <w:rsid w:val="008B4E6A"/>
    <w:rsid w:val="008B6F1B"/>
    <w:rsid w:val="008C4D6A"/>
    <w:rsid w:val="008C4F74"/>
    <w:rsid w:val="008C5F60"/>
    <w:rsid w:val="008C78DF"/>
    <w:rsid w:val="008D0076"/>
    <w:rsid w:val="008D24BE"/>
    <w:rsid w:val="008D28C8"/>
    <w:rsid w:val="008D541D"/>
    <w:rsid w:val="008D55A1"/>
    <w:rsid w:val="008D6FB6"/>
    <w:rsid w:val="008E05BD"/>
    <w:rsid w:val="008E13BF"/>
    <w:rsid w:val="008E1D6A"/>
    <w:rsid w:val="008E7DB6"/>
    <w:rsid w:val="008F19BA"/>
    <w:rsid w:val="008F280C"/>
    <w:rsid w:val="008F2C5C"/>
    <w:rsid w:val="008F7625"/>
    <w:rsid w:val="00900DF4"/>
    <w:rsid w:val="00904243"/>
    <w:rsid w:val="00905658"/>
    <w:rsid w:val="00905E95"/>
    <w:rsid w:val="00907DD7"/>
    <w:rsid w:val="00910E05"/>
    <w:rsid w:val="00912EE6"/>
    <w:rsid w:val="00921C02"/>
    <w:rsid w:val="00921C22"/>
    <w:rsid w:val="00922B1F"/>
    <w:rsid w:val="00926292"/>
    <w:rsid w:val="00933AC0"/>
    <w:rsid w:val="0094644D"/>
    <w:rsid w:val="00952A73"/>
    <w:rsid w:val="00954490"/>
    <w:rsid w:val="00954542"/>
    <w:rsid w:val="00960D6E"/>
    <w:rsid w:val="009617C6"/>
    <w:rsid w:val="00961A0D"/>
    <w:rsid w:val="00962F1D"/>
    <w:rsid w:val="009676B6"/>
    <w:rsid w:val="0097096B"/>
    <w:rsid w:val="00970F36"/>
    <w:rsid w:val="00980DE3"/>
    <w:rsid w:val="00987336"/>
    <w:rsid w:val="00987E7B"/>
    <w:rsid w:val="009915CF"/>
    <w:rsid w:val="0099576A"/>
    <w:rsid w:val="00995EEC"/>
    <w:rsid w:val="00997F6F"/>
    <w:rsid w:val="009A2E8A"/>
    <w:rsid w:val="009A45CA"/>
    <w:rsid w:val="009A4A4D"/>
    <w:rsid w:val="009A4FDB"/>
    <w:rsid w:val="009A5922"/>
    <w:rsid w:val="009B1A1C"/>
    <w:rsid w:val="009B25E8"/>
    <w:rsid w:val="009B2B18"/>
    <w:rsid w:val="009C15A1"/>
    <w:rsid w:val="009C2295"/>
    <w:rsid w:val="009C39B5"/>
    <w:rsid w:val="009C3DD8"/>
    <w:rsid w:val="009D274A"/>
    <w:rsid w:val="009D31C7"/>
    <w:rsid w:val="009D57BA"/>
    <w:rsid w:val="009E4029"/>
    <w:rsid w:val="009E4FEA"/>
    <w:rsid w:val="009E5523"/>
    <w:rsid w:val="009F20BA"/>
    <w:rsid w:val="009F44B0"/>
    <w:rsid w:val="009F6B3E"/>
    <w:rsid w:val="009F7DDE"/>
    <w:rsid w:val="00A002C7"/>
    <w:rsid w:val="00A03D70"/>
    <w:rsid w:val="00A1273A"/>
    <w:rsid w:val="00A1382A"/>
    <w:rsid w:val="00A1505C"/>
    <w:rsid w:val="00A17CED"/>
    <w:rsid w:val="00A2001B"/>
    <w:rsid w:val="00A20D15"/>
    <w:rsid w:val="00A21585"/>
    <w:rsid w:val="00A21951"/>
    <w:rsid w:val="00A224CD"/>
    <w:rsid w:val="00A23112"/>
    <w:rsid w:val="00A25984"/>
    <w:rsid w:val="00A25C6F"/>
    <w:rsid w:val="00A3109F"/>
    <w:rsid w:val="00A3143A"/>
    <w:rsid w:val="00A3164E"/>
    <w:rsid w:val="00A335C5"/>
    <w:rsid w:val="00A3396F"/>
    <w:rsid w:val="00A33B79"/>
    <w:rsid w:val="00A343ED"/>
    <w:rsid w:val="00A351D4"/>
    <w:rsid w:val="00A40069"/>
    <w:rsid w:val="00A4154C"/>
    <w:rsid w:val="00A42465"/>
    <w:rsid w:val="00A46915"/>
    <w:rsid w:val="00A50428"/>
    <w:rsid w:val="00A508A9"/>
    <w:rsid w:val="00A50CAB"/>
    <w:rsid w:val="00A5145C"/>
    <w:rsid w:val="00A53429"/>
    <w:rsid w:val="00A5506A"/>
    <w:rsid w:val="00A552F0"/>
    <w:rsid w:val="00A55FB3"/>
    <w:rsid w:val="00A57ED4"/>
    <w:rsid w:val="00A63230"/>
    <w:rsid w:val="00A72C38"/>
    <w:rsid w:val="00A74E95"/>
    <w:rsid w:val="00A7585D"/>
    <w:rsid w:val="00A813CE"/>
    <w:rsid w:val="00A81D95"/>
    <w:rsid w:val="00A84EFE"/>
    <w:rsid w:val="00A8733F"/>
    <w:rsid w:val="00A9101E"/>
    <w:rsid w:val="00A93A2E"/>
    <w:rsid w:val="00AA27EB"/>
    <w:rsid w:val="00AA2C1F"/>
    <w:rsid w:val="00AA59D6"/>
    <w:rsid w:val="00AA5C43"/>
    <w:rsid w:val="00AA62EF"/>
    <w:rsid w:val="00AB2494"/>
    <w:rsid w:val="00AB2E92"/>
    <w:rsid w:val="00AB7E76"/>
    <w:rsid w:val="00AC3F81"/>
    <w:rsid w:val="00AC6F04"/>
    <w:rsid w:val="00AD0BAA"/>
    <w:rsid w:val="00AD5808"/>
    <w:rsid w:val="00AE461B"/>
    <w:rsid w:val="00AE5E34"/>
    <w:rsid w:val="00AE7F34"/>
    <w:rsid w:val="00AF0CDF"/>
    <w:rsid w:val="00AF5074"/>
    <w:rsid w:val="00AF543B"/>
    <w:rsid w:val="00AF550D"/>
    <w:rsid w:val="00AF5951"/>
    <w:rsid w:val="00AF5E9B"/>
    <w:rsid w:val="00AF74B7"/>
    <w:rsid w:val="00B02433"/>
    <w:rsid w:val="00B02A7A"/>
    <w:rsid w:val="00B04CEE"/>
    <w:rsid w:val="00B05173"/>
    <w:rsid w:val="00B101E4"/>
    <w:rsid w:val="00B10412"/>
    <w:rsid w:val="00B13144"/>
    <w:rsid w:val="00B151BF"/>
    <w:rsid w:val="00B22BE6"/>
    <w:rsid w:val="00B238FA"/>
    <w:rsid w:val="00B25851"/>
    <w:rsid w:val="00B25AD4"/>
    <w:rsid w:val="00B2627D"/>
    <w:rsid w:val="00B327E3"/>
    <w:rsid w:val="00B34144"/>
    <w:rsid w:val="00B40AE1"/>
    <w:rsid w:val="00B4591B"/>
    <w:rsid w:val="00B505AD"/>
    <w:rsid w:val="00B563E2"/>
    <w:rsid w:val="00B578B3"/>
    <w:rsid w:val="00B57900"/>
    <w:rsid w:val="00B57D25"/>
    <w:rsid w:val="00B61448"/>
    <w:rsid w:val="00B61E98"/>
    <w:rsid w:val="00B622C7"/>
    <w:rsid w:val="00B62C7B"/>
    <w:rsid w:val="00B62E37"/>
    <w:rsid w:val="00B65F94"/>
    <w:rsid w:val="00B70E31"/>
    <w:rsid w:val="00B73575"/>
    <w:rsid w:val="00B778C2"/>
    <w:rsid w:val="00B80CAA"/>
    <w:rsid w:val="00B84A97"/>
    <w:rsid w:val="00B85BDF"/>
    <w:rsid w:val="00B8788A"/>
    <w:rsid w:val="00B90871"/>
    <w:rsid w:val="00B908BE"/>
    <w:rsid w:val="00B94A92"/>
    <w:rsid w:val="00B959EE"/>
    <w:rsid w:val="00B96411"/>
    <w:rsid w:val="00BA5999"/>
    <w:rsid w:val="00BA5AF0"/>
    <w:rsid w:val="00BA6E5A"/>
    <w:rsid w:val="00BB200B"/>
    <w:rsid w:val="00BB2A1E"/>
    <w:rsid w:val="00BB4003"/>
    <w:rsid w:val="00BC3210"/>
    <w:rsid w:val="00BC5F38"/>
    <w:rsid w:val="00BC6005"/>
    <w:rsid w:val="00BC6586"/>
    <w:rsid w:val="00BC7669"/>
    <w:rsid w:val="00BC7A1D"/>
    <w:rsid w:val="00BD308D"/>
    <w:rsid w:val="00BD6AE6"/>
    <w:rsid w:val="00BE2F0D"/>
    <w:rsid w:val="00BE2F5D"/>
    <w:rsid w:val="00BE52F2"/>
    <w:rsid w:val="00BE56CA"/>
    <w:rsid w:val="00BE67BE"/>
    <w:rsid w:val="00BF1877"/>
    <w:rsid w:val="00C032ED"/>
    <w:rsid w:val="00C0652E"/>
    <w:rsid w:val="00C06B50"/>
    <w:rsid w:val="00C10FD5"/>
    <w:rsid w:val="00C14293"/>
    <w:rsid w:val="00C17785"/>
    <w:rsid w:val="00C17C5D"/>
    <w:rsid w:val="00C24D8A"/>
    <w:rsid w:val="00C301DA"/>
    <w:rsid w:val="00C304BB"/>
    <w:rsid w:val="00C3067D"/>
    <w:rsid w:val="00C313F2"/>
    <w:rsid w:val="00C32150"/>
    <w:rsid w:val="00C330BA"/>
    <w:rsid w:val="00C36F1C"/>
    <w:rsid w:val="00C4086D"/>
    <w:rsid w:val="00C42C8E"/>
    <w:rsid w:val="00C44783"/>
    <w:rsid w:val="00C4483B"/>
    <w:rsid w:val="00C45ABF"/>
    <w:rsid w:val="00C466B4"/>
    <w:rsid w:val="00C50070"/>
    <w:rsid w:val="00C518D4"/>
    <w:rsid w:val="00C52BD4"/>
    <w:rsid w:val="00C52CEF"/>
    <w:rsid w:val="00C57FBC"/>
    <w:rsid w:val="00C61DBF"/>
    <w:rsid w:val="00C64451"/>
    <w:rsid w:val="00C657DA"/>
    <w:rsid w:val="00C66DDE"/>
    <w:rsid w:val="00C70313"/>
    <w:rsid w:val="00C74E29"/>
    <w:rsid w:val="00C7541F"/>
    <w:rsid w:val="00C80AA2"/>
    <w:rsid w:val="00C832FB"/>
    <w:rsid w:val="00C8500A"/>
    <w:rsid w:val="00C8736D"/>
    <w:rsid w:val="00C90DCF"/>
    <w:rsid w:val="00C94ED3"/>
    <w:rsid w:val="00CA11A8"/>
    <w:rsid w:val="00CA267E"/>
    <w:rsid w:val="00CA308E"/>
    <w:rsid w:val="00CA5866"/>
    <w:rsid w:val="00CB16FA"/>
    <w:rsid w:val="00CB4839"/>
    <w:rsid w:val="00CB5D46"/>
    <w:rsid w:val="00CB7775"/>
    <w:rsid w:val="00CC0EB3"/>
    <w:rsid w:val="00CC1119"/>
    <w:rsid w:val="00CC1967"/>
    <w:rsid w:val="00CC1BEC"/>
    <w:rsid w:val="00CC3D59"/>
    <w:rsid w:val="00CC4D59"/>
    <w:rsid w:val="00CC5031"/>
    <w:rsid w:val="00CC6354"/>
    <w:rsid w:val="00CC6607"/>
    <w:rsid w:val="00CC76F5"/>
    <w:rsid w:val="00CD07B9"/>
    <w:rsid w:val="00CD1000"/>
    <w:rsid w:val="00CD309B"/>
    <w:rsid w:val="00CD553C"/>
    <w:rsid w:val="00CD7584"/>
    <w:rsid w:val="00CE1AC5"/>
    <w:rsid w:val="00CE3E9F"/>
    <w:rsid w:val="00CE422F"/>
    <w:rsid w:val="00CE5415"/>
    <w:rsid w:val="00CE5985"/>
    <w:rsid w:val="00CF0F03"/>
    <w:rsid w:val="00CF1348"/>
    <w:rsid w:val="00CF3501"/>
    <w:rsid w:val="00CF525B"/>
    <w:rsid w:val="00CF6F0D"/>
    <w:rsid w:val="00D02E2F"/>
    <w:rsid w:val="00D0405B"/>
    <w:rsid w:val="00D04D57"/>
    <w:rsid w:val="00D07A15"/>
    <w:rsid w:val="00D1265B"/>
    <w:rsid w:val="00D14778"/>
    <w:rsid w:val="00D14C78"/>
    <w:rsid w:val="00D14D37"/>
    <w:rsid w:val="00D15107"/>
    <w:rsid w:val="00D16352"/>
    <w:rsid w:val="00D1758B"/>
    <w:rsid w:val="00D17801"/>
    <w:rsid w:val="00D228E0"/>
    <w:rsid w:val="00D22FF0"/>
    <w:rsid w:val="00D256AF"/>
    <w:rsid w:val="00D262A9"/>
    <w:rsid w:val="00D305DC"/>
    <w:rsid w:val="00D31800"/>
    <w:rsid w:val="00D32FF2"/>
    <w:rsid w:val="00D33B93"/>
    <w:rsid w:val="00D3575B"/>
    <w:rsid w:val="00D368B1"/>
    <w:rsid w:val="00D41726"/>
    <w:rsid w:val="00D43C31"/>
    <w:rsid w:val="00D52C6F"/>
    <w:rsid w:val="00D57636"/>
    <w:rsid w:val="00D62EE3"/>
    <w:rsid w:val="00D63EDE"/>
    <w:rsid w:val="00D6503F"/>
    <w:rsid w:val="00D66A36"/>
    <w:rsid w:val="00D71B49"/>
    <w:rsid w:val="00D75580"/>
    <w:rsid w:val="00D81870"/>
    <w:rsid w:val="00D869DC"/>
    <w:rsid w:val="00D8768B"/>
    <w:rsid w:val="00D87F03"/>
    <w:rsid w:val="00D90209"/>
    <w:rsid w:val="00D95009"/>
    <w:rsid w:val="00DA1183"/>
    <w:rsid w:val="00DA23E4"/>
    <w:rsid w:val="00DA2605"/>
    <w:rsid w:val="00DA279E"/>
    <w:rsid w:val="00DA3A7B"/>
    <w:rsid w:val="00DA3F5B"/>
    <w:rsid w:val="00DA466F"/>
    <w:rsid w:val="00DA4B94"/>
    <w:rsid w:val="00DA66FF"/>
    <w:rsid w:val="00DB0A38"/>
    <w:rsid w:val="00DB325F"/>
    <w:rsid w:val="00DB553E"/>
    <w:rsid w:val="00DB5734"/>
    <w:rsid w:val="00DC137C"/>
    <w:rsid w:val="00DC2B56"/>
    <w:rsid w:val="00DC2DC8"/>
    <w:rsid w:val="00DC4258"/>
    <w:rsid w:val="00DD1CAD"/>
    <w:rsid w:val="00DD1CBF"/>
    <w:rsid w:val="00DD721B"/>
    <w:rsid w:val="00DD75F1"/>
    <w:rsid w:val="00DD7720"/>
    <w:rsid w:val="00DE03E0"/>
    <w:rsid w:val="00DE04F6"/>
    <w:rsid w:val="00DE147E"/>
    <w:rsid w:val="00DE2DC2"/>
    <w:rsid w:val="00DE3E6E"/>
    <w:rsid w:val="00DE431E"/>
    <w:rsid w:val="00DE4B3F"/>
    <w:rsid w:val="00DE5D56"/>
    <w:rsid w:val="00DE7B47"/>
    <w:rsid w:val="00DF08A9"/>
    <w:rsid w:val="00DF57DF"/>
    <w:rsid w:val="00DF7381"/>
    <w:rsid w:val="00E0083E"/>
    <w:rsid w:val="00E00F90"/>
    <w:rsid w:val="00E03B4D"/>
    <w:rsid w:val="00E12224"/>
    <w:rsid w:val="00E126C6"/>
    <w:rsid w:val="00E13741"/>
    <w:rsid w:val="00E14D32"/>
    <w:rsid w:val="00E2027E"/>
    <w:rsid w:val="00E21E19"/>
    <w:rsid w:val="00E2355E"/>
    <w:rsid w:val="00E24044"/>
    <w:rsid w:val="00E24904"/>
    <w:rsid w:val="00E3227B"/>
    <w:rsid w:val="00E359FA"/>
    <w:rsid w:val="00E370F5"/>
    <w:rsid w:val="00E37EC9"/>
    <w:rsid w:val="00E400E6"/>
    <w:rsid w:val="00E411C4"/>
    <w:rsid w:val="00E4148E"/>
    <w:rsid w:val="00E450BE"/>
    <w:rsid w:val="00E45D49"/>
    <w:rsid w:val="00E46F34"/>
    <w:rsid w:val="00E47D94"/>
    <w:rsid w:val="00E506E5"/>
    <w:rsid w:val="00E515B0"/>
    <w:rsid w:val="00E52700"/>
    <w:rsid w:val="00E53AD4"/>
    <w:rsid w:val="00E603B3"/>
    <w:rsid w:val="00E65C34"/>
    <w:rsid w:val="00E65F0F"/>
    <w:rsid w:val="00E675E3"/>
    <w:rsid w:val="00E70017"/>
    <w:rsid w:val="00E71123"/>
    <w:rsid w:val="00E80F35"/>
    <w:rsid w:val="00E83BAD"/>
    <w:rsid w:val="00E83DC9"/>
    <w:rsid w:val="00E925E1"/>
    <w:rsid w:val="00E965F1"/>
    <w:rsid w:val="00EA48FD"/>
    <w:rsid w:val="00EA7975"/>
    <w:rsid w:val="00EB0690"/>
    <w:rsid w:val="00EB4E34"/>
    <w:rsid w:val="00EC2B44"/>
    <w:rsid w:val="00EC46AF"/>
    <w:rsid w:val="00EC535A"/>
    <w:rsid w:val="00EC5844"/>
    <w:rsid w:val="00EC7E25"/>
    <w:rsid w:val="00ED2A00"/>
    <w:rsid w:val="00ED4AC9"/>
    <w:rsid w:val="00ED5220"/>
    <w:rsid w:val="00ED6988"/>
    <w:rsid w:val="00ED6C05"/>
    <w:rsid w:val="00EE0AFE"/>
    <w:rsid w:val="00EE0F80"/>
    <w:rsid w:val="00EE2DC7"/>
    <w:rsid w:val="00EE6526"/>
    <w:rsid w:val="00EF12C0"/>
    <w:rsid w:val="00EF25F3"/>
    <w:rsid w:val="00EF6A81"/>
    <w:rsid w:val="00F04407"/>
    <w:rsid w:val="00F07F71"/>
    <w:rsid w:val="00F11918"/>
    <w:rsid w:val="00F142C3"/>
    <w:rsid w:val="00F24A94"/>
    <w:rsid w:val="00F30500"/>
    <w:rsid w:val="00F30505"/>
    <w:rsid w:val="00F314BE"/>
    <w:rsid w:val="00F3327C"/>
    <w:rsid w:val="00F3420B"/>
    <w:rsid w:val="00F3767D"/>
    <w:rsid w:val="00F37F97"/>
    <w:rsid w:val="00F40EBD"/>
    <w:rsid w:val="00F4206B"/>
    <w:rsid w:val="00F43651"/>
    <w:rsid w:val="00F46C6B"/>
    <w:rsid w:val="00F502AA"/>
    <w:rsid w:val="00F551FC"/>
    <w:rsid w:val="00F561C0"/>
    <w:rsid w:val="00F573BD"/>
    <w:rsid w:val="00F57B08"/>
    <w:rsid w:val="00F60608"/>
    <w:rsid w:val="00F64780"/>
    <w:rsid w:val="00F647FA"/>
    <w:rsid w:val="00F662FF"/>
    <w:rsid w:val="00F7289F"/>
    <w:rsid w:val="00F7378C"/>
    <w:rsid w:val="00F7448B"/>
    <w:rsid w:val="00F744DD"/>
    <w:rsid w:val="00F81603"/>
    <w:rsid w:val="00F8272A"/>
    <w:rsid w:val="00F82931"/>
    <w:rsid w:val="00F83E7A"/>
    <w:rsid w:val="00F87368"/>
    <w:rsid w:val="00F96E23"/>
    <w:rsid w:val="00F97316"/>
    <w:rsid w:val="00FA0595"/>
    <w:rsid w:val="00FA0E32"/>
    <w:rsid w:val="00FA1A92"/>
    <w:rsid w:val="00FA449E"/>
    <w:rsid w:val="00FA4C69"/>
    <w:rsid w:val="00FA78FD"/>
    <w:rsid w:val="00FB1D8F"/>
    <w:rsid w:val="00FB3688"/>
    <w:rsid w:val="00FC0980"/>
    <w:rsid w:val="00FC14C2"/>
    <w:rsid w:val="00FC195A"/>
    <w:rsid w:val="00FC4460"/>
    <w:rsid w:val="00FC4958"/>
    <w:rsid w:val="00FC73D2"/>
    <w:rsid w:val="00FD01ED"/>
    <w:rsid w:val="00FD2D22"/>
    <w:rsid w:val="00FD516A"/>
    <w:rsid w:val="00FD6013"/>
    <w:rsid w:val="00FD6706"/>
    <w:rsid w:val="00FE09CB"/>
    <w:rsid w:val="00FE640E"/>
    <w:rsid w:val="00FF1703"/>
    <w:rsid w:val="00FF5141"/>
    <w:rsid w:val="00FF5E60"/>
    <w:rsid w:val="00FF69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D7B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630F"/>
    <w:pPr>
      <w:keepNext/>
      <w:spacing w:before="600" w:after="240" w:line="440" w:lineRule="atLeast"/>
      <w:outlineLvl w:val="0"/>
    </w:pPr>
    <w:rPr>
      <w:rFonts w:eastAsia="SimSun" w:cs="Arial"/>
      <w:b/>
      <w:bCs/>
      <w:color w:val="00948D"/>
      <w:kern w:val="32"/>
      <w:sz w:val="40"/>
      <w:szCs w:val="4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8630F"/>
    <w:pPr>
      <w:keepNext/>
      <w:spacing w:before="360" w:after="120" w:line="360" w:lineRule="atLeast"/>
      <w:outlineLvl w:val="1"/>
    </w:pPr>
    <w:rPr>
      <w:rFonts w:eastAsia="SimSun" w:cs="Arial"/>
      <w:b/>
      <w:bCs/>
      <w:iCs/>
      <w:color w:val="00948D"/>
      <w:sz w:val="32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88630F"/>
    <w:pPr>
      <w:keepNext/>
      <w:spacing w:before="240" w:after="60" w:line="320" w:lineRule="atLeast"/>
      <w:outlineLvl w:val="2"/>
    </w:pPr>
    <w:rPr>
      <w:rFonts w:eastAsia="SimSun" w:cs="Arial"/>
      <w:b/>
      <w:bCs/>
      <w:i/>
      <w:color w:val="00948D"/>
      <w:kern w:val="32"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E45D49"/>
    <w:pPr>
      <w:keepNext/>
      <w:numPr>
        <w:ilvl w:val="3"/>
      </w:numPr>
      <w:spacing w:before="240" w:after="60" w:line="280" w:lineRule="atLeast"/>
      <w:outlineLvl w:val="3"/>
    </w:pPr>
    <w:rPr>
      <w:rFonts w:eastAsia="SimSun"/>
      <w:b/>
      <w:bCs/>
      <w:sz w:val="24"/>
      <w:szCs w:val="24"/>
      <w:lang w:eastAsia="zh-CN"/>
    </w:rPr>
  </w:style>
  <w:style w:type="paragraph" w:styleId="Heading5">
    <w:name w:val="heading 5"/>
    <w:basedOn w:val="Normal"/>
    <w:next w:val="Normal"/>
    <w:qFormat/>
    <w:rsid w:val="00E45D49"/>
    <w:pPr>
      <w:spacing w:before="60"/>
      <w:outlineLvl w:val="4"/>
    </w:pPr>
    <w:rPr>
      <w:b/>
      <w:i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8630F"/>
    <w:rPr>
      <w:rFonts w:ascii="Arial" w:eastAsia="SimSun" w:hAnsi="Arial" w:cs="Arial"/>
      <w:b/>
      <w:bCs/>
      <w:color w:val="00948D"/>
      <w:kern w:val="32"/>
      <w:sz w:val="40"/>
      <w:szCs w:val="40"/>
      <w:lang w:val="en-AU" w:eastAsia="zh-CN" w:bidi="ar-SA"/>
    </w:rPr>
  </w:style>
  <w:style w:type="character" w:customStyle="1" w:styleId="Heading2Char">
    <w:name w:val="Heading 2 Char"/>
    <w:link w:val="Heading2"/>
    <w:rsid w:val="0088630F"/>
    <w:rPr>
      <w:rFonts w:ascii="Arial" w:eastAsia="SimSun" w:hAnsi="Arial" w:cs="Arial"/>
      <w:b/>
      <w:bCs/>
      <w:iCs/>
      <w:color w:val="00948D"/>
      <w:sz w:val="32"/>
      <w:szCs w:val="28"/>
      <w:lang w:val="en-AU" w:eastAsia="zh-CN" w:bidi="ar-SA"/>
    </w:rPr>
  </w:style>
  <w:style w:type="character" w:customStyle="1" w:styleId="Heading3Char">
    <w:name w:val="Heading 3 Char"/>
    <w:link w:val="Heading3"/>
    <w:rsid w:val="0088630F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customStyle="1" w:styleId="Heading4Char">
    <w:name w:val="Heading 4 Char"/>
    <w:link w:val="Heading4"/>
    <w:rsid w:val="00E45D49"/>
    <w:rPr>
      <w:rFonts w:ascii="Arial" w:eastAsia="SimSun" w:hAnsi="Arial"/>
      <w:b/>
      <w:bCs/>
      <w:sz w:val="24"/>
      <w:szCs w:val="24"/>
      <w:lang w:val="en-AU" w:eastAsia="zh-CN" w:bidi="ar-SA"/>
    </w:rPr>
  </w:style>
  <w:style w:type="paragraph" w:styleId="FootnoteText">
    <w:name w:val="footnote text"/>
    <w:basedOn w:val="Normal"/>
    <w:link w:val="FootnoteTextChar"/>
    <w:rsid w:val="001F2178"/>
    <w:pPr>
      <w:widowControl w:val="0"/>
      <w:spacing w:before="80"/>
    </w:pPr>
    <w:rPr>
      <w:sz w:val="20"/>
    </w:rPr>
  </w:style>
  <w:style w:type="paragraph" w:customStyle="1" w:styleId="Heading2TOP">
    <w:name w:val="Heading 2 TOP"/>
    <w:basedOn w:val="Heading2"/>
    <w:next w:val="Normal"/>
    <w:rsid w:val="001F2178"/>
    <w:pPr>
      <w:pageBreakBefore/>
      <w:tabs>
        <w:tab w:val="left" w:pos="284"/>
      </w:tabs>
      <w:spacing w:before="0"/>
    </w:pPr>
  </w:style>
  <w:style w:type="paragraph" w:customStyle="1" w:styleId="Heading3TOP">
    <w:name w:val="Heading 3 TOP"/>
    <w:basedOn w:val="Heading3"/>
    <w:next w:val="Normal"/>
    <w:link w:val="Heading3TOPChar"/>
    <w:rsid w:val="001F2178"/>
    <w:pPr>
      <w:pageBreakBefore/>
      <w:spacing w:before="0"/>
    </w:pPr>
  </w:style>
  <w:style w:type="character" w:customStyle="1" w:styleId="Heading3TOPChar">
    <w:name w:val="Heading 3 TOP Char"/>
    <w:link w:val="Heading3TOP"/>
    <w:rsid w:val="007211E7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styleId="Hyperlink">
    <w:name w:val="Hyperlink"/>
    <w:rsid w:val="001F2178"/>
    <w:rPr>
      <w:rFonts w:ascii="Arial" w:hAnsi="Arial"/>
      <w:color w:val="0000FF"/>
      <w:sz w:val="21"/>
      <w:u w:val="none"/>
    </w:r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paragraph" w:customStyle="1" w:styleId="Bulletslevel1">
    <w:name w:val="Bullets level 1"/>
    <w:rsid w:val="00BD308D"/>
    <w:pPr>
      <w:numPr>
        <w:numId w:val="8"/>
      </w:numPr>
      <w:spacing w:before="120" w:line="260" w:lineRule="atLeast"/>
    </w:pPr>
    <w:rPr>
      <w:rFonts w:ascii="Arial" w:hAnsi="Arial"/>
      <w:sz w:val="21"/>
      <w:lang w:eastAsia="en-US"/>
    </w:rPr>
  </w:style>
  <w:style w:type="paragraph" w:customStyle="1" w:styleId="Bulletslevel2">
    <w:name w:val="Bullets level 2"/>
    <w:basedOn w:val="Bulletslevel1"/>
    <w:rsid w:val="00BD308D"/>
    <w:pPr>
      <w:numPr>
        <w:numId w:val="9"/>
      </w:numPr>
      <w:tabs>
        <w:tab w:val="left" w:pos="567"/>
      </w:tabs>
    </w:pPr>
  </w:style>
  <w:style w:type="paragraph" w:customStyle="1" w:styleId="Bulletslevel3">
    <w:name w:val="Bullets level 3"/>
    <w:rsid w:val="00BD308D"/>
    <w:pPr>
      <w:numPr>
        <w:numId w:val="10"/>
      </w:numPr>
      <w:tabs>
        <w:tab w:val="left" w:pos="851"/>
      </w:tabs>
      <w:spacing w:before="120" w:line="260" w:lineRule="atLeast"/>
    </w:pPr>
    <w:rPr>
      <w:rFonts w:ascii="Arial" w:hAnsi="Arial"/>
      <w:sz w:val="21"/>
      <w:lang w:eastAsia="en-US"/>
    </w:rPr>
  </w:style>
  <w:style w:type="paragraph" w:styleId="CommentSubject">
    <w:name w:val="annotation subject"/>
    <w:basedOn w:val="Normal"/>
    <w:semiHidden/>
    <w:rsid w:val="004A2826"/>
    <w:rPr>
      <w:b/>
      <w:bCs/>
      <w:sz w:val="20"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qFormat/>
    <w:rsid w:val="00E506E5"/>
    <w:pPr>
      <w:tabs>
        <w:tab w:val="left" w:pos="-42"/>
        <w:tab w:val="left" w:pos="220"/>
      </w:tabs>
      <w:spacing w:before="0" w:line="240" w:lineRule="auto"/>
      <w:ind w:left="-284"/>
    </w:pPr>
    <w:rPr>
      <w:rFonts w:eastAsia="MS Gothic"/>
      <w:color w:val="00928F"/>
      <w:sz w:val="16"/>
      <w:szCs w:val="16"/>
    </w:rPr>
  </w:style>
  <w:style w:type="paragraph" w:customStyle="1" w:styleId="Footerodd">
    <w:name w:val="Footer odd"/>
    <w:link w:val="FooteroddChar"/>
    <w:uiPriority w:val="14"/>
    <w:qFormat/>
    <w:rsid w:val="00E506E5"/>
    <w:pPr>
      <w:tabs>
        <w:tab w:val="right" w:pos="14300"/>
        <w:tab w:val="right" w:pos="14630"/>
        <w:tab w:val="left" w:pos="14850"/>
      </w:tabs>
      <w:ind w:right="-284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235274"/>
    <w:pPr>
      <w:spacing w:line="200" w:lineRule="atLeast"/>
      <w:ind w:hanging="170"/>
    </w:pPr>
    <w:rPr>
      <w:sz w:val="16"/>
      <w:szCs w:val="22"/>
    </w:rPr>
  </w:style>
  <w:style w:type="character" w:customStyle="1" w:styleId="footnoteChar">
    <w:name w:val="footnote Char"/>
    <w:link w:val="footnote"/>
    <w:rsid w:val="00235274"/>
    <w:rPr>
      <w:rFonts w:ascii="Arial" w:hAnsi="Arial"/>
      <w:sz w:val="16"/>
      <w:szCs w:val="22"/>
    </w:rPr>
  </w:style>
  <w:style w:type="character" w:styleId="FootnoteReference">
    <w:name w:val="footnote reference"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235274"/>
    <w:pPr>
      <w:pBdr>
        <w:top w:val="single" w:sz="4" w:space="1" w:color="00948D"/>
      </w:pBdr>
      <w:spacing w:before="240"/>
      <w:ind w:firstLine="0"/>
    </w:pPr>
    <w:rPr>
      <w:sz w:val="4"/>
    </w:rPr>
  </w:style>
  <w:style w:type="paragraph" w:customStyle="1" w:styleId="Heading1TOP">
    <w:name w:val="Heading 1 TOP"/>
    <w:basedOn w:val="Heading1"/>
    <w:next w:val="Normal"/>
    <w:rsid w:val="006F6E6B"/>
    <w:pPr>
      <w:pageBreakBefore/>
      <w:tabs>
        <w:tab w:val="right" w:pos="14520"/>
      </w:tabs>
      <w:spacing w:before="0" w:after="120"/>
    </w:pPr>
  </w:style>
  <w:style w:type="paragraph" w:customStyle="1" w:styleId="Normallead-in">
    <w:name w:val="Normal lead-in"/>
    <w:basedOn w:val="Normal"/>
    <w:next w:val="Bulletslevel1"/>
    <w:rsid w:val="001F2178"/>
    <w:pPr>
      <w:keepNext/>
    </w:pPr>
  </w:style>
  <w:style w:type="character" w:customStyle="1" w:styleId="TabletextCharChar">
    <w:name w:val="Table text Char Char"/>
    <w:link w:val="Tabletext"/>
    <w:rsid w:val="00AF550D"/>
    <w:rPr>
      <w:rFonts w:ascii="Arial" w:hAnsi="Arial"/>
      <w:szCs w:val="19"/>
      <w:lang w:val="en-AU" w:eastAsia="en-US" w:bidi="ar-SA"/>
    </w:rPr>
  </w:style>
  <w:style w:type="paragraph" w:customStyle="1" w:styleId="Tabletext">
    <w:name w:val="Table text"/>
    <w:link w:val="TabletextCharChar"/>
    <w:rsid w:val="00AF550D"/>
    <w:pPr>
      <w:spacing w:after="40" w:line="220" w:lineRule="atLeast"/>
    </w:pPr>
    <w:rPr>
      <w:rFonts w:ascii="Arial" w:hAnsi="Arial"/>
      <w:szCs w:val="19"/>
      <w:lang w:eastAsia="en-US"/>
    </w:rPr>
  </w:style>
  <w:style w:type="paragraph" w:customStyle="1" w:styleId="Numberedbulletslevel1">
    <w:name w:val="Numbered bullets level 1"/>
    <w:rsid w:val="00262D35"/>
    <w:pPr>
      <w:spacing w:before="120" w:line="260" w:lineRule="atLeast"/>
      <w:ind w:left="284" w:hanging="284"/>
    </w:pPr>
    <w:rPr>
      <w:rFonts w:ascii="Arial" w:hAnsi="Arial"/>
      <w:sz w:val="21"/>
    </w:rPr>
  </w:style>
  <w:style w:type="paragraph" w:customStyle="1" w:styleId="Numberedbulletslevel2">
    <w:name w:val="Numbered bullets level 2"/>
    <w:basedOn w:val="Numberedbulletslevel1"/>
    <w:rsid w:val="00114248"/>
    <w:pPr>
      <w:tabs>
        <w:tab w:val="left" w:pos="798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262D35"/>
    <w:pPr>
      <w:tabs>
        <w:tab w:val="clear" w:pos="798"/>
      </w:tabs>
      <w:ind w:left="1191"/>
    </w:p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link w:val="TablebulletsChar"/>
    <w:rsid w:val="00114248"/>
    <w:pPr>
      <w:spacing w:before="40" w:after="40"/>
      <w:ind w:left="284" w:hanging="284"/>
    </w:pPr>
    <w:rPr>
      <w:rFonts w:ascii="Arial" w:hAnsi="Arial"/>
      <w:sz w:val="19"/>
      <w:szCs w:val="19"/>
      <w:lang w:eastAsia="en-US"/>
    </w:rPr>
  </w:style>
  <w:style w:type="character" w:customStyle="1" w:styleId="TablebulletsChar">
    <w:name w:val="Table bullets Char"/>
    <w:link w:val="Tablebullets"/>
    <w:rsid w:val="00114248"/>
    <w:rPr>
      <w:rFonts w:ascii="Arial" w:hAnsi="Arial"/>
      <w:sz w:val="19"/>
      <w:szCs w:val="19"/>
      <w:lang w:eastAsia="en-US" w:bidi="ar-SA"/>
    </w:rPr>
  </w:style>
  <w:style w:type="paragraph" w:customStyle="1" w:styleId="Tablebullets2">
    <w:name w:val="Table bullets 2"/>
    <w:basedOn w:val="Tablebullets"/>
    <w:rsid w:val="00114248"/>
    <w:pPr>
      <w:tabs>
        <w:tab w:val="left" w:pos="567"/>
      </w:tabs>
      <w:ind w:left="568"/>
    </w:pPr>
  </w:style>
  <w:style w:type="paragraph" w:customStyle="1" w:styleId="Tablebullets3">
    <w:name w:val="Table bullets 3"/>
    <w:basedOn w:val="Tablebullets2"/>
    <w:next w:val="Tabletext"/>
    <w:rsid w:val="00114248"/>
    <w:pPr>
      <w:tabs>
        <w:tab w:val="clear" w:pos="567"/>
      </w:tabs>
      <w:ind w:left="851"/>
    </w:pPr>
  </w:style>
  <w:style w:type="paragraph" w:customStyle="1" w:styleId="Tablehead">
    <w:name w:val="Table head"/>
    <w:basedOn w:val="Normal"/>
    <w:next w:val="Tabletext"/>
    <w:rsid w:val="00CC0EB3"/>
    <w:pPr>
      <w:spacing w:before="40" w:after="40" w:line="240" w:lineRule="auto"/>
    </w:pPr>
    <w:rPr>
      <w:b/>
      <w:sz w:val="20"/>
      <w:lang w:eastAsia="en-AU"/>
    </w:rPr>
  </w:style>
  <w:style w:type="table" w:customStyle="1" w:styleId="Tablestyle1">
    <w:name w:val="Table style 1"/>
    <w:basedOn w:val="TableNormal"/>
    <w:rsid w:val="00D52C6F"/>
    <w:pPr>
      <w:spacing w:before="40" w:after="40" w:line="220" w:lineRule="atLeast"/>
    </w:pPr>
    <w:rPr>
      <w:rFonts w:ascii="Arial" w:hAnsi="Arial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 w:val="0"/>
        <w:i w:val="0"/>
        <w:color w:val="FFFFFF"/>
      </w:rPr>
      <w:tblPr/>
      <w:trPr>
        <w:tblHeader/>
      </w:trPr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00948D"/>
      </w:tcPr>
    </w:tblStylePr>
  </w:style>
  <w:style w:type="table" w:customStyle="1" w:styleId="Tablestyle2">
    <w:name w:val="Table style 2"/>
    <w:basedOn w:val="TableNormal"/>
    <w:rsid w:val="00954542"/>
    <w:rPr>
      <w:rFonts w:ascii="Arial" w:hAnsi="Arial"/>
    </w:rPr>
    <w:tblPr>
      <w:tblStyleRowBandSize w:val="1"/>
      <w:tblStyleColBandSize w:val="1"/>
      <w:tblInd w:w="113" w:type="dxa"/>
      <w:tblCellMar>
        <w:top w:w="113" w:type="dxa"/>
        <w:left w:w="108" w:type="dxa"/>
        <w:bottom w:w="113" w:type="dxa"/>
        <w:right w:w="108" w:type="dxa"/>
      </w:tblCellMar>
    </w:tblPr>
    <w:tblStylePr w:type="firstCol">
      <w:pPr>
        <w:wordWrap/>
        <w:spacing w:beforeLines="0" w:beforeAutospacing="0" w:afterLines="0" w:afterAutospacing="0" w:line="240" w:lineRule="auto"/>
        <w:contextualSpacing w:val="0"/>
        <w:jc w:val="right"/>
      </w:pPr>
      <w:rPr>
        <w:b w:val="0"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0" w:type="nil"/>
          <w:left w:w="0" w:type="nil"/>
          <w:bottom w:w="0" w:type="nil"/>
          <w:right w:w="170" w:type="dxa"/>
        </w:tcMar>
      </w:tcPr>
    </w:tblStylePr>
    <w:tblStylePr w:type="lastCol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00948D"/>
          <w:bottom w:val="single" w:sz="4" w:space="0" w:color="00948D"/>
          <w:insideH w:val="single" w:sz="4" w:space="0" w:color="00948D"/>
        </w:tcBorders>
      </w:tcPr>
    </w:tblStylePr>
  </w:style>
  <w:style w:type="table" w:customStyle="1" w:styleId="Tablestyle3">
    <w:name w:val="Table style 3"/>
    <w:basedOn w:val="TableNormal"/>
    <w:rsid w:val="00E359FA"/>
    <w:pPr>
      <w:spacing w:before="40" w:after="40" w:line="220" w:lineRule="atLeast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1"/>
        <w:szCs w:val="21"/>
      </w:rPr>
      <w:tblPr/>
      <w:trPr>
        <w:tblHeader/>
      </w:trPr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firstCol">
      <w:tblPr/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CFE7E6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 w:beforeAutospacing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Tablesubhead">
    <w:name w:val="Table subhead"/>
    <w:basedOn w:val="Tabletext"/>
    <w:rsid w:val="001F2178"/>
    <w:rPr>
      <w:b/>
    </w:r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555EA8"/>
    <w:pPr>
      <w:keepNext/>
      <w:shd w:val="clear" w:color="auto" w:fill="FFF1D9"/>
      <w:spacing w:before="40" w:line="240" w:lineRule="auto"/>
    </w:pPr>
    <w:rPr>
      <w:szCs w:val="21"/>
    </w:rPr>
  </w:style>
  <w:style w:type="character" w:customStyle="1" w:styleId="InstructionsChar">
    <w:name w:val="Instructions Char"/>
    <w:link w:val="Instructions"/>
    <w:rsid w:val="00555EA8"/>
    <w:rPr>
      <w:rFonts w:ascii="Arial" w:hAnsi="Arial"/>
      <w:szCs w:val="21"/>
      <w:shd w:val="clear" w:color="auto" w:fill="FFF1D9"/>
    </w:rPr>
  </w:style>
  <w:style w:type="character" w:styleId="FollowedHyperlink">
    <w:name w:val="FollowedHyperlink"/>
    <w:rsid w:val="001F2178"/>
    <w:rPr>
      <w:rFonts w:ascii="Arial" w:hAnsi="Arial"/>
      <w:color w:val="800080"/>
      <w:sz w:val="21"/>
      <w:u w:val="none"/>
    </w:rPr>
  </w:style>
  <w:style w:type="paragraph" w:customStyle="1" w:styleId="Sectionheading">
    <w:name w:val="Section heading"/>
    <w:basedOn w:val="Heading1"/>
    <w:next w:val="Normal"/>
    <w:rsid w:val="001F2178"/>
    <w:rPr>
      <w:sz w:val="56"/>
    </w:rPr>
  </w:style>
  <w:style w:type="table" w:customStyle="1" w:styleId="Tablestyle4">
    <w:name w:val="Table style 4"/>
    <w:basedOn w:val="TableNormal"/>
    <w:rsid w:val="00954542"/>
    <w:rPr>
      <w:rFonts w:ascii="Arial" w:hAnsi="Arial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styleId="TableGrid">
    <w:name w:val="Table Grid"/>
    <w:basedOn w:val="TableNormal"/>
    <w:rsid w:val="00ED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bold">
    <w:name w:val="Footer bold"/>
    <w:rsid w:val="001947AE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customStyle="1" w:styleId="Footerlandscape">
    <w:name w:val="Footer landscape"/>
    <w:rsid w:val="008300AE"/>
    <w:pPr>
      <w:tabs>
        <w:tab w:val="right" w:pos="14404"/>
        <w:tab w:val="center" w:pos="14614"/>
        <w:tab w:val="left" w:pos="1485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table" w:customStyle="1" w:styleId="Tablenoborder">
    <w:name w:val="Table no border"/>
    <w:basedOn w:val="TableNormal"/>
    <w:rsid w:val="009D31C7"/>
    <w:pPr>
      <w:spacing w:before="20" w:after="20"/>
    </w:pPr>
    <w:rPr>
      <w:rFonts w:ascii="Arial" w:hAnsi="Arial"/>
    </w:rPr>
    <w:tblPr>
      <w:tblInd w:w="0" w:type="dxa"/>
      <w:tblCellMar>
        <w:top w:w="28" w:type="dxa"/>
        <w:left w:w="108" w:type="dxa"/>
        <w:bottom w:w="28" w:type="dxa"/>
        <w:right w:w="108" w:type="dxa"/>
      </w:tblCellMar>
    </w:tblPr>
  </w:style>
  <w:style w:type="paragraph" w:styleId="NoSpacing">
    <w:name w:val="No Spacing"/>
    <w:qFormat/>
    <w:rsid w:val="00A4154C"/>
    <w:rPr>
      <w:rFonts w:ascii="Arial" w:hAnsi="Arial" w:cs="Arial"/>
      <w:sz w:val="21"/>
      <w:szCs w:val="21"/>
      <w:lang w:eastAsia="en-US"/>
    </w:rPr>
  </w:style>
  <w:style w:type="paragraph" w:customStyle="1" w:styleId="Tablesubheadgreen">
    <w:name w:val="Table subhead green"/>
    <w:basedOn w:val="Tablesubhead"/>
    <w:qFormat/>
    <w:rsid w:val="00136DFD"/>
    <w:rPr>
      <w:color w:val="00948D"/>
    </w:rPr>
  </w:style>
  <w:style w:type="paragraph" w:styleId="ListParagraph">
    <w:name w:val="List Paragraph"/>
    <w:basedOn w:val="Normal"/>
    <w:uiPriority w:val="34"/>
    <w:qFormat/>
    <w:rsid w:val="00D07A15"/>
    <w:pPr>
      <w:spacing w:before="40" w:after="40"/>
      <w:ind w:left="720"/>
    </w:pPr>
    <w:rPr>
      <w:szCs w:val="24"/>
      <w:lang w:eastAsia="en-AU"/>
    </w:rPr>
  </w:style>
  <w:style w:type="paragraph" w:customStyle="1" w:styleId="ACversionline">
    <w:name w:val="AC version line"/>
    <w:qFormat/>
    <w:rsid w:val="006F6E6B"/>
    <w:pPr>
      <w:spacing w:after="480"/>
      <w:jc w:val="right"/>
    </w:pPr>
    <w:rPr>
      <w:rFonts w:ascii="Arial" w:eastAsia="MS Gothic" w:hAnsi="Arial"/>
      <w:color w:val="00928F"/>
      <w:sz w:val="16"/>
      <w:szCs w:val="16"/>
      <w:lang w:eastAsia="zh-CN"/>
    </w:rPr>
  </w:style>
  <w:style w:type="paragraph" w:customStyle="1" w:styleId="Heading2SUB">
    <w:name w:val="Heading 2 SUB"/>
    <w:qFormat/>
    <w:rsid w:val="00506608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paragraph" w:customStyle="1" w:styleId="Tablesubstrands">
    <w:name w:val="Table substrands"/>
    <w:basedOn w:val="Normal"/>
    <w:qFormat/>
    <w:rsid w:val="00466CF1"/>
    <w:pPr>
      <w:keepLines/>
      <w:spacing w:after="40" w:line="220" w:lineRule="atLeast"/>
    </w:pPr>
    <w:rPr>
      <w:b/>
      <w:color w:val="00948D"/>
      <w:sz w:val="20"/>
    </w:rPr>
  </w:style>
  <w:style w:type="paragraph" w:styleId="Footer">
    <w:name w:val="footer"/>
    <w:basedOn w:val="Normal"/>
    <w:link w:val="FooterChar"/>
    <w:uiPriority w:val="1"/>
    <w:qFormat/>
    <w:rsid w:val="00213F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1"/>
    <w:rsid w:val="00213F20"/>
    <w:rPr>
      <w:rFonts w:ascii="Arial" w:hAnsi="Arial"/>
      <w:sz w:val="21"/>
      <w:lang w:eastAsia="en-US"/>
    </w:rPr>
  </w:style>
  <w:style w:type="character" w:customStyle="1" w:styleId="FooteroddChar">
    <w:name w:val="Footer odd Char"/>
    <w:link w:val="Footerodd"/>
    <w:uiPriority w:val="14"/>
    <w:rsid w:val="00E506E5"/>
    <w:rPr>
      <w:rFonts w:ascii="Arial" w:eastAsia="MS Gothic" w:hAnsi="Arial"/>
      <w:color w:val="00928F"/>
      <w:sz w:val="16"/>
      <w:szCs w:val="16"/>
      <w:lang w:eastAsia="en-US" w:bidi="ar-SA"/>
    </w:rPr>
  </w:style>
  <w:style w:type="numbering" w:customStyle="1" w:styleId="BulletsList">
    <w:name w:val="BulletsList"/>
    <w:uiPriority w:val="99"/>
    <w:rsid w:val="00A5145C"/>
    <w:pPr>
      <w:numPr>
        <w:numId w:val="1"/>
      </w:numPr>
    </w:pPr>
  </w:style>
  <w:style w:type="paragraph" w:styleId="EndnoteText">
    <w:name w:val="endnote text"/>
    <w:basedOn w:val="Normal"/>
    <w:link w:val="EndnoteTextChar"/>
    <w:rsid w:val="004A2826"/>
    <w:pPr>
      <w:spacing w:before="40" w:line="200" w:lineRule="atLeast"/>
    </w:pPr>
    <w:rPr>
      <w:sz w:val="16"/>
    </w:rPr>
  </w:style>
  <w:style w:type="character" w:customStyle="1" w:styleId="EndnoteTextChar">
    <w:name w:val="Endnote Text Char"/>
    <w:link w:val="EndnoteText"/>
    <w:rsid w:val="004A2826"/>
    <w:rPr>
      <w:rFonts w:ascii="Arial" w:hAnsi="Arial"/>
      <w:sz w:val="16"/>
      <w:lang w:eastAsia="en-US"/>
    </w:rPr>
  </w:style>
  <w:style w:type="character" w:styleId="EndnoteReference">
    <w:name w:val="endnote reference"/>
    <w:rsid w:val="00A5145C"/>
    <w:rPr>
      <w:vertAlign w:val="superscript"/>
    </w:rPr>
  </w:style>
  <w:style w:type="table" w:customStyle="1" w:styleId="QSAinvisible">
    <w:name w:val="QSA invisible"/>
    <w:basedOn w:val="TableNormal"/>
    <w:uiPriority w:val="99"/>
    <w:rsid w:val="00673A79"/>
    <w:pPr>
      <w:spacing w:before="40" w:after="40"/>
    </w:pPr>
    <w:rPr>
      <w:rFonts w:ascii="Arial" w:hAnsi="Arial"/>
      <w:sz w:val="21"/>
      <w:lang w:eastAsia="en-US"/>
    </w:rPr>
    <w:tblPr>
      <w:tblInd w:w="0" w:type="dxa"/>
      <w:tblCellMar>
        <w:top w:w="57" w:type="dxa"/>
        <w:left w:w="0" w:type="dxa"/>
        <w:bottom w:w="57" w:type="dxa"/>
        <w:right w:w="108" w:type="dxa"/>
      </w:tblCellMar>
    </w:tblPr>
    <w:tblStylePr w:type="firstCol">
      <w:rPr>
        <w:b/>
      </w:rPr>
    </w:tblStylePr>
  </w:style>
  <w:style w:type="character" w:styleId="PlaceholderText">
    <w:name w:val="Placeholder Text"/>
    <w:uiPriority w:val="99"/>
    <w:semiHidden/>
    <w:rsid w:val="00673A79"/>
    <w:rPr>
      <w:color w:val="808080"/>
    </w:rPr>
  </w:style>
  <w:style w:type="character" w:styleId="CommentReference">
    <w:name w:val="annotation reference"/>
    <w:rsid w:val="006232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2B6"/>
    <w:rPr>
      <w:sz w:val="20"/>
    </w:rPr>
  </w:style>
  <w:style w:type="character" w:customStyle="1" w:styleId="CommentTextChar">
    <w:name w:val="Comment Text Char"/>
    <w:link w:val="CommentText"/>
    <w:rsid w:val="006232B6"/>
    <w:rPr>
      <w:rFonts w:ascii="Arial" w:hAnsi="Arial"/>
      <w:lang w:eastAsia="en-US"/>
    </w:rPr>
  </w:style>
  <w:style w:type="character" w:customStyle="1" w:styleId="TablebulletsCharChar">
    <w:name w:val="Table bullets Char Char"/>
    <w:rsid w:val="006232B6"/>
    <w:rPr>
      <w:rFonts w:ascii="Arial" w:hAnsi="Arial" w:cs="Tahoma"/>
      <w:sz w:val="20"/>
      <w:szCs w:val="16"/>
      <w:lang w:eastAsia="en-US"/>
    </w:rPr>
  </w:style>
  <w:style w:type="paragraph" w:styleId="Revision">
    <w:name w:val="Revision"/>
    <w:hidden/>
    <w:uiPriority w:val="99"/>
    <w:semiHidden/>
    <w:rsid w:val="001E51B1"/>
    <w:rPr>
      <w:rFonts w:ascii="Arial" w:hAnsi="Arial"/>
      <w:sz w:val="21"/>
      <w:lang w:eastAsia="en-US"/>
    </w:rPr>
  </w:style>
  <w:style w:type="paragraph" w:customStyle="1" w:styleId="SourceLASD">
    <w:name w:val="Source LASD"/>
    <w:basedOn w:val="Normal"/>
    <w:next w:val="Normal"/>
    <w:link w:val="SourceLASDChar"/>
    <w:rsid w:val="007E7143"/>
    <w:pPr>
      <w:spacing w:before="20" w:line="240" w:lineRule="auto"/>
    </w:pPr>
    <w:rPr>
      <w:color w:val="00948D"/>
      <w:sz w:val="16"/>
      <w:szCs w:val="16"/>
    </w:rPr>
  </w:style>
  <w:style w:type="character" w:customStyle="1" w:styleId="SourceLASDChar">
    <w:name w:val="Source LASD Char"/>
    <w:link w:val="SourceLASD"/>
    <w:rsid w:val="007E7143"/>
    <w:rPr>
      <w:rFonts w:ascii="Arial" w:hAnsi="Arial"/>
      <w:color w:val="00948D"/>
      <w:sz w:val="16"/>
      <w:szCs w:val="16"/>
    </w:rPr>
  </w:style>
  <w:style w:type="character" w:customStyle="1" w:styleId="FootnoteTextChar">
    <w:name w:val="Footnote Text Char"/>
    <w:link w:val="FootnoteText"/>
    <w:rsid w:val="00497691"/>
    <w:rPr>
      <w:rFonts w:ascii="Arial" w:hAnsi="Arial"/>
      <w:lang w:eastAsia="en-US"/>
    </w:rPr>
  </w:style>
  <w:style w:type="paragraph" w:customStyle="1" w:styleId="Titlegreen">
    <w:name w:val="Title green"/>
    <w:basedOn w:val="Subtitle"/>
    <w:qFormat/>
    <w:rsid w:val="00134205"/>
    <w:pPr>
      <w:spacing w:before="0" w:after="120"/>
      <w:jc w:val="left"/>
      <w:outlineLvl w:val="9"/>
    </w:pPr>
    <w:rPr>
      <w:rFonts w:ascii="Arial" w:hAnsi="Arial"/>
      <w:b/>
      <w:color w:val="00948D"/>
    </w:rPr>
  </w:style>
  <w:style w:type="paragraph" w:styleId="Subtitle">
    <w:name w:val="Subtitle"/>
    <w:basedOn w:val="Normal"/>
    <w:next w:val="Normal"/>
    <w:link w:val="SubtitleChar"/>
    <w:qFormat/>
    <w:rsid w:val="0013420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rsid w:val="00134205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TabletextChar">
    <w:name w:val="Table text Char"/>
    <w:rsid w:val="00193C77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Feedbacklinelandscape">
    <w:name w:val="Feedback line landscape"/>
    <w:basedOn w:val="Normal"/>
    <w:rsid w:val="00C4483B"/>
    <w:pPr>
      <w:tabs>
        <w:tab w:val="right" w:leader="dot" w:pos="15168"/>
      </w:tabs>
      <w:spacing w:before="280" w:after="40" w:line="240" w:lineRule="auto"/>
    </w:pPr>
    <w:rPr>
      <w:rFonts w:eastAsia="Arial Unicode MS" w:cs="Arial"/>
      <w:sz w:val="20"/>
      <w:lang w:eastAsia="en-A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en-AU" w:eastAsia="en-A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1A7D7B"/>
    <w:pPr>
      <w:spacing w:before="120" w:line="260" w:lineRule="atLeast"/>
    </w:pPr>
    <w:rPr>
      <w:rFonts w:ascii="Arial" w:hAnsi="Arial"/>
      <w:sz w:val="21"/>
      <w:lang w:eastAsia="en-US"/>
    </w:rPr>
  </w:style>
  <w:style w:type="paragraph" w:styleId="Heading1">
    <w:name w:val="heading 1"/>
    <w:basedOn w:val="Normal"/>
    <w:next w:val="Normal"/>
    <w:link w:val="Heading1Char"/>
    <w:qFormat/>
    <w:rsid w:val="0088630F"/>
    <w:pPr>
      <w:keepNext/>
      <w:spacing w:before="600" w:after="240" w:line="440" w:lineRule="atLeast"/>
      <w:outlineLvl w:val="0"/>
    </w:pPr>
    <w:rPr>
      <w:rFonts w:eastAsia="SimSun" w:cs="Arial"/>
      <w:b/>
      <w:bCs/>
      <w:color w:val="00948D"/>
      <w:kern w:val="32"/>
      <w:sz w:val="40"/>
      <w:szCs w:val="40"/>
      <w:lang w:eastAsia="zh-CN"/>
    </w:rPr>
  </w:style>
  <w:style w:type="paragraph" w:styleId="Heading2">
    <w:name w:val="heading 2"/>
    <w:basedOn w:val="Normal"/>
    <w:next w:val="Normal"/>
    <w:link w:val="Heading2Char"/>
    <w:qFormat/>
    <w:rsid w:val="0088630F"/>
    <w:pPr>
      <w:keepNext/>
      <w:spacing w:before="360" w:after="120" w:line="360" w:lineRule="atLeast"/>
      <w:outlineLvl w:val="1"/>
    </w:pPr>
    <w:rPr>
      <w:rFonts w:eastAsia="SimSun" w:cs="Arial"/>
      <w:b/>
      <w:bCs/>
      <w:iCs/>
      <w:color w:val="00948D"/>
      <w:sz w:val="32"/>
      <w:szCs w:val="28"/>
      <w:lang w:eastAsia="zh-CN"/>
    </w:rPr>
  </w:style>
  <w:style w:type="paragraph" w:styleId="Heading3">
    <w:name w:val="heading 3"/>
    <w:basedOn w:val="Normal"/>
    <w:next w:val="Normal"/>
    <w:link w:val="Heading3Char"/>
    <w:qFormat/>
    <w:rsid w:val="0088630F"/>
    <w:pPr>
      <w:keepNext/>
      <w:spacing w:before="240" w:after="60" w:line="320" w:lineRule="atLeast"/>
      <w:outlineLvl w:val="2"/>
    </w:pPr>
    <w:rPr>
      <w:rFonts w:eastAsia="SimSun" w:cs="Arial"/>
      <w:b/>
      <w:bCs/>
      <w:i/>
      <w:color w:val="00948D"/>
      <w:kern w:val="32"/>
      <w:sz w:val="28"/>
      <w:szCs w:val="28"/>
      <w:lang w:eastAsia="zh-CN"/>
    </w:rPr>
  </w:style>
  <w:style w:type="paragraph" w:styleId="Heading4">
    <w:name w:val="heading 4"/>
    <w:basedOn w:val="Normal"/>
    <w:next w:val="Normal"/>
    <w:link w:val="Heading4Char"/>
    <w:qFormat/>
    <w:rsid w:val="00E45D49"/>
    <w:pPr>
      <w:keepNext/>
      <w:numPr>
        <w:ilvl w:val="3"/>
      </w:numPr>
      <w:spacing w:before="240" w:after="60" w:line="280" w:lineRule="atLeast"/>
      <w:outlineLvl w:val="3"/>
    </w:pPr>
    <w:rPr>
      <w:rFonts w:eastAsia="SimSun"/>
      <w:b/>
      <w:bCs/>
      <w:sz w:val="24"/>
      <w:szCs w:val="24"/>
      <w:lang w:eastAsia="zh-CN"/>
    </w:rPr>
  </w:style>
  <w:style w:type="paragraph" w:styleId="Heading5">
    <w:name w:val="heading 5"/>
    <w:basedOn w:val="Normal"/>
    <w:next w:val="Normal"/>
    <w:qFormat/>
    <w:rsid w:val="00E45D49"/>
    <w:pPr>
      <w:spacing w:before="60"/>
      <w:outlineLvl w:val="4"/>
    </w:pPr>
    <w:rPr>
      <w:b/>
      <w:i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link w:val="Heading1"/>
    <w:rsid w:val="0088630F"/>
    <w:rPr>
      <w:rFonts w:ascii="Arial" w:eastAsia="SimSun" w:hAnsi="Arial" w:cs="Arial"/>
      <w:b/>
      <w:bCs/>
      <w:color w:val="00948D"/>
      <w:kern w:val="32"/>
      <w:sz w:val="40"/>
      <w:szCs w:val="40"/>
      <w:lang w:val="en-AU" w:eastAsia="zh-CN" w:bidi="ar-SA"/>
    </w:rPr>
  </w:style>
  <w:style w:type="character" w:customStyle="1" w:styleId="Heading2Char">
    <w:name w:val="Heading 2 Char"/>
    <w:link w:val="Heading2"/>
    <w:rsid w:val="0088630F"/>
    <w:rPr>
      <w:rFonts w:ascii="Arial" w:eastAsia="SimSun" w:hAnsi="Arial" w:cs="Arial"/>
      <w:b/>
      <w:bCs/>
      <w:iCs/>
      <w:color w:val="00948D"/>
      <w:sz w:val="32"/>
      <w:szCs w:val="28"/>
      <w:lang w:val="en-AU" w:eastAsia="zh-CN" w:bidi="ar-SA"/>
    </w:rPr>
  </w:style>
  <w:style w:type="character" w:customStyle="1" w:styleId="Heading3Char">
    <w:name w:val="Heading 3 Char"/>
    <w:link w:val="Heading3"/>
    <w:rsid w:val="0088630F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customStyle="1" w:styleId="Heading4Char">
    <w:name w:val="Heading 4 Char"/>
    <w:link w:val="Heading4"/>
    <w:rsid w:val="00E45D49"/>
    <w:rPr>
      <w:rFonts w:ascii="Arial" w:eastAsia="SimSun" w:hAnsi="Arial"/>
      <w:b/>
      <w:bCs/>
      <w:sz w:val="24"/>
      <w:szCs w:val="24"/>
      <w:lang w:val="en-AU" w:eastAsia="zh-CN" w:bidi="ar-SA"/>
    </w:rPr>
  </w:style>
  <w:style w:type="paragraph" w:styleId="FootnoteText">
    <w:name w:val="footnote text"/>
    <w:basedOn w:val="Normal"/>
    <w:link w:val="FootnoteTextChar"/>
    <w:rsid w:val="001F2178"/>
    <w:pPr>
      <w:widowControl w:val="0"/>
      <w:spacing w:before="80"/>
    </w:pPr>
    <w:rPr>
      <w:sz w:val="20"/>
    </w:rPr>
  </w:style>
  <w:style w:type="paragraph" w:customStyle="1" w:styleId="Heading2TOP">
    <w:name w:val="Heading 2 TOP"/>
    <w:basedOn w:val="Heading2"/>
    <w:next w:val="Normal"/>
    <w:rsid w:val="001F2178"/>
    <w:pPr>
      <w:pageBreakBefore/>
      <w:tabs>
        <w:tab w:val="left" w:pos="284"/>
      </w:tabs>
      <w:spacing w:before="0"/>
    </w:pPr>
  </w:style>
  <w:style w:type="paragraph" w:customStyle="1" w:styleId="Heading3TOP">
    <w:name w:val="Heading 3 TOP"/>
    <w:basedOn w:val="Heading3"/>
    <w:next w:val="Normal"/>
    <w:link w:val="Heading3TOPChar"/>
    <w:rsid w:val="001F2178"/>
    <w:pPr>
      <w:pageBreakBefore/>
      <w:spacing w:before="0"/>
    </w:pPr>
  </w:style>
  <w:style w:type="character" w:customStyle="1" w:styleId="Heading3TOPChar">
    <w:name w:val="Heading 3 TOP Char"/>
    <w:link w:val="Heading3TOP"/>
    <w:rsid w:val="007211E7"/>
    <w:rPr>
      <w:rFonts w:ascii="Arial" w:eastAsia="SimSun" w:hAnsi="Arial" w:cs="Arial"/>
      <w:b/>
      <w:bCs/>
      <w:i/>
      <w:color w:val="00948D"/>
      <w:kern w:val="32"/>
      <w:sz w:val="28"/>
      <w:szCs w:val="28"/>
      <w:lang w:val="en-AU" w:eastAsia="zh-CN" w:bidi="ar-SA"/>
    </w:rPr>
  </w:style>
  <w:style w:type="character" w:styleId="Hyperlink">
    <w:name w:val="Hyperlink"/>
    <w:rsid w:val="001F2178"/>
    <w:rPr>
      <w:rFonts w:ascii="Arial" w:hAnsi="Arial"/>
      <w:color w:val="0000FF"/>
      <w:sz w:val="21"/>
      <w:u w:val="none"/>
    </w:rPr>
  </w:style>
  <w:style w:type="paragraph" w:styleId="BalloonText">
    <w:name w:val="Balloon Text"/>
    <w:basedOn w:val="Normal"/>
    <w:semiHidden/>
    <w:rsid w:val="001F2178"/>
    <w:rPr>
      <w:rFonts w:ascii="Tahoma" w:hAnsi="Tahoma" w:cs="Tahoma"/>
      <w:sz w:val="16"/>
      <w:szCs w:val="16"/>
    </w:rPr>
  </w:style>
  <w:style w:type="paragraph" w:customStyle="1" w:styleId="Bulletslevel1">
    <w:name w:val="Bullets level 1"/>
    <w:rsid w:val="00BD308D"/>
    <w:pPr>
      <w:numPr>
        <w:numId w:val="8"/>
      </w:numPr>
      <w:spacing w:before="120" w:line="260" w:lineRule="atLeast"/>
    </w:pPr>
    <w:rPr>
      <w:rFonts w:ascii="Arial" w:hAnsi="Arial"/>
      <w:sz w:val="21"/>
      <w:lang w:eastAsia="en-US"/>
    </w:rPr>
  </w:style>
  <w:style w:type="paragraph" w:customStyle="1" w:styleId="Bulletslevel2">
    <w:name w:val="Bullets level 2"/>
    <w:basedOn w:val="Bulletslevel1"/>
    <w:rsid w:val="00BD308D"/>
    <w:pPr>
      <w:numPr>
        <w:numId w:val="9"/>
      </w:numPr>
      <w:tabs>
        <w:tab w:val="left" w:pos="567"/>
      </w:tabs>
    </w:pPr>
  </w:style>
  <w:style w:type="paragraph" w:customStyle="1" w:styleId="Bulletslevel3">
    <w:name w:val="Bullets level 3"/>
    <w:rsid w:val="00BD308D"/>
    <w:pPr>
      <w:numPr>
        <w:numId w:val="10"/>
      </w:numPr>
      <w:tabs>
        <w:tab w:val="left" w:pos="851"/>
      </w:tabs>
      <w:spacing w:before="120" w:line="260" w:lineRule="atLeast"/>
    </w:pPr>
    <w:rPr>
      <w:rFonts w:ascii="Arial" w:hAnsi="Arial"/>
      <w:sz w:val="21"/>
      <w:lang w:eastAsia="en-US"/>
    </w:rPr>
  </w:style>
  <w:style w:type="paragraph" w:styleId="CommentSubject">
    <w:name w:val="annotation subject"/>
    <w:basedOn w:val="Normal"/>
    <w:semiHidden/>
    <w:rsid w:val="004A2826"/>
    <w:rPr>
      <w:b/>
      <w:bCs/>
      <w:sz w:val="20"/>
    </w:rPr>
  </w:style>
  <w:style w:type="paragraph" w:styleId="DocumentMap">
    <w:name w:val="Document Map"/>
    <w:basedOn w:val="Normal"/>
    <w:semiHidden/>
    <w:rsid w:val="004A60BB"/>
    <w:pPr>
      <w:shd w:val="clear" w:color="auto" w:fill="000080"/>
    </w:pPr>
    <w:rPr>
      <w:rFonts w:ascii="Tahoma" w:hAnsi="Tahoma" w:cs="Tahoma"/>
      <w:sz w:val="20"/>
    </w:rPr>
  </w:style>
  <w:style w:type="paragraph" w:customStyle="1" w:styleId="Footereven">
    <w:name w:val="Footer even"/>
    <w:basedOn w:val="Normal"/>
    <w:qFormat/>
    <w:rsid w:val="00E506E5"/>
    <w:pPr>
      <w:tabs>
        <w:tab w:val="left" w:pos="-42"/>
        <w:tab w:val="left" w:pos="220"/>
      </w:tabs>
      <w:spacing w:before="0" w:line="240" w:lineRule="auto"/>
      <w:ind w:left="-284"/>
    </w:pPr>
    <w:rPr>
      <w:rFonts w:eastAsia="MS Gothic"/>
      <w:color w:val="00928F"/>
      <w:sz w:val="16"/>
      <w:szCs w:val="16"/>
    </w:rPr>
  </w:style>
  <w:style w:type="paragraph" w:customStyle="1" w:styleId="Footerodd">
    <w:name w:val="Footer odd"/>
    <w:link w:val="FooteroddChar"/>
    <w:uiPriority w:val="14"/>
    <w:qFormat/>
    <w:rsid w:val="00E506E5"/>
    <w:pPr>
      <w:tabs>
        <w:tab w:val="right" w:pos="14300"/>
        <w:tab w:val="right" w:pos="14630"/>
        <w:tab w:val="left" w:pos="14850"/>
      </w:tabs>
      <w:ind w:right="-284"/>
      <w:jc w:val="right"/>
    </w:pPr>
    <w:rPr>
      <w:rFonts w:ascii="Arial" w:eastAsia="MS Gothic" w:hAnsi="Arial"/>
      <w:color w:val="00928F"/>
      <w:sz w:val="16"/>
      <w:szCs w:val="16"/>
      <w:lang w:eastAsia="en-US"/>
    </w:rPr>
  </w:style>
  <w:style w:type="paragraph" w:customStyle="1" w:styleId="footnote">
    <w:name w:val="footnote"/>
    <w:basedOn w:val="Normal"/>
    <w:link w:val="footnoteChar"/>
    <w:rsid w:val="00235274"/>
    <w:pPr>
      <w:spacing w:line="200" w:lineRule="atLeast"/>
      <w:ind w:hanging="170"/>
    </w:pPr>
    <w:rPr>
      <w:sz w:val="16"/>
      <w:szCs w:val="22"/>
    </w:rPr>
  </w:style>
  <w:style w:type="character" w:customStyle="1" w:styleId="footnoteChar">
    <w:name w:val="footnote Char"/>
    <w:link w:val="footnote"/>
    <w:rsid w:val="00235274"/>
    <w:rPr>
      <w:rFonts w:ascii="Arial" w:hAnsi="Arial"/>
      <w:sz w:val="16"/>
      <w:szCs w:val="22"/>
    </w:rPr>
  </w:style>
  <w:style w:type="character" w:styleId="FootnoteReference">
    <w:name w:val="footnote reference"/>
    <w:rsid w:val="001F2178"/>
    <w:rPr>
      <w:vertAlign w:val="superscript"/>
    </w:rPr>
  </w:style>
  <w:style w:type="paragraph" w:customStyle="1" w:styleId="footnoteseparator">
    <w:name w:val="footnote separator"/>
    <w:basedOn w:val="footnote"/>
    <w:rsid w:val="00235274"/>
    <w:pPr>
      <w:pBdr>
        <w:top w:val="single" w:sz="4" w:space="1" w:color="00948D"/>
      </w:pBdr>
      <w:spacing w:before="240"/>
      <w:ind w:firstLine="0"/>
    </w:pPr>
    <w:rPr>
      <w:sz w:val="4"/>
    </w:rPr>
  </w:style>
  <w:style w:type="paragraph" w:customStyle="1" w:styleId="Heading1TOP">
    <w:name w:val="Heading 1 TOP"/>
    <w:basedOn w:val="Heading1"/>
    <w:next w:val="Normal"/>
    <w:rsid w:val="006F6E6B"/>
    <w:pPr>
      <w:pageBreakBefore/>
      <w:tabs>
        <w:tab w:val="right" w:pos="14520"/>
      </w:tabs>
      <w:spacing w:before="0" w:after="120"/>
    </w:pPr>
  </w:style>
  <w:style w:type="paragraph" w:customStyle="1" w:styleId="Normallead-in">
    <w:name w:val="Normal lead-in"/>
    <w:basedOn w:val="Normal"/>
    <w:next w:val="Bulletslevel1"/>
    <w:rsid w:val="001F2178"/>
    <w:pPr>
      <w:keepNext/>
    </w:pPr>
  </w:style>
  <w:style w:type="character" w:customStyle="1" w:styleId="TabletextCharChar">
    <w:name w:val="Table text Char Char"/>
    <w:link w:val="Tabletext"/>
    <w:rsid w:val="00AF550D"/>
    <w:rPr>
      <w:rFonts w:ascii="Arial" w:hAnsi="Arial"/>
      <w:szCs w:val="19"/>
      <w:lang w:val="en-AU" w:eastAsia="en-US" w:bidi="ar-SA"/>
    </w:rPr>
  </w:style>
  <w:style w:type="paragraph" w:customStyle="1" w:styleId="Tabletext">
    <w:name w:val="Table text"/>
    <w:link w:val="TabletextCharChar"/>
    <w:rsid w:val="00AF550D"/>
    <w:pPr>
      <w:spacing w:after="40" w:line="220" w:lineRule="atLeast"/>
    </w:pPr>
    <w:rPr>
      <w:rFonts w:ascii="Arial" w:hAnsi="Arial"/>
      <w:szCs w:val="19"/>
      <w:lang w:eastAsia="en-US"/>
    </w:rPr>
  </w:style>
  <w:style w:type="paragraph" w:customStyle="1" w:styleId="Numberedbulletslevel1">
    <w:name w:val="Numbered bullets level 1"/>
    <w:rsid w:val="00262D35"/>
    <w:pPr>
      <w:spacing w:before="120" w:line="260" w:lineRule="atLeast"/>
      <w:ind w:left="284" w:hanging="284"/>
    </w:pPr>
    <w:rPr>
      <w:rFonts w:ascii="Arial" w:hAnsi="Arial"/>
      <w:sz w:val="21"/>
    </w:rPr>
  </w:style>
  <w:style w:type="paragraph" w:customStyle="1" w:styleId="Numberedbulletslevel2">
    <w:name w:val="Numbered bullets level 2"/>
    <w:basedOn w:val="Numberedbulletslevel1"/>
    <w:rsid w:val="00114248"/>
    <w:pPr>
      <w:tabs>
        <w:tab w:val="left" w:pos="798"/>
      </w:tabs>
      <w:ind w:left="794" w:hanging="397"/>
    </w:pPr>
  </w:style>
  <w:style w:type="paragraph" w:customStyle="1" w:styleId="Numberedbulletslevel3">
    <w:name w:val="Numbered bullets level 3"/>
    <w:basedOn w:val="Numberedbulletslevel2"/>
    <w:rsid w:val="00262D35"/>
    <w:pPr>
      <w:tabs>
        <w:tab w:val="clear" w:pos="798"/>
      </w:tabs>
      <w:ind w:left="1191"/>
    </w:pPr>
  </w:style>
  <w:style w:type="paragraph" w:customStyle="1" w:styleId="Quotation">
    <w:name w:val="Quotation"/>
    <w:basedOn w:val="Normal"/>
    <w:next w:val="Normal"/>
    <w:rsid w:val="001F2178"/>
    <w:pPr>
      <w:spacing w:line="240" w:lineRule="auto"/>
      <w:ind w:left="284"/>
    </w:pPr>
    <w:rPr>
      <w:sz w:val="20"/>
    </w:rPr>
  </w:style>
  <w:style w:type="paragraph" w:customStyle="1" w:styleId="Quotationreference">
    <w:name w:val="Quotation reference"/>
    <w:basedOn w:val="Quotation"/>
    <w:rsid w:val="001F2178"/>
    <w:pPr>
      <w:keepLines/>
      <w:spacing w:before="40"/>
    </w:pPr>
  </w:style>
  <w:style w:type="paragraph" w:customStyle="1" w:styleId="Reference">
    <w:name w:val="Reference"/>
    <w:basedOn w:val="Normal"/>
    <w:rsid w:val="001F2178"/>
    <w:pPr>
      <w:tabs>
        <w:tab w:val="left" w:pos="284"/>
      </w:tabs>
      <w:spacing w:before="80"/>
      <w:ind w:left="284" w:hanging="284"/>
    </w:pPr>
    <w:rPr>
      <w:sz w:val="20"/>
    </w:rPr>
  </w:style>
  <w:style w:type="paragraph" w:customStyle="1" w:styleId="smallspace">
    <w:name w:val="small space"/>
    <w:basedOn w:val="Normal"/>
    <w:rsid w:val="001F2178"/>
    <w:pPr>
      <w:spacing w:before="0" w:line="240" w:lineRule="auto"/>
    </w:pPr>
    <w:rPr>
      <w:sz w:val="2"/>
      <w:szCs w:val="2"/>
    </w:rPr>
  </w:style>
  <w:style w:type="paragraph" w:customStyle="1" w:styleId="Tablebullets">
    <w:name w:val="Table bullets"/>
    <w:link w:val="TablebulletsChar"/>
    <w:rsid w:val="00114248"/>
    <w:pPr>
      <w:spacing w:before="40" w:after="40"/>
      <w:ind w:left="284" w:hanging="284"/>
    </w:pPr>
    <w:rPr>
      <w:rFonts w:ascii="Arial" w:hAnsi="Arial"/>
      <w:sz w:val="19"/>
      <w:szCs w:val="19"/>
      <w:lang w:eastAsia="en-US"/>
    </w:rPr>
  </w:style>
  <w:style w:type="character" w:customStyle="1" w:styleId="TablebulletsChar">
    <w:name w:val="Table bullets Char"/>
    <w:link w:val="Tablebullets"/>
    <w:rsid w:val="00114248"/>
    <w:rPr>
      <w:rFonts w:ascii="Arial" w:hAnsi="Arial"/>
      <w:sz w:val="19"/>
      <w:szCs w:val="19"/>
      <w:lang w:eastAsia="en-US" w:bidi="ar-SA"/>
    </w:rPr>
  </w:style>
  <w:style w:type="paragraph" w:customStyle="1" w:styleId="Tablebullets2">
    <w:name w:val="Table bullets 2"/>
    <w:basedOn w:val="Tablebullets"/>
    <w:rsid w:val="00114248"/>
    <w:pPr>
      <w:tabs>
        <w:tab w:val="left" w:pos="567"/>
      </w:tabs>
      <w:ind w:left="568"/>
    </w:pPr>
  </w:style>
  <w:style w:type="paragraph" w:customStyle="1" w:styleId="Tablebullets3">
    <w:name w:val="Table bullets 3"/>
    <w:basedOn w:val="Tablebullets2"/>
    <w:next w:val="Tabletext"/>
    <w:rsid w:val="00114248"/>
    <w:pPr>
      <w:tabs>
        <w:tab w:val="clear" w:pos="567"/>
      </w:tabs>
      <w:ind w:left="851"/>
    </w:pPr>
  </w:style>
  <w:style w:type="paragraph" w:customStyle="1" w:styleId="Tablehead">
    <w:name w:val="Table head"/>
    <w:basedOn w:val="Normal"/>
    <w:next w:val="Tabletext"/>
    <w:rsid w:val="00CC0EB3"/>
    <w:pPr>
      <w:spacing w:before="40" w:after="40" w:line="240" w:lineRule="auto"/>
    </w:pPr>
    <w:rPr>
      <w:b/>
      <w:sz w:val="20"/>
      <w:lang w:eastAsia="en-AU"/>
    </w:rPr>
  </w:style>
  <w:style w:type="table" w:customStyle="1" w:styleId="Tablestyle1">
    <w:name w:val="Table style 1"/>
    <w:basedOn w:val="TableNormal"/>
    <w:rsid w:val="00D52C6F"/>
    <w:pPr>
      <w:spacing w:before="40" w:after="40" w:line="220" w:lineRule="atLeast"/>
    </w:pPr>
    <w:rPr>
      <w:rFonts w:ascii="Arial" w:hAnsi="Arial"/>
    </w:rPr>
    <w:tblPr>
      <w:tblInd w:w="0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rPr>
        <w:b w:val="0"/>
        <w:i w:val="0"/>
        <w:color w:val="FFFFFF"/>
      </w:rPr>
      <w:tblPr/>
      <w:trPr>
        <w:tblHeader/>
      </w:trPr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00948D"/>
      </w:tcPr>
    </w:tblStylePr>
  </w:style>
  <w:style w:type="table" w:customStyle="1" w:styleId="Tablestyle2">
    <w:name w:val="Table style 2"/>
    <w:basedOn w:val="TableNormal"/>
    <w:rsid w:val="00954542"/>
    <w:rPr>
      <w:rFonts w:ascii="Arial" w:hAnsi="Arial"/>
    </w:rPr>
    <w:tblPr>
      <w:tblStyleRowBandSize w:val="1"/>
      <w:tblStyleColBandSize w:val="1"/>
      <w:tblInd w:w="113" w:type="dxa"/>
      <w:tblCellMar>
        <w:top w:w="113" w:type="dxa"/>
        <w:left w:w="108" w:type="dxa"/>
        <w:bottom w:w="113" w:type="dxa"/>
        <w:right w:w="108" w:type="dxa"/>
      </w:tblCellMar>
    </w:tblPr>
    <w:tblStylePr w:type="firstCol">
      <w:pPr>
        <w:wordWrap/>
        <w:spacing w:beforeLines="0" w:beforeAutospacing="0" w:afterLines="0" w:afterAutospacing="0" w:line="240" w:lineRule="auto"/>
        <w:contextualSpacing w:val="0"/>
        <w:jc w:val="right"/>
      </w:pPr>
      <w:rPr>
        <w:b w:val="0"/>
        <w:i w:val="0"/>
        <w:sz w:val="20"/>
        <w:szCs w:val="20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tcMar>
          <w:top w:w="0" w:type="nil"/>
          <w:left w:w="0" w:type="nil"/>
          <w:bottom w:w="0" w:type="nil"/>
          <w:right w:w="170" w:type="dxa"/>
        </w:tcMar>
      </w:tcPr>
    </w:tblStylePr>
    <w:tblStylePr w:type="lastCol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1Vert">
      <w:tblPr/>
      <w:tcPr>
        <w:tcBorders>
          <w:top w:val="single" w:sz="4" w:space="0" w:color="00948D"/>
          <w:left w:val="nil"/>
          <w:bottom w:val="single" w:sz="4" w:space="0" w:color="00948D"/>
          <w:right w:val="nil"/>
          <w:insideH w:val="single" w:sz="4" w:space="0" w:color="00948D"/>
          <w:insideV w:val="nil"/>
          <w:tl2br w:val="nil"/>
          <w:tr2bl w:val="nil"/>
        </w:tcBorders>
      </w:tcPr>
    </w:tblStylePr>
    <w:tblStylePr w:type="band2Vert">
      <w:tblPr/>
      <w:tcPr>
        <w:tcBorders>
          <w:top w:val="single" w:sz="4" w:space="0" w:color="00948D"/>
          <w:bottom w:val="single" w:sz="4" w:space="0" w:color="00948D"/>
          <w:insideH w:val="single" w:sz="4" w:space="0" w:color="00948D"/>
        </w:tcBorders>
      </w:tcPr>
    </w:tblStylePr>
  </w:style>
  <w:style w:type="table" w:customStyle="1" w:styleId="Tablestyle3">
    <w:name w:val="Table style 3"/>
    <w:basedOn w:val="TableNormal"/>
    <w:rsid w:val="00E359FA"/>
    <w:pPr>
      <w:spacing w:before="40" w:after="40" w:line="220" w:lineRule="atLeast"/>
    </w:pPr>
    <w:rPr>
      <w:rFonts w:ascii="Arial" w:hAnsi="Arial"/>
    </w:rPr>
    <w:tblPr>
      <w:tblInd w:w="113" w:type="dxa"/>
      <w:tblBorders>
        <w:top w:val="single" w:sz="4" w:space="0" w:color="00928F"/>
        <w:left w:val="single" w:sz="4" w:space="0" w:color="00928F"/>
        <w:bottom w:val="single" w:sz="4" w:space="0" w:color="00928F"/>
        <w:right w:val="single" w:sz="4" w:space="0" w:color="00928F"/>
        <w:insideH w:val="single" w:sz="4" w:space="0" w:color="00928F"/>
        <w:insideV w:val="single" w:sz="4" w:space="0" w:color="00928F"/>
      </w:tblBorders>
      <w:tblCellMar>
        <w:top w:w="28" w:type="dxa"/>
        <w:left w:w="108" w:type="dxa"/>
        <w:bottom w:w="28" w:type="dxa"/>
        <w:right w:w="108" w:type="dxa"/>
      </w:tblCellMar>
    </w:tblPr>
    <w:tblStylePr w:type="firstRow">
      <w:pPr>
        <w:wordWrap/>
        <w:spacing w:beforeLines="0" w:beforeAutospacing="0" w:afterLines="0" w:afterAutospacing="0" w:line="240" w:lineRule="auto"/>
        <w:contextualSpacing w:val="0"/>
      </w:pPr>
      <w:rPr>
        <w:rFonts w:ascii="Arial" w:hAnsi="Arial"/>
        <w:b w:val="0"/>
        <w:i w:val="0"/>
        <w:color w:val="FFFFFF"/>
        <w:sz w:val="21"/>
        <w:szCs w:val="21"/>
      </w:rPr>
      <w:tblPr/>
      <w:trPr>
        <w:tblHeader/>
      </w:trPr>
      <w:tcPr>
        <w:tcBorders>
          <w:top w:val="single" w:sz="4" w:space="0" w:color="00928F"/>
          <w:left w:val="single" w:sz="4" w:space="0" w:color="00928F"/>
          <w:bottom w:val="single" w:sz="4" w:space="0" w:color="00928F"/>
          <w:right w:val="single" w:sz="4" w:space="0" w:color="00928F"/>
          <w:insideH w:val="single" w:sz="4" w:space="0" w:color="00928F"/>
          <w:insideV w:val="single" w:sz="4" w:space="0" w:color="00928F"/>
          <w:tl2br w:val="nil"/>
          <w:tr2bl w:val="nil"/>
        </w:tcBorders>
        <w:shd w:val="clear" w:color="auto" w:fill="00928F"/>
      </w:tcPr>
    </w:tblStylePr>
    <w:tblStylePr w:type="firstCol">
      <w:tblPr/>
      <w:tcPr>
        <w:tcBorders>
          <w:top w:val="single" w:sz="4" w:space="0" w:color="00948D"/>
          <w:left w:val="single" w:sz="4" w:space="0" w:color="00948D"/>
          <w:bottom w:val="single" w:sz="4" w:space="0" w:color="00948D"/>
          <w:right w:val="single" w:sz="4" w:space="0" w:color="00948D"/>
          <w:insideH w:val="nil"/>
          <w:insideV w:val="nil"/>
          <w:tl2br w:val="nil"/>
          <w:tr2bl w:val="nil"/>
        </w:tcBorders>
        <w:shd w:val="clear" w:color="auto" w:fill="CFE7E6"/>
      </w:tcPr>
    </w:tblStylePr>
    <w:tblStylePr w:type="neCell">
      <w:pPr>
        <w:wordWrap/>
        <w:spacing w:beforeLines="0" w:beforeAutospacing="0"/>
      </w:pPr>
    </w:tblStylePr>
    <w:tblStylePr w:type="nwCell">
      <w:pPr>
        <w:wordWrap/>
        <w:spacing w:beforeLines="0" w:beforeAutospacing="0"/>
      </w:p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  <w:shd w:val="clear" w:color="auto" w:fill="FFFFFF"/>
      </w:tcPr>
    </w:tblStylePr>
  </w:style>
  <w:style w:type="paragraph" w:customStyle="1" w:styleId="Tablesubhead">
    <w:name w:val="Table subhead"/>
    <w:basedOn w:val="Tabletext"/>
    <w:rsid w:val="001F2178"/>
    <w:rPr>
      <w:b/>
    </w:rPr>
  </w:style>
  <w:style w:type="paragraph" w:customStyle="1" w:styleId="Tabletitle">
    <w:name w:val="Table title"/>
    <w:basedOn w:val="Normal"/>
    <w:rsid w:val="00DA3F5B"/>
    <w:pPr>
      <w:keepNext/>
      <w:spacing w:before="240" w:after="120"/>
    </w:pPr>
    <w:rPr>
      <w:rFonts w:ascii="Arial Bold" w:hAnsi="Arial Bold"/>
      <w:b/>
      <w:color w:val="00928F"/>
      <w:szCs w:val="22"/>
    </w:rPr>
  </w:style>
  <w:style w:type="paragraph" w:customStyle="1" w:styleId="Instructions">
    <w:name w:val="Instructions"/>
    <w:basedOn w:val="Tabletext"/>
    <w:next w:val="Tabletext"/>
    <w:link w:val="InstructionsChar"/>
    <w:qFormat/>
    <w:rsid w:val="00555EA8"/>
    <w:pPr>
      <w:keepNext/>
      <w:shd w:val="clear" w:color="auto" w:fill="FFF1D9"/>
      <w:spacing w:before="40" w:line="240" w:lineRule="auto"/>
    </w:pPr>
    <w:rPr>
      <w:szCs w:val="21"/>
    </w:rPr>
  </w:style>
  <w:style w:type="character" w:customStyle="1" w:styleId="InstructionsChar">
    <w:name w:val="Instructions Char"/>
    <w:link w:val="Instructions"/>
    <w:rsid w:val="00555EA8"/>
    <w:rPr>
      <w:rFonts w:ascii="Arial" w:hAnsi="Arial"/>
      <w:szCs w:val="21"/>
      <w:shd w:val="clear" w:color="auto" w:fill="FFF1D9"/>
    </w:rPr>
  </w:style>
  <w:style w:type="character" w:styleId="FollowedHyperlink">
    <w:name w:val="FollowedHyperlink"/>
    <w:rsid w:val="001F2178"/>
    <w:rPr>
      <w:rFonts w:ascii="Arial" w:hAnsi="Arial"/>
      <w:color w:val="800080"/>
      <w:sz w:val="21"/>
      <w:u w:val="none"/>
    </w:rPr>
  </w:style>
  <w:style w:type="paragraph" w:customStyle="1" w:styleId="Sectionheading">
    <w:name w:val="Section heading"/>
    <w:basedOn w:val="Heading1"/>
    <w:next w:val="Normal"/>
    <w:rsid w:val="001F2178"/>
    <w:rPr>
      <w:sz w:val="56"/>
    </w:rPr>
  </w:style>
  <w:style w:type="table" w:customStyle="1" w:styleId="Tablestyle4">
    <w:name w:val="Table style 4"/>
    <w:basedOn w:val="TableNormal"/>
    <w:rsid w:val="00954542"/>
    <w:rPr>
      <w:rFonts w:ascii="Arial" w:hAnsi="Arial"/>
    </w:rPr>
    <w:tblPr>
      <w:tblInd w:w="113" w:type="dxa"/>
      <w:tblBorders>
        <w:top w:val="single" w:sz="4" w:space="0" w:color="00948D"/>
        <w:left w:val="single" w:sz="4" w:space="0" w:color="00948D"/>
        <w:bottom w:val="single" w:sz="4" w:space="0" w:color="00948D"/>
        <w:right w:val="single" w:sz="4" w:space="0" w:color="00948D"/>
        <w:insideH w:val="single" w:sz="4" w:space="0" w:color="00948D"/>
        <w:insideV w:val="single" w:sz="4" w:space="0" w:color="00948D"/>
      </w:tblBorders>
      <w:tblCellMar>
        <w:top w:w="28" w:type="dxa"/>
        <w:left w:w="108" w:type="dxa"/>
        <w:bottom w:w="28" w:type="dxa"/>
        <w:right w:w="108" w:type="dxa"/>
      </w:tblCellMar>
    </w:tblPr>
  </w:style>
  <w:style w:type="table" w:styleId="TableGrid">
    <w:name w:val="Table Grid"/>
    <w:basedOn w:val="TableNormal"/>
    <w:rsid w:val="00ED4AC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oterbold">
    <w:name w:val="Footer bold"/>
    <w:rsid w:val="001947AE"/>
    <w:rPr>
      <w:rFonts w:ascii="Arial" w:hAnsi="Arial"/>
      <w:b/>
      <w:color w:val="00948D"/>
      <w:sz w:val="16"/>
    </w:rPr>
  </w:style>
  <w:style w:type="paragraph" w:styleId="Header">
    <w:name w:val="header"/>
    <w:basedOn w:val="Normal"/>
    <w:semiHidden/>
    <w:rsid w:val="00F561C0"/>
    <w:pPr>
      <w:tabs>
        <w:tab w:val="center" w:pos="4153"/>
        <w:tab w:val="right" w:pos="8306"/>
      </w:tabs>
    </w:pPr>
  </w:style>
  <w:style w:type="paragraph" w:customStyle="1" w:styleId="Footerlandscape">
    <w:name w:val="Footer landscape"/>
    <w:rsid w:val="008300AE"/>
    <w:pPr>
      <w:tabs>
        <w:tab w:val="right" w:pos="14404"/>
        <w:tab w:val="center" w:pos="14614"/>
        <w:tab w:val="left" w:pos="14850"/>
      </w:tabs>
    </w:pPr>
    <w:rPr>
      <w:rFonts w:ascii="Arial" w:eastAsia="MS Gothic" w:hAnsi="Arial"/>
      <w:color w:val="00928F"/>
      <w:sz w:val="16"/>
      <w:szCs w:val="16"/>
      <w:lang w:eastAsia="en-US"/>
    </w:rPr>
  </w:style>
  <w:style w:type="table" w:customStyle="1" w:styleId="Tablenoborder">
    <w:name w:val="Table no border"/>
    <w:basedOn w:val="TableNormal"/>
    <w:rsid w:val="009D31C7"/>
    <w:pPr>
      <w:spacing w:before="20" w:after="20"/>
    </w:pPr>
    <w:rPr>
      <w:rFonts w:ascii="Arial" w:hAnsi="Arial"/>
    </w:rPr>
    <w:tblPr>
      <w:tblInd w:w="0" w:type="dxa"/>
      <w:tblCellMar>
        <w:top w:w="28" w:type="dxa"/>
        <w:left w:w="108" w:type="dxa"/>
        <w:bottom w:w="28" w:type="dxa"/>
        <w:right w:w="108" w:type="dxa"/>
      </w:tblCellMar>
    </w:tblPr>
  </w:style>
  <w:style w:type="paragraph" w:styleId="NoSpacing">
    <w:name w:val="No Spacing"/>
    <w:qFormat/>
    <w:rsid w:val="00A4154C"/>
    <w:rPr>
      <w:rFonts w:ascii="Arial" w:hAnsi="Arial" w:cs="Arial"/>
      <w:sz w:val="21"/>
      <w:szCs w:val="21"/>
      <w:lang w:eastAsia="en-US"/>
    </w:rPr>
  </w:style>
  <w:style w:type="paragraph" w:customStyle="1" w:styleId="Tablesubheadgreen">
    <w:name w:val="Table subhead green"/>
    <w:basedOn w:val="Tablesubhead"/>
    <w:qFormat/>
    <w:rsid w:val="00136DFD"/>
    <w:rPr>
      <w:color w:val="00948D"/>
    </w:rPr>
  </w:style>
  <w:style w:type="paragraph" w:styleId="ListParagraph">
    <w:name w:val="List Paragraph"/>
    <w:basedOn w:val="Normal"/>
    <w:uiPriority w:val="34"/>
    <w:qFormat/>
    <w:rsid w:val="00D07A15"/>
    <w:pPr>
      <w:spacing w:before="40" w:after="40"/>
      <w:ind w:left="720"/>
    </w:pPr>
    <w:rPr>
      <w:szCs w:val="24"/>
      <w:lang w:eastAsia="en-AU"/>
    </w:rPr>
  </w:style>
  <w:style w:type="paragraph" w:customStyle="1" w:styleId="ACversionline">
    <w:name w:val="AC version line"/>
    <w:qFormat/>
    <w:rsid w:val="006F6E6B"/>
    <w:pPr>
      <w:spacing w:after="480"/>
      <w:jc w:val="right"/>
    </w:pPr>
    <w:rPr>
      <w:rFonts w:ascii="Arial" w:eastAsia="MS Gothic" w:hAnsi="Arial"/>
      <w:color w:val="00928F"/>
      <w:sz w:val="16"/>
      <w:szCs w:val="16"/>
      <w:lang w:eastAsia="zh-CN"/>
    </w:rPr>
  </w:style>
  <w:style w:type="paragraph" w:customStyle="1" w:styleId="Heading2SUB">
    <w:name w:val="Heading 2 SUB"/>
    <w:qFormat/>
    <w:rsid w:val="00506608"/>
    <w:pPr>
      <w:spacing w:before="240" w:after="120" w:line="320" w:lineRule="atLeast"/>
    </w:pPr>
    <w:rPr>
      <w:rFonts w:ascii="Arial" w:eastAsia="SimSun" w:hAnsi="Arial" w:cs="Arial"/>
      <w:b/>
      <w:bCs/>
      <w:color w:val="00948D"/>
      <w:kern w:val="32"/>
      <w:sz w:val="28"/>
      <w:szCs w:val="28"/>
      <w:lang w:eastAsia="zh-CN"/>
    </w:rPr>
  </w:style>
  <w:style w:type="paragraph" w:customStyle="1" w:styleId="Tablesubstrands">
    <w:name w:val="Table substrands"/>
    <w:basedOn w:val="Normal"/>
    <w:qFormat/>
    <w:rsid w:val="00466CF1"/>
    <w:pPr>
      <w:keepLines/>
      <w:spacing w:after="40" w:line="220" w:lineRule="atLeast"/>
    </w:pPr>
    <w:rPr>
      <w:b/>
      <w:color w:val="00948D"/>
      <w:sz w:val="20"/>
    </w:rPr>
  </w:style>
  <w:style w:type="paragraph" w:styleId="Footer">
    <w:name w:val="footer"/>
    <w:basedOn w:val="Normal"/>
    <w:link w:val="FooterChar"/>
    <w:uiPriority w:val="1"/>
    <w:qFormat/>
    <w:rsid w:val="00213F20"/>
    <w:pPr>
      <w:tabs>
        <w:tab w:val="center" w:pos="4153"/>
        <w:tab w:val="right" w:pos="8306"/>
      </w:tabs>
    </w:pPr>
  </w:style>
  <w:style w:type="character" w:customStyle="1" w:styleId="FooterChar">
    <w:name w:val="Footer Char"/>
    <w:link w:val="Footer"/>
    <w:uiPriority w:val="1"/>
    <w:rsid w:val="00213F20"/>
    <w:rPr>
      <w:rFonts w:ascii="Arial" w:hAnsi="Arial"/>
      <w:sz w:val="21"/>
      <w:lang w:eastAsia="en-US"/>
    </w:rPr>
  </w:style>
  <w:style w:type="character" w:customStyle="1" w:styleId="FooteroddChar">
    <w:name w:val="Footer odd Char"/>
    <w:link w:val="Footerodd"/>
    <w:uiPriority w:val="14"/>
    <w:rsid w:val="00E506E5"/>
    <w:rPr>
      <w:rFonts w:ascii="Arial" w:eastAsia="MS Gothic" w:hAnsi="Arial"/>
      <w:color w:val="00928F"/>
      <w:sz w:val="16"/>
      <w:szCs w:val="16"/>
      <w:lang w:eastAsia="en-US" w:bidi="ar-SA"/>
    </w:rPr>
  </w:style>
  <w:style w:type="numbering" w:customStyle="1" w:styleId="BulletsList">
    <w:name w:val="BulletsList"/>
    <w:uiPriority w:val="99"/>
    <w:rsid w:val="00A5145C"/>
    <w:pPr>
      <w:numPr>
        <w:numId w:val="1"/>
      </w:numPr>
    </w:pPr>
  </w:style>
  <w:style w:type="paragraph" w:styleId="EndnoteText">
    <w:name w:val="endnote text"/>
    <w:basedOn w:val="Normal"/>
    <w:link w:val="EndnoteTextChar"/>
    <w:rsid w:val="004A2826"/>
    <w:pPr>
      <w:spacing w:before="40" w:line="200" w:lineRule="atLeast"/>
    </w:pPr>
    <w:rPr>
      <w:sz w:val="16"/>
    </w:rPr>
  </w:style>
  <w:style w:type="character" w:customStyle="1" w:styleId="EndnoteTextChar">
    <w:name w:val="Endnote Text Char"/>
    <w:link w:val="EndnoteText"/>
    <w:rsid w:val="004A2826"/>
    <w:rPr>
      <w:rFonts w:ascii="Arial" w:hAnsi="Arial"/>
      <w:sz w:val="16"/>
      <w:lang w:eastAsia="en-US"/>
    </w:rPr>
  </w:style>
  <w:style w:type="character" w:styleId="EndnoteReference">
    <w:name w:val="endnote reference"/>
    <w:rsid w:val="00A5145C"/>
    <w:rPr>
      <w:vertAlign w:val="superscript"/>
    </w:rPr>
  </w:style>
  <w:style w:type="table" w:customStyle="1" w:styleId="QSAinvisible">
    <w:name w:val="QSA invisible"/>
    <w:basedOn w:val="TableNormal"/>
    <w:uiPriority w:val="99"/>
    <w:rsid w:val="00673A79"/>
    <w:pPr>
      <w:spacing w:before="40" w:after="40"/>
    </w:pPr>
    <w:rPr>
      <w:rFonts w:ascii="Arial" w:hAnsi="Arial"/>
      <w:sz w:val="21"/>
      <w:lang w:eastAsia="en-US"/>
    </w:rPr>
    <w:tblPr>
      <w:tblInd w:w="0" w:type="dxa"/>
      <w:tblCellMar>
        <w:top w:w="57" w:type="dxa"/>
        <w:left w:w="0" w:type="dxa"/>
        <w:bottom w:w="57" w:type="dxa"/>
        <w:right w:w="108" w:type="dxa"/>
      </w:tblCellMar>
    </w:tblPr>
    <w:tblStylePr w:type="firstCol">
      <w:rPr>
        <w:b/>
      </w:rPr>
    </w:tblStylePr>
  </w:style>
  <w:style w:type="character" w:styleId="PlaceholderText">
    <w:name w:val="Placeholder Text"/>
    <w:uiPriority w:val="99"/>
    <w:semiHidden/>
    <w:rsid w:val="00673A79"/>
    <w:rPr>
      <w:color w:val="808080"/>
    </w:rPr>
  </w:style>
  <w:style w:type="character" w:styleId="CommentReference">
    <w:name w:val="annotation reference"/>
    <w:rsid w:val="006232B6"/>
    <w:rPr>
      <w:sz w:val="16"/>
      <w:szCs w:val="16"/>
    </w:rPr>
  </w:style>
  <w:style w:type="paragraph" w:styleId="CommentText">
    <w:name w:val="annotation text"/>
    <w:basedOn w:val="Normal"/>
    <w:link w:val="CommentTextChar"/>
    <w:rsid w:val="006232B6"/>
    <w:rPr>
      <w:sz w:val="20"/>
    </w:rPr>
  </w:style>
  <w:style w:type="character" w:customStyle="1" w:styleId="CommentTextChar">
    <w:name w:val="Comment Text Char"/>
    <w:link w:val="CommentText"/>
    <w:rsid w:val="006232B6"/>
    <w:rPr>
      <w:rFonts w:ascii="Arial" w:hAnsi="Arial"/>
      <w:lang w:eastAsia="en-US"/>
    </w:rPr>
  </w:style>
  <w:style w:type="character" w:customStyle="1" w:styleId="TablebulletsCharChar">
    <w:name w:val="Table bullets Char Char"/>
    <w:rsid w:val="006232B6"/>
    <w:rPr>
      <w:rFonts w:ascii="Arial" w:hAnsi="Arial" w:cs="Tahoma"/>
      <w:sz w:val="20"/>
      <w:szCs w:val="16"/>
      <w:lang w:eastAsia="en-US"/>
    </w:rPr>
  </w:style>
  <w:style w:type="paragraph" w:styleId="Revision">
    <w:name w:val="Revision"/>
    <w:hidden/>
    <w:uiPriority w:val="99"/>
    <w:semiHidden/>
    <w:rsid w:val="001E51B1"/>
    <w:rPr>
      <w:rFonts w:ascii="Arial" w:hAnsi="Arial"/>
      <w:sz w:val="21"/>
      <w:lang w:eastAsia="en-US"/>
    </w:rPr>
  </w:style>
  <w:style w:type="paragraph" w:customStyle="1" w:styleId="SourceLASD">
    <w:name w:val="Source LASD"/>
    <w:basedOn w:val="Normal"/>
    <w:next w:val="Normal"/>
    <w:link w:val="SourceLASDChar"/>
    <w:rsid w:val="007E7143"/>
    <w:pPr>
      <w:spacing w:before="20" w:line="240" w:lineRule="auto"/>
    </w:pPr>
    <w:rPr>
      <w:color w:val="00948D"/>
      <w:sz w:val="16"/>
      <w:szCs w:val="16"/>
    </w:rPr>
  </w:style>
  <w:style w:type="character" w:customStyle="1" w:styleId="SourceLASDChar">
    <w:name w:val="Source LASD Char"/>
    <w:link w:val="SourceLASD"/>
    <w:rsid w:val="007E7143"/>
    <w:rPr>
      <w:rFonts w:ascii="Arial" w:hAnsi="Arial"/>
      <w:color w:val="00948D"/>
      <w:sz w:val="16"/>
      <w:szCs w:val="16"/>
    </w:rPr>
  </w:style>
  <w:style w:type="character" w:customStyle="1" w:styleId="FootnoteTextChar">
    <w:name w:val="Footnote Text Char"/>
    <w:link w:val="FootnoteText"/>
    <w:rsid w:val="00497691"/>
    <w:rPr>
      <w:rFonts w:ascii="Arial" w:hAnsi="Arial"/>
      <w:lang w:eastAsia="en-US"/>
    </w:rPr>
  </w:style>
  <w:style w:type="paragraph" w:customStyle="1" w:styleId="Titlegreen">
    <w:name w:val="Title green"/>
    <w:basedOn w:val="Subtitle"/>
    <w:qFormat/>
    <w:rsid w:val="00134205"/>
    <w:pPr>
      <w:spacing w:before="0" w:after="120"/>
      <w:jc w:val="left"/>
      <w:outlineLvl w:val="9"/>
    </w:pPr>
    <w:rPr>
      <w:rFonts w:ascii="Arial" w:hAnsi="Arial"/>
      <w:b/>
      <w:color w:val="00948D"/>
    </w:rPr>
  </w:style>
  <w:style w:type="paragraph" w:styleId="Subtitle">
    <w:name w:val="Subtitle"/>
    <w:basedOn w:val="Normal"/>
    <w:next w:val="Normal"/>
    <w:link w:val="SubtitleChar"/>
    <w:qFormat/>
    <w:rsid w:val="00134205"/>
    <w:pPr>
      <w:spacing w:after="60"/>
      <w:jc w:val="center"/>
      <w:outlineLvl w:val="1"/>
    </w:pPr>
    <w:rPr>
      <w:rFonts w:ascii="Cambria" w:hAnsi="Cambria"/>
      <w:sz w:val="24"/>
      <w:szCs w:val="24"/>
    </w:rPr>
  </w:style>
  <w:style w:type="character" w:customStyle="1" w:styleId="SubtitleChar">
    <w:name w:val="Subtitle Char"/>
    <w:link w:val="Subtitle"/>
    <w:rsid w:val="00134205"/>
    <w:rPr>
      <w:rFonts w:ascii="Cambria" w:eastAsia="Times New Roman" w:hAnsi="Cambria" w:cs="Times New Roman"/>
      <w:sz w:val="24"/>
      <w:szCs w:val="24"/>
      <w:lang w:eastAsia="en-US"/>
    </w:rPr>
  </w:style>
  <w:style w:type="character" w:customStyle="1" w:styleId="TabletextChar">
    <w:name w:val="Table text Char"/>
    <w:rsid w:val="00193C77"/>
    <w:rPr>
      <w:rFonts w:ascii="Arial" w:eastAsia="Times New Roman" w:hAnsi="Arial" w:cs="Times New Roman"/>
      <w:sz w:val="18"/>
      <w:szCs w:val="18"/>
      <w:lang w:eastAsia="en-AU"/>
    </w:rPr>
  </w:style>
  <w:style w:type="paragraph" w:customStyle="1" w:styleId="Feedbacklinelandscape">
    <w:name w:val="Feedback line landscape"/>
    <w:basedOn w:val="Normal"/>
    <w:rsid w:val="00C4483B"/>
    <w:pPr>
      <w:tabs>
        <w:tab w:val="right" w:leader="dot" w:pos="15168"/>
      </w:tabs>
      <w:spacing w:before="280" w:after="40" w:line="240" w:lineRule="auto"/>
    </w:pPr>
    <w:rPr>
      <w:rFonts w:eastAsia="Arial Unicode MS" w:cs="Arial"/>
      <w:sz w:val="20"/>
      <w:lang w:eastAsia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9321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70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328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8936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footer" Target="foot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2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microsoft.com/office/2007/relationships/stylesWithEffects" Target="stylesWithEffect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IKE&amp;A~1\AppData\Local\Temp\ac_maths_tss_matrix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F8AF719-F2BB-40AA-85EA-5E4F056DC01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EE06212D-4181-429A-93C1-BB50835C95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ac_maths_tss_matrix.dot</Template>
  <TotalTime>24</TotalTime>
  <Pages>1</Pages>
  <Words>420</Words>
  <Characters>2397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Task-specific standards matrix template — Australian Curriculum: Mathematics</vt:lpstr>
    </vt:vector>
  </TitlesOfParts>
  <Company>Queensland Studies Authority</Company>
  <LinksUpToDate>false</LinksUpToDate>
  <CharactersWithSpaces>2812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Year 10 Mathematics Sample assessment Task-specific standards — matrix | A future world record | Australian Curriculum</dc:title>
  <dc:subject>Australian Curriculum</dc:subject>
  <dc:creator>Queensland Studies Authority</dc:creator>
  <cp:lastModifiedBy>Joy Constantino</cp:lastModifiedBy>
  <cp:revision>7</cp:revision>
  <cp:lastPrinted>2013-03-04T00:20:00Z</cp:lastPrinted>
  <dcterms:created xsi:type="dcterms:W3CDTF">2013-09-05T07:01:00Z</dcterms:created>
  <dcterms:modified xsi:type="dcterms:W3CDTF">2014-02-25T23:48:00Z</dcterms:modified>
  <cp:category>Australian Curriculum</cp:category>
</cp:coreProperties>
</file>