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</w:t>
            </w:r>
            <w:r w:rsidR="0037695D">
              <w:t xml:space="preserve">Prep </w:t>
            </w:r>
            <w:r>
              <w:t xml:space="preserve">Year </w:t>
            </w:r>
            <w:r w:rsidR="000A0961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</w:t>
            </w:r>
            <w:r w:rsidR="0037695D">
              <w:t>-</w:t>
            </w:r>
            <w:r>
              <w:t>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37BD2EEF27544CB89C9F08D6B39F9500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0A0961" w:rsidP="000A0961">
                <w:pPr>
                  <w:pStyle w:val="Title"/>
                </w:pPr>
                <w:r>
                  <w:t>What are places like?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proofErr w:type="gramStart"/>
      <w:r w:rsidRPr="007E1FB5">
        <w:t xml:space="preserve">© </w:t>
      </w:r>
      <w:r w:rsidR="00F07FBF" w:rsidRPr="00F07FBF">
        <w:t>The State of Queensland (Queensland Curriculum and Assessment Authority) and its licensors 2014.</w:t>
      </w:r>
      <w:proofErr w:type="gramEnd"/>
      <w:r w:rsidR="00F07FBF" w:rsidRPr="00F07FBF">
        <w:t xml:space="preserve"> All web links correct at time of publication</w:t>
      </w:r>
      <w:r w:rsidRPr="007E1FB5">
        <w:t>.</w:t>
      </w:r>
    </w:p>
    <w:p w:rsidR="004D0FF2" w:rsidRPr="00C061FB" w:rsidRDefault="004D0FF2" w:rsidP="00975CC6">
      <w:pPr>
        <w:pStyle w:val="BodyText"/>
        <w:spacing w:before="240"/>
        <w:rPr>
          <w:rStyle w:val="TableTextChar"/>
          <w:sz w:val="21"/>
        </w:rPr>
      </w:pPr>
      <w:r w:rsidRPr="00C061FB">
        <w:rPr>
          <w:b/>
        </w:rPr>
        <w:t>Purpose of assessment:</w:t>
      </w:r>
      <w:r w:rsidR="00975CC6">
        <w:t xml:space="preserve"> </w:t>
      </w:r>
      <w:r w:rsidR="000A0961">
        <w:t>To represent features of a familiar place on a model and a pictorial map</w:t>
      </w:r>
      <w:r>
        <w:t>.</w:t>
      </w:r>
    </w:p>
    <w:tbl>
      <w:tblPr>
        <w:tblStyle w:val="QCAAtablestyle1"/>
        <w:tblW w:w="49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5618"/>
        <w:gridCol w:w="4489"/>
        <w:gridCol w:w="9"/>
        <w:gridCol w:w="4480"/>
        <w:gridCol w:w="451"/>
      </w:tblGrid>
      <w:tr w:rsidR="003355BD" w:rsidRPr="00952097" w:rsidTr="00975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596" w:type="dxa"/>
            <w:gridSpan w:val="4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3355BD" w:rsidRPr="00975CC6" w:rsidRDefault="003355BD" w:rsidP="00975CC6">
            <w:pPr>
              <w:pStyle w:val="TableHeading"/>
              <w:jc w:val="center"/>
            </w:pPr>
            <w:r w:rsidRPr="00975CC6">
              <w:t>Understanding and Skills</w:t>
            </w:r>
          </w:p>
        </w:tc>
        <w:tc>
          <w:tcPr>
            <w:tcW w:w="451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3355BD" w:rsidRPr="00952097" w:rsidRDefault="003355BD" w:rsidP="003355BD"/>
        </w:tc>
      </w:tr>
      <w:tr w:rsidR="00403A87" w:rsidRPr="00952097" w:rsidTr="003E5916">
        <w:trPr>
          <w:trHeight w:val="165"/>
        </w:trPr>
        <w:tc>
          <w:tcPr>
            <w:tcW w:w="5618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403A87" w:rsidRPr="00975CC6" w:rsidRDefault="00403A87" w:rsidP="00975CC6">
            <w:pPr>
              <w:pStyle w:val="TableHeading"/>
              <w:jc w:val="center"/>
              <w:rPr>
                <w:color w:val="FFFFFF" w:themeColor="background1"/>
              </w:rPr>
            </w:pPr>
            <w:r w:rsidRPr="00975CC6">
              <w:rPr>
                <w:color w:val="FFFFFF" w:themeColor="background1"/>
              </w:rPr>
              <w:t>Geographical  Knowledge and Understanding</w:t>
            </w:r>
          </w:p>
        </w:tc>
        <w:tc>
          <w:tcPr>
            <w:tcW w:w="8978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403A87" w:rsidRPr="00975CC6" w:rsidRDefault="00403A87" w:rsidP="00975CC6">
            <w:pPr>
              <w:pStyle w:val="TableHeading"/>
              <w:jc w:val="center"/>
              <w:rPr>
                <w:color w:val="FFFFFF" w:themeColor="background1"/>
              </w:rPr>
            </w:pPr>
            <w:r w:rsidRPr="00975CC6">
              <w:rPr>
                <w:color w:val="FFFFFF" w:themeColor="background1"/>
              </w:rPr>
              <w:t>Geographical Inquiry and  Skills</w:t>
            </w:r>
          </w:p>
        </w:tc>
        <w:tc>
          <w:tcPr>
            <w:tcW w:w="451" w:type="dxa"/>
            <w:vMerge w:val="restart"/>
            <w:tcBorders>
              <w:left w:val="single" w:sz="4" w:space="0" w:color="A6A8AB"/>
            </w:tcBorders>
            <w:tcMar>
              <w:top w:w="57" w:type="dxa"/>
            </w:tcMar>
          </w:tcPr>
          <w:p w:rsidR="00403A87" w:rsidRPr="00952097" w:rsidRDefault="00403A87" w:rsidP="003355BD"/>
        </w:tc>
      </w:tr>
      <w:tr w:rsidR="00403A87" w:rsidRPr="00952097" w:rsidTr="003E5916">
        <w:trPr>
          <w:trHeight w:val="165"/>
        </w:trPr>
        <w:tc>
          <w:tcPr>
            <w:tcW w:w="5618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A6A8AB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403A87" w:rsidRPr="00975CC6" w:rsidRDefault="00403A87" w:rsidP="00975CC6">
            <w:pPr>
              <w:pStyle w:val="TableHeading"/>
              <w:jc w:val="center"/>
              <w:rPr>
                <w:color w:val="FFFFFF" w:themeColor="background1"/>
              </w:rPr>
            </w:pPr>
            <w:r w:rsidRPr="00975CC6">
              <w:rPr>
                <w:color w:val="FFFFFF" w:themeColor="background1"/>
              </w:rPr>
              <w:t>Knowledge and understanding</w:t>
            </w:r>
          </w:p>
        </w:tc>
        <w:tc>
          <w:tcPr>
            <w:tcW w:w="4489" w:type="dxa"/>
            <w:tcBorders>
              <w:top w:val="single" w:sz="4" w:space="0" w:color="FFFFFF" w:themeColor="background1"/>
              <w:bottom w:val="single" w:sz="4" w:space="0" w:color="A6A8AB"/>
              <w:right w:val="single" w:sz="4" w:space="0" w:color="A6A8AB"/>
            </w:tcBorders>
            <w:shd w:val="clear" w:color="auto" w:fill="808184" w:themeFill="text2"/>
          </w:tcPr>
          <w:p w:rsidR="00403A87" w:rsidRPr="00975CC6" w:rsidRDefault="00403A87" w:rsidP="00975CC6">
            <w:pPr>
              <w:pStyle w:val="TableHeading"/>
              <w:jc w:val="center"/>
              <w:rPr>
                <w:color w:val="FFFFFF" w:themeColor="background1"/>
              </w:rPr>
            </w:pPr>
            <w:r w:rsidRPr="00975CC6">
              <w:rPr>
                <w:color w:val="FFFFFF" w:themeColor="background1"/>
              </w:rPr>
              <w:t>Questioning and researching</w:t>
            </w:r>
          </w:p>
        </w:tc>
        <w:tc>
          <w:tcPr>
            <w:tcW w:w="4489" w:type="dxa"/>
            <w:gridSpan w:val="2"/>
            <w:tcBorders>
              <w:top w:val="single" w:sz="4" w:space="0" w:color="FFFFFF" w:themeColor="background1"/>
              <w:bottom w:val="single" w:sz="4" w:space="0" w:color="A6A8AB"/>
              <w:right w:val="single" w:sz="4" w:space="0" w:color="A6A8AB"/>
            </w:tcBorders>
            <w:shd w:val="clear" w:color="auto" w:fill="808184" w:themeFill="text2"/>
          </w:tcPr>
          <w:p w:rsidR="00403A87" w:rsidRPr="00975CC6" w:rsidRDefault="00403A87" w:rsidP="00975CC6">
            <w:pPr>
              <w:pStyle w:val="TableHeading"/>
              <w:jc w:val="center"/>
              <w:rPr>
                <w:color w:val="FFFFFF" w:themeColor="background1"/>
              </w:rPr>
            </w:pPr>
            <w:r w:rsidRPr="00975CC6">
              <w:rPr>
                <w:color w:val="FFFFFF" w:themeColor="background1"/>
              </w:rPr>
              <w:t>Communicating</w:t>
            </w:r>
          </w:p>
        </w:tc>
        <w:tc>
          <w:tcPr>
            <w:tcW w:w="451" w:type="dxa"/>
            <w:vMerge/>
            <w:tcBorders>
              <w:left w:val="single" w:sz="4" w:space="0" w:color="A6A8AB"/>
            </w:tcBorders>
            <w:tcMar>
              <w:top w:w="57" w:type="dxa"/>
            </w:tcMar>
          </w:tcPr>
          <w:p w:rsidR="00403A87" w:rsidRPr="00952097" w:rsidRDefault="00403A87" w:rsidP="003355BD"/>
        </w:tc>
      </w:tr>
      <w:tr w:rsidR="00403A87" w:rsidRPr="00952097" w:rsidTr="003E5916">
        <w:trPr>
          <w:trHeight w:val="762"/>
        </w:trPr>
        <w:tc>
          <w:tcPr>
            <w:tcW w:w="5618" w:type="dxa"/>
            <w:tcBorders>
              <w:top w:val="single" w:sz="4" w:space="0" w:color="A6A8AB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403A87" w:rsidRDefault="00403A87" w:rsidP="00836CD2">
            <w:pPr>
              <w:pStyle w:val="TableText"/>
            </w:pPr>
            <w:r>
              <w:t xml:space="preserve">Describes features of </w:t>
            </w:r>
            <w:r w:rsidR="003E5916">
              <w:t xml:space="preserve">a </w:t>
            </w:r>
            <w:r>
              <w:t>familiar place</w:t>
            </w:r>
            <w:r w:rsidR="00836CD2">
              <w:t xml:space="preserve"> in the school grounds</w:t>
            </w:r>
            <w:r w:rsidR="00871063">
              <w:t xml:space="preserve"> </w:t>
            </w:r>
            <w:r w:rsidR="0037695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ECC2B71" wp14:editId="39AB63B2">
                      <wp:simplePos x="0" y="0"/>
                      <wp:positionH relativeFrom="column">
                        <wp:posOffset>168910</wp:posOffset>
                      </wp:positionH>
                      <wp:positionV relativeFrom="page">
                        <wp:posOffset>545465</wp:posOffset>
                      </wp:positionV>
                      <wp:extent cx="1962150" cy="110490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3E5916" w:rsidRDefault="003E5916" w:rsidP="00403A87">
                                  <w:pPr>
                                    <w:pStyle w:val="Tabletext0"/>
                                  </w:pPr>
                                  <w:r>
                                    <w:t xml:space="preserve">     </w:t>
                                  </w:r>
                                </w:p>
                                <w:p w:rsidR="003E5916" w:rsidRDefault="003E5916" w:rsidP="00403A87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shadingdifferences"/>
                                    </w:rPr>
                                    <w:t>Clearly</w:t>
                                  </w:r>
                                  <w:r w:rsidRPr="003E5916">
                                    <w:t xml:space="preserve"> </w:t>
                                  </w:r>
                                  <w:r w:rsidRPr="000C003F">
                                    <w:t>and</w:t>
                                  </w:r>
                                  <w:r w:rsidRPr="000C003F">
                                    <w:rPr>
                                      <w:rStyle w:val="shadingdifferenc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C003F">
                                    <w:rPr>
                                      <w:rStyle w:val="shadingdifferences"/>
                                    </w:rPr>
                                    <w:t>informedly</w:t>
                                  </w:r>
                                  <w:proofErr w:type="spellEnd"/>
                                  <w:r w:rsidRPr="003E5916">
                                    <w:t xml:space="preserve"> </w:t>
                                  </w:r>
                                  <w:r w:rsidRPr="00C53695">
                                    <w:rPr>
                                      <w:rStyle w:val="hi-lite"/>
                                    </w:rPr>
                                    <w:t>describes</w:t>
                                  </w:r>
                                  <w:r w:rsidRPr="00565911">
                                    <w:t xml:space="preserve"> features of a familiar place</w:t>
                                  </w:r>
                                  <w:r>
                                    <w:t xml:space="preserve"> in the school grounds</w:t>
                                  </w:r>
                                </w:p>
                                <w:p w:rsidR="003E5916" w:rsidRDefault="003E5916" w:rsidP="00403A87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hi-lite"/>
                                    </w:rPr>
                                    <w:t xml:space="preserve">Identifies </w:t>
                                  </w:r>
                                  <w:r w:rsidRPr="006001AE">
                                    <w:t>and</w:t>
                                  </w:r>
                                  <w:r w:rsidRPr="00565911">
                                    <w:t xml:space="preserve"> </w:t>
                                  </w:r>
                                  <w:r w:rsidRPr="00C53695">
                                    <w:rPr>
                                      <w:rStyle w:val="hi-lite"/>
                                    </w:rPr>
                                    <w:t>clearly</w:t>
                                  </w:r>
                                  <w:r w:rsidRPr="003E5916">
                                    <w:t xml:space="preserve"> </w:t>
                                  </w:r>
                                  <w:r w:rsidRPr="000C003F">
                                    <w:rPr>
                                      <w:rStyle w:val="shadingdifferences"/>
                                    </w:rPr>
                                    <w:t xml:space="preserve">describes </w:t>
                                  </w:r>
                                  <w:r w:rsidRPr="00565911">
                                    <w:t>places represented on</w:t>
                                  </w:r>
                                  <w:r>
                                    <w:t xml:space="preserve"> a pictorial map </w:t>
                                  </w:r>
                                  <w:r w:rsidRPr="00565911">
                                    <w:t xml:space="preserve"> </w:t>
                                  </w:r>
                                </w:p>
                                <w:p w:rsidR="003E5916" w:rsidRDefault="003E5916" w:rsidP="00403A87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57"/>
                                  </w:pPr>
                                </w:p>
                                <w:p w:rsidR="003E5916" w:rsidRDefault="003E5916" w:rsidP="00F96C83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57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3.3pt;margin-top:42.95pt;width:154.5pt;height:8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" filled="f" stroked="f">
                      <v:textbox inset="0,0,0,0">
                        <w:txbxContent>
                          <w:p w:rsidR="003E5916" w:rsidRDefault="003E5916" w:rsidP="00403A87">
                            <w:pPr>
                              <w:pStyle w:val="Tabletext0"/>
                            </w:pPr>
                            <w:r>
                              <w:t xml:space="preserve">     </w:t>
                            </w:r>
                          </w:p>
                          <w:p w:rsidR="003E5916" w:rsidRDefault="003E5916" w:rsidP="00403A87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shadingdifferences"/>
                              </w:rPr>
                              <w:t>Clearly</w:t>
                            </w:r>
                            <w:r w:rsidRPr="003E5916">
                              <w:t xml:space="preserve"> </w:t>
                            </w:r>
                            <w:r w:rsidRPr="000C003F">
                              <w:t>and</w:t>
                            </w:r>
                            <w:r w:rsidRPr="000C003F">
                              <w:rPr>
                                <w:rStyle w:val="shadingdifferences"/>
                              </w:rPr>
                              <w:t xml:space="preserve"> </w:t>
                            </w:r>
                            <w:proofErr w:type="spellStart"/>
                            <w:r w:rsidRPr="000C003F">
                              <w:rPr>
                                <w:rStyle w:val="shadingdifferences"/>
                              </w:rPr>
                              <w:t>informedly</w:t>
                            </w:r>
                            <w:proofErr w:type="spellEnd"/>
                            <w:r w:rsidRPr="003E5916">
                              <w:t xml:space="preserve"> </w:t>
                            </w:r>
                            <w:r w:rsidRPr="00C53695">
                              <w:rPr>
                                <w:rStyle w:val="hi-lite"/>
                              </w:rPr>
                              <w:t>describes</w:t>
                            </w:r>
                            <w:r w:rsidRPr="00565911">
                              <w:t xml:space="preserve"> features of a familiar place</w:t>
                            </w:r>
                            <w:r>
                              <w:t xml:space="preserve"> in the school grounds</w:t>
                            </w:r>
                          </w:p>
                          <w:p w:rsidR="003E5916" w:rsidRDefault="003E5916" w:rsidP="00403A87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hi-lite"/>
                              </w:rPr>
                              <w:t xml:space="preserve">Identifies </w:t>
                            </w:r>
                            <w:r w:rsidRPr="006001AE">
                              <w:t>and</w:t>
                            </w:r>
                            <w:r w:rsidRPr="00565911">
                              <w:t xml:space="preserve"> </w:t>
                            </w:r>
                            <w:r w:rsidRPr="00C53695">
                              <w:rPr>
                                <w:rStyle w:val="hi-lite"/>
                              </w:rPr>
                              <w:t>clearly</w:t>
                            </w:r>
                            <w:r w:rsidRPr="003E5916">
                              <w:t xml:space="preserve"> </w:t>
                            </w:r>
                            <w:r w:rsidRPr="000C003F">
                              <w:rPr>
                                <w:rStyle w:val="shadingdifferences"/>
                              </w:rPr>
                              <w:t xml:space="preserve">describes </w:t>
                            </w:r>
                            <w:r w:rsidRPr="00565911">
                              <w:t>places represented on</w:t>
                            </w:r>
                            <w:r>
                              <w:t xml:space="preserve"> a pictorial map </w:t>
                            </w:r>
                            <w:r w:rsidRPr="00565911">
                              <w:t xml:space="preserve"> </w:t>
                            </w:r>
                          </w:p>
                          <w:p w:rsidR="003E5916" w:rsidRDefault="003E5916" w:rsidP="00403A87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57"/>
                            </w:pPr>
                          </w:p>
                          <w:p w:rsidR="003E5916" w:rsidRDefault="003E5916" w:rsidP="00F96C83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57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836CD2">
              <w:t>Identifies</w:t>
            </w:r>
            <w:r w:rsidR="003E5916">
              <w:t xml:space="preserve"> </w:t>
            </w:r>
            <w:r>
              <w:t xml:space="preserve">places represented on </w:t>
            </w:r>
            <w:r w:rsidR="00836CD2">
              <w:t>a pictorial map</w:t>
            </w:r>
          </w:p>
          <w:p w:rsidR="001071D0" w:rsidRPr="001071D0" w:rsidRDefault="001071D0" w:rsidP="00836CD2">
            <w:pPr>
              <w:pStyle w:val="TableText"/>
              <w:rPr>
                <w:b/>
              </w:rPr>
            </w:pPr>
            <w:r w:rsidRPr="001071D0">
              <w:rPr>
                <w:b/>
              </w:rPr>
              <w:t>Section 3</w:t>
            </w:r>
          </w:p>
        </w:tc>
        <w:tc>
          <w:tcPr>
            <w:tcW w:w="4489" w:type="dxa"/>
            <w:tcBorders>
              <w:top w:val="single" w:sz="4" w:space="0" w:color="A6A8AB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3E5916" w:rsidRDefault="00403A87" w:rsidP="003E5916">
            <w:pPr>
              <w:pStyle w:val="TableText"/>
              <w:rPr>
                <w:b/>
              </w:rPr>
            </w:pPr>
            <w:bookmarkStart w:id="2" w:name="Text2"/>
            <w:r>
              <w:t>Observes</w:t>
            </w:r>
            <w:r w:rsidR="00836CD2">
              <w:t xml:space="preserve"> the familiar features of a</w:t>
            </w:r>
            <w:r w:rsidR="00CA0618">
              <w:t xml:space="preserve"> place</w:t>
            </w:r>
          </w:p>
          <w:p w:rsidR="00403A87" w:rsidRPr="001071D0" w:rsidRDefault="001071D0" w:rsidP="003E5916">
            <w:pPr>
              <w:pStyle w:val="TableText"/>
              <w:rPr>
                <w:b/>
              </w:rPr>
            </w:pPr>
            <w:r w:rsidRPr="001071D0">
              <w:rPr>
                <w:b/>
              </w:rPr>
              <w:t>Section 1</w:t>
            </w:r>
          </w:p>
        </w:tc>
        <w:bookmarkEnd w:id="2"/>
        <w:tc>
          <w:tcPr>
            <w:tcW w:w="4489" w:type="dxa"/>
            <w:gridSpan w:val="2"/>
            <w:tcBorders>
              <w:top w:val="single" w:sz="4" w:space="0" w:color="A6A8AB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403A87" w:rsidRPr="001B4764" w:rsidRDefault="0000795E" w:rsidP="009264E5">
            <w:pPr>
              <w:pStyle w:val="TableText"/>
            </w:pPr>
            <w:r>
              <w:t xml:space="preserve">Shares </w:t>
            </w:r>
            <w:r w:rsidRPr="007C734E">
              <w:t xml:space="preserve">observations </w:t>
            </w:r>
            <w:r>
              <w:t xml:space="preserve">using </w:t>
            </w:r>
            <w:r w:rsidRPr="007C734E">
              <w:t xml:space="preserve">everyday </w:t>
            </w:r>
            <w:r w:rsidR="00CA0618" w:rsidRPr="007C734E">
              <w:t xml:space="preserve">language </w:t>
            </w:r>
            <w:r w:rsidR="00CA0618">
              <w:t>to</w:t>
            </w:r>
            <w:r>
              <w:t xml:space="preserve"> describe direction and location</w:t>
            </w:r>
            <w:r w:rsidR="003E5916">
              <w:br/>
            </w:r>
            <w:r w:rsidRPr="007C734E">
              <w:t xml:space="preserve">Represents </w:t>
            </w:r>
            <w:r>
              <w:t xml:space="preserve">familiar </w:t>
            </w:r>
            <w:r w:rsidRPr="007C734E">
              <w:t>features</w:t>
            </w:r>
            <w:r w:rsidR="00CA0618">
              <w:t xml:space="preserve"> </w:t>
            </w:r>
            <w:r w:rsidRPr="007C734E">
              <w:t xml:space="preserve"> and their location on a </w:t>
            </w:r>
            <w:r>
              <w:t>pictorial map</w:t>
            </w:r>
            <w:r w:rsidRPr="007C734E">
              <w:t xml:space="preserve"> and </w:t>
            </w:r>
            <w:r>
              <w:t xml:space="preserve">a </w:t>
            </w:r>
            <w:r w:rsidRPr="007C734E">
              <w:t>model</w:t>
            </w:r>
            <w:r w:rsidR="001071D0">
              <w:t xml:space="preserve"> </w:t>
            </w:r>
            <w:r w:rsidR="001071D0" w:rsidRPr="008E4AA5">
              <w:rPr>
                <w:b/>
              </w:rPr>
              <w:t>Section</w:t>
            </w:r>
            <w:r w:rsidR="003E5916" w:rsidRPr="008E4AA5">
              <w:rPr>
                <w:b/>
              </w:rPr>
              <w:t>s</w:t>
            </w:r>
            <w:r w:rsidR="001071D0" w:rsidRPr="008E4AA5">
              <w:rPr>
                <w:b/>
              </w:rPr>
              <w:t xml:space="preserve"> 2 and 3</w:t>
            </w:r>
          </w:p>
        </w:tc>
        <w:tc>
          <w:tcPr>
            <w:tcW w:w="451" w:type="dxa"/>
            <w:tcBorders>
              <w:left w:val="single" w:sz="4" w:space="0" w:color="A6A8AB"/>
              <w:bottom w:val="single" w:sz="12" w:space="0" w:color="C00000"/>
            </w:tcBorders>
          </w:tcPr>
          <w:p w:rsidR="00403A87" w:rsidRPr="00952097" w:rsidRDefault="00403A87" w:rsidP="004A0A1C">
            <w:pPr>
              <w:jc w:val="center"/>
              <w:rPr>
                <w:color w:val="000000"/>
              </w:rPr>
            </w:pPr>
          </w:p>
        </w:tc>
      </w:tr>
      <w:tr w:rsidR="00871063" w:rsidRPr="00952097" w:rsidTr="003E5916">
        <w:trPr>
          <w:trHeight w:val="635"/>
        </w:trPr>
        <w:tc>
          <w:tcPr>
            <w:tcW w:w="5618" w:type="dxa"/>
            <w:tcBorders>
              <w:top w:val="single" w:sz="12" w:space="0" w:color="C00000"/>
            </w:tcBorders>
          </w:tcPr>
          <w:p w:rsidR="00871063" w:rsidRPr="00952097" w:rsidRDefault="0087106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98" w:type="dxa"/>
            <w:gridSpan w:val="2"/>
            <w:tcBorders>
              <w:top w:val="single" w:sz="12" w:space="0" w:color="C00000"/>
            </w:tcBorders>
          </w:tcPr>
          <w:p w:rsidR="00871063" w:rsidRPr="00952097" w:rsidRDefault="0087106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664B6AB5" wp14:editId="76498841">
                      <wp:simplePos x="0" y="0"/>
                      <wp:positionH relativeFrom="column">
                        <wp:posOffset>78105</wp:posOffset>
                      </wp:positionH>
                      <wp:positionV relativeFrom="page">
                        <wp:posOffset>66675</wp:posOffset>
                      </wp:positionV>
                      <wp:extent cx="1962150" cy="74295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3E5916" w:rsidRDefault="003E5916" w:rsidP="00CB7B95">
                                  <w:pPr>
                                    <w:pStyle w:val="Continuabullet"/>
                                  </w:pPr>
                                  <w:r>
                                    <w:t xml:space="preserve">Makes </w:t>
                                  </w:r>
                                  <w:r w:rsidRPr="000C003F">
                                    <w:rPr>
                                      <w:rStyle w:val="shadingdifferences"/>
                                    </w:rPr>
                                    <w:t>accurate</w:t>
                                  </w:r>
                                  <w:r w:rsidRPr="003E5916">
                                    <w:t xml:space="preserve"> </w:t>
                                  </w:r>
                                  <w:r w:rsidRPr="000C003F">
                                    <w:rPr>
                                      <w:rStyle w:val="hi-lite"/>
                                    </w:rPr>
                                    <w:t>observations</w:t>
                                  </w:r>
                                  <w:r w:rsidRPr="003E5916">
                                    <w:t xml:space="preserve"> </w:t>
                                  </w:r>
                                  <w:r w:rsidRPr="000C003F">
                                    <w:t xml:space="preserve">of </w:t>
                                  </w:r>
                                  <w:r w:rsidRPr="00565911">
                                    <w:t xml:space="preserve"> familiar features of a pl</w:t>
                                  </w:r>
                                  <w:r w:rsidRPr="006001AE">
                                    <w:t>ace</w:t>
                                  </w:r>
                                </w:p>
                                <w:p w:rsidR="003E5916" w:rsidRPr="00164CD4" w:rsidRDefault="003E5916" w:rsidP="0000795E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6.15pt;margin-top:5.25pt;width:154.5pt;height:58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" filled="f" stroked="f">
                      <v:textbox inset="0,0,0,0">
                        <w:txbxContent>
                          <w:p w:rsidR="003E5916" w:rsidRDefault="003E5916" w:rsidP="00CB7B95">
                            <w:pPr>
                              <w:pStyle w:val="Continuabullet"/>
                            </w:pPr>
                            <w:r>
                              <w:t xml:space="preserve">Makes </w:t>
                            </w:r>
                            <w:r w:rsidRPr="000C003F">
                              <w:rPr>
                                <w:rStyle w:val="shadingdifferences"/>
                              </w:rPr>
                              <w:t>accurate</w:t>
                            </w:r>
                            <w:r w:rsidRPr="003E5916">
                              <w:t xml:space="preserve"> </w:t>
                            </w:r>
                            <w:r w:rsidRPr="000C003F">
                              <w:rPr>
                                <w:rStyle w:val="hi-lite"/>
                              </w:rPr>
                              <w:t>observations</w:t>
                            </w:r>
                            <w:r w:rsidRPr="003E5916">
                              <w:t xml:space="preserve"> </w:t>
                            </w:r>
                            <w:r w:rsidRPr="000C003F">
                              <w:t xml:space="preserve">of </w:t>
                            </w:r>
                            <w:r w:rsidRPr="00565911">
                              <w:t xml:space="preserve"> familiar features of a pl</w:t>
                            </w:r>
                            <w:r w:rsidRPr="006001AE">
                              <w:t>ace</w:t>
                            </w:r>
                          </w:p>
                          <w:p w:rsidR="003E5916" w:rsidRPr="00164CD4" w:rsidRDefault="003E5916" w:rsidP="0000795E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480" w:type="dxa"/>
            <w:tcBorders>
              <w:top w:val="single" w:sz="12" w:space="0" w:color="C00000"/>
              <w:right w:val="single" w:sz="4" w:space="0" w:color="A6A8AB"/>
            </w:tcBorders>
          </w:tcPr>
          <w:p w:rsidR="00871063" w:rsidRPr="00952097" w:rsidRDefault="0087106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DFD2909" wp14:editId="741C2F09">
                      <wp:simplePos x="0" y="0"/>
                      <wp:positionH relativeFrom="column">
                        <wp:posOffset>24958</wp:posOffset>
                      </wp:positionH>
                      <wp:positionV relativeFrom="page">
                        <wp:posOffset>93842</wp:posOffset>
                      </wp:positionV>
                      <wp:extent cx="2349500" cy="1137036"/>
                      <wp:effectExtent l="0" t="0" r="12700" b="635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9500" cy="11370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3E5916" w:rsidRDefault="003E5916" w:rsidP="003E5916">
                                  <w:pPr>
                                    <w:pStyle w:val="Continuabullet"/>
                                    <w:rPr>
                                      <w:rStyle w:val="shadingdifferences"/>
                                    </w:rPr>
                                  </w:pPr>
                                  <w:r w:rsidRPr="000C003F">
                                    <w:rPr>
                                      <w:rStyle w:val="hi-lite"/>
                                    </w:rPr>
                                    <w:t>Share</w:t>
                                  </w:r>
                                  <w:r>
                                    <w:rPr>
                                      <w:rStyle w:val="hi-lite"/>
                                    </w:rPr>
                                    <w:t>s</w:t>
                                  </w:r>
                                  <w:r w:rsidRPr="000C003F">
                                    <w:rPr>
                                      <w:rStyle w:val="hi-lite"/>
                                    </w:rPr>
                                    <w:t xml:space="preserve"> observations</w:t>
                                  </w:r>
                                  <w:r>
                                    <w:t xml:space="preserve"> using </w:t>
                                  </w:r>
                                  <w:r w:rsidRPr="000C003F">
                                    <w:rPr>
                                      <w:rStyle w:val="shadingdifferences"/>
                                    </w:rPr>
                                    <w:t>simple geographical terminology</w:t>
                                  </w:r>
                                  <w:r>
                                    <w:t xml:space="preserve"> to </w:t>
                                  </w:r>
                                  <w:r w:rsidRPr="000C003F">
                                    <w:rPr>
                                      <w:rStyle w:val="shadingdifferences"/>
                                    </w:rPr>
                                    <w:t>clearly describe</w:t>
                                  </w:r>
                                  <w:r w:rsidRPr="003E5916">
                                    <w:t xml:space="preserve"> </w:t>
                                  </w:r>
                                  <w:r>
                                    <w:t>direction and location</w:t>
                                  </w:r>
                                </w:p>
                                <w:p w:rsidR="003E5916" w:rsidRPr="00164CD4" w:rsidRDefault="003E5916" w:rsidP="003E5916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shadingdifferences"/>
                                    </w:rPr>
                                    <w:t>Accurately</w:t>
                                  </w:r>
                                  <w:r>
                                    <w:t xml:space="preserve"> and </w:t>
                                  </w:r>
                                  <w:r w:rsidRPr="000C003F">
                                    <w:rPr>
                                      <w:rStyle w:val="shadingdifferences"/>
                                    </w:rPr>
                                    <w:t>effectively</w:t>
                                  </w:r>
                                  <w:r w:rsidRPr="003E5916">
                                    <w:t xml:space="preserve"> </w:t>
                                  </w:r>
                                  <w:r w:rsidRPr="000C003F">
                                    <w:rPr>
                                      <w:rStyle w:val="hi-lite"/>
                                    </w:rPr>
                                    <w:t>represents</w:t>
                                  </w:r>
                                  <w:r>
                                    <w:t xml:space="preserve"> </w:t>
                                  </w:r>
                                  <w:r w:rsidRPr="00565911">
                                    <w:t xml:space="preserve">a range of </w:t>
                                  </w:r>
                                  <w:r w:rsidRPr="00846EC9">
                                    <w:rPr>
                                      <w:rStyle w:val="hi-lite"/>
                                    </w:rPr>
                                    <w:t>natural and constructed</w:t>
                                  </w:r>
                                  <w:r w:rsidRPr="00565911">
                                    <w:t xml:space="preserve"> features and their location on a pictorial map and </w:t>
                                  </w:r>
                                  <w:r>
                                    <w:t xml:space="preserve">a </w:t>
                                  </w:r>
                                  <w:r w:rsidRPr="00565911">
                                    <w:t>model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margin-left:1.95pt;margin-top:7.4pt;width:185pt;height:89.5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" filled="f" stroked="f">
                      <v:textbox inset="0,0,0,0">
                        <w:txbxContent>
                          <w:p w:rsidR="003E5916" w:rsidRDefault="003E5916" w:rsidP="003E5916">
                            <w:pPr>
                              <w:pStyle w:val="Continuabullet"/>
                              <w:rPr>
                                <w:rStyle w:val="shadingdifferences"/>
                              </w:rPr>
                            </w:pPr>
                            <w:r w:rsidRPr="000C003F">
                              <w:rPr>
                                <w:rStyle w:val="hi-lite"/>
                              </w:rPr>
                              <w:t>Share</w:t>
                            </w:r>
                            <w:r>
                              <w:rPr>
                                <w:rStyle w:val="hi-lite"/>
                              </w:rPr>
                              <w:t>s</w:t>
                            </w:r>
                            <w:r w:rsidRPr="000C003F">
                              <w:rPr>
                                <w:rStyle w:val="hi-lite"/>
                              </w:rPr>
                              <w:t xml:space="preserve"> observations</w:t>
                            </w:r>
                            <w:r>
                              <w:t xml:space="preserve"> using </w:t>
                            </w:r>
                            <w:r w:rsidRPr="000C003F">
                              <w:rPr>
                                <w:rStyle w:val="shadingdifferences"/>
                              </w:rPr>
                              <w:t>simple geographical terminology</w:t>
                            </w:r>
                            <w:r>
                              <w:t xml:space="preserve"> to </w:t>
                            </w:r>
                            <w:r w:rsidRPr="000C003F">
                              <w:rPr>
                                <w:rStyle w:val="shadingdifferences"/>
                              </w:rPr>
                              <w:t>clearly describe</w:t>
                            </w:r>
                            <w:r w:rsidRPr="003E5916">
                              <w:t xml:space="preserve"> </w:t>
                            </w:r>
                            <w:r>
                              <w:t>direction and location</w:t>
                            </w:r>
                          </w:p>
                          <w:p w:rsidR="003E5916" w:rsidRPr="00164CD4" w:rsidRDefault="003E5916" w:rsidP="003E5916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shadingdifferences"/>
                              </w:rPr>
                              <w:t>Accurately</w:t>
                            </w:r>
                            <w:r>
                              <w:t xml:space="preserve"> and </w:t>
                            </w:r>
                            <w:r w:rsidRPr="000C003F">
                              <w:rPr>
                                <w:rStyle w:val="shadingdifferences"/>
                              </w:rPr>
                              <w:t>effectively</w:t>
                            </w:r>
                            <w:r w:rsidRPr="003E5916">
                              <w:t xml:space="preserve"> </w:t>
                            </w:r>
                            <w:r w:rsidRPr="000C003F">
                              <w:rPr>
                                <w:rStyle w:val="hi-lite"/>
                              </w:rPr>
                              <w:t>represents</w:t>
                            </w:r>
                            <w:r>
                              <w:t xml:space="preserve"> </w:t>
                            </w:r>
                            <w:r w:rsidRPr="00565911">
                              <w:t xml:space="preserve">a range of </w:t>
                            </w:r>
                            <w:r w:rsidRPr="00846EC9">
                              <w:rPr>
                                <w:rStyle w:val="hi-lite"/>
                              </w:rPr>
                              <w:t>natural and constructed</w:t>
                            </w:r>
                            <w:r w:rsidRPr="00565911">
                              <w:t xml:space="preserve"> features and their location on a pictorial map </w:t>
                            </w:r>
                            <w:bookmarkStart w:id="3" w:name="_GoBack"/>
                            <w:bookmarkEnd w:id="3"/>
                            <w:r w:rsidRPr="00565911">
                              <w:t xml:space="preserve">and </w:t>
                            </w:r>
                            <w:r>
                              <w:t xml:space="preserve">a </w:t>
                            </w:r>
                            <w:r w:rsidRPr="00565911">
                              <w:t>model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51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871063" w:rsidRPr="00975CC6" w:rsidRDefault="00871063" w:rsidP="003F0965">
            <w:pPr>
              <w:pStyle w:val="Grade"/>
            </w:pPr>
            <w:r w:rsidRPr="00975CC6">
              <w:t>AP</w:t>
            </w:r>
          </w:p>
        </w:tc>
      </w:tr>
      <w:tr w:rsidR="00871063" w:rsidRPr="00952097" w:rsidTr="003E5916">
        <w:trPr>
          <w:trHeight w:val="635"/>
        </w:trPr>
        <w:tc>
          <w:tcPr>
            <w:tcW w:w="5618" w:type="dxa"/>
          </w:tcPr>
          <w:p w:rsidR="00871063" w:rsidRPr="00952097" w:rsidRDefault="0087106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98" w:type="dxa"/>
            <w:gridSpan w:val="2"/>
          </w:tcPr>
          <w:p w:rsidR="00871063" w:rsidRPr="00952097" w:rsidRDefault="0087106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80" w:type="dxa"/>
            <w:tcBorders>
              <w:right w:val="single" w:sz="4" w:space="0" w:color="A6A8AB"/>
            </w:tcBorders>
          </w:tcPr>
          <w:p w:rsidR="00871063" w:rsidRPr="00952097" w:rsidRDefault="0087106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51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871063" w:rsidRPr="00952097" w:rsidRDefault="00871063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656113" w:rsidRPr="00952097" w:rsidTr="003E5916">
        <w:trPr>
          <w:trHeight w:val="635"/>
        </w:trPr>
        <w:tc>
          <w:tcPr>
            <w:tcW w:w="5618" w:type="dxa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98" w:type="dxa"/>
            <w:gridSpan w:val="2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80" w:type="dxa"/>
            <w:tcBorders>
              <w:right w:val="single" w:sz="4" w:space="0" w:color="A6A8AB"/>
            </w:tcBorders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51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56113" w:rsidRPr="00952097" w:rsidRDefault="00656113" w:rsidP="00E574E1">
            <w:pPr>
              <w:pStyle w:val="Grade"/>
            </w:pPr>
            <w:r>
              <w:t>MC</w:t>
            </w:r>
          </w:p>
        </w:tc>
      </w:tr>
      <w:tr w:rsidR="00656113" w:rsidRPr="00952097" w:rsidTr="003E5916">
        <w:trPr>
          <w:trHeight w:val="635"/>
        </w:trPr>
        <w:tc>
          <w:tcPr>
            <w:tcW w:w="5618" w:type="dxa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98" w:type="dxa"/>
            <w:gridSpan w:val="2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80" w:type="dxa"/>
            <w:tcBorders>
              <w:right w:val="single" w:sz="4" w:space="0" w:color="A6A8AB"/>
            </w:tcBorders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54C9871" wp14:editId="26810F47">
                      <wp:simplePos x="0" y="0"/>
                      <wp:positionH relativeFrom="column">
                        <wp:posOffset>24958</wp:posOffset>
                      </wp:positionH>
                      <wp:positionV relativeFrom="page">
                        <wp:posOffset>401458</wp:posOffset>
                      </wp:positionV>
                      <wp:extent cx="2616200" cy="787179"/>
                      <wp:effectExtent l="0" t="0" r="12700" b="13335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6200" cy="7871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3E5916" w:rsidRPr="00565911" w:rsidRDefault="003E5916" w:rsidP="0000795E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hi-lite"/>
                                      <w:color w:val="auto"/>
                                      <w:lang w:eastAsia="en-AU"/>
                                    </w:rPr>
                                    <w:t>Shares observations</w:t>
                                  </w:r>
                                  <w:r>
                                    <w:t xml:space="preserve"> </w:t>
                                  </w:r>
                                  <w:r w:rsidRPr="00565911">
                                    <w:t>us</w:t>
                                  </w:r>
                                  <w:r>
                                    <w:t>ing</w:t>
                                  </w:r>
                                  <w:r w:rsidRPr="00565911">
                                    <w:t xml:space="preserve"> everyday language to </w:t>
                                  </w:r>
                                  <w:r w:rsidRPr="000C003F">
                                    <w:rPr>
                                      <w:rStyle w:val="shadingdifferences"/>
                                      <w:color w:val="auto"/>
                                      <w:lang w:eastAsia="en-AU"/>
                                    </w:rPr>
                                    <w:t>describe</w:t>
                                  </w:r>
                                  <w:r w:rsidRPr="00565911">
                                    <w:t xml:space="preserve"> direction and location</w:t>
                                  </w:r>
                                </w:p>
                                <w:p w:rsidR="003E5916" w:rsidRPr="00E862D4" w:rsidRDefault="003E5916" w:rsidP="0000795E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hi-lite"/>
                                    </w:rPr>
                                    <w:t>Represents</w:t>
                                  </w:r>
                                  <w:r w:rsidRPr="00565911">
                                    <w:t xml:space="preserve"> familiar features and their location on a pictorial map and</w:t>
                                  </w:r>
                                  <w:r>
                                    <w:t xml:space="preserve"> a </w:t>
                                  </w:r>
                                  <w:r w:rsidRPr="00565911">
                                    <w:t>model</w:t>
                                  </w:r>
                                </w:p>
                                <w:p w:rsidR="003E5916" w:rsidRPr="00E862D4" w:rsidRDefault="003E5916" w:rsidP="003E5916">
                                  <w:pPr>
                                    <w:pStyle w:val="TableBullet2"/>
                                    <w:numPr>
                                      <w:ilvl w:val="0"/>
                                      <w:numId w:val="0"/>
                                    </w:num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29" type="#_x0000_t202" style="position:absolute;margin-left:1.95pt;margin-top:31.6pt;width:206pt;height:6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" filled="f" stroked="f">
                      <v:textbox inset="0,0,0,0">
                        <w:txbxContent>
                          <w:p w:rsidR="003E5916" w:rsidRPr="00565911" w:rsidRDefault="003E5916" w:rsidP="0000795E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hi-lite"/>
                                <w:color w:val="auto"/>
                                <w:lang w:eastAsia="en-AU"/>
                              </w:rPr>
                              <w:t>Shares observations</w:t>
                            </w:r>
                            <w:r>
                              <w:t xml:space="preserve"> </w:t>
                            </w:r>
                            <w:r w:rsidRPr="00565911">
                              <w:t>us</w:t>
                            </w:r>
                            <w:r>
                              <w:t>ing</w:t>
                            </w:r>
                            <w:r w:rsidRPr="00565911">
                              <w:t xml:space="preserve"> everyday language to </w:t>
                            </w:r>
                            <w:r w:rsidRPr="000C003F">
                              <w:rPr>
                                <w:rStyle w:val="shadingdifferences"/>
                                <w:color w:val="auto"/>
                                <w:lang w:eastAsia="en-AU"/>
                              </w:rPr>
                              <w:t>describe</w:t>
                            </w:r>
                            <w:r w:rsidRPr="00565911">
                              <w:t xml:space="preserve"> direction and location</w:t>
                            </w:r>
                          </w:p>
                          <w:p w:rsidR="003E5916" w:rsidRPr="00E862D4" w:rsidRDefault="003E5916" w:rsidP="0000795E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hi-lite"/>
                              </w:rPr>
                              <w:t>Represents</w:t>
                            </w:r>
                            <w:r w:rsidRPr="00565911">
                              <w:t xml:space="preserve"> familiar features and their location on a pictorial map and</w:t>
                            </w:r>
                            <w:r>
                              <w:t xml:space="preserve"> a </w:t>
                            </w:r>
                            <w:r w:rsidRPr="00565911">
                              <w:t>model</w:t>
                            </w:r>
                          </w:p>
                          <w:p w:rsidR="003E5916" w:rsidRPr="00E862D4" w:rsidRDefault="003E5916" w:rsidP="003E5916">
                            <w:pPr>
                              <w:pStyle w:val="TableBullet2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51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56113" w:rsidRPr="00952097" w:rsidRDefault="00656113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656113" w:rsidRPr="00952097" w:rsidTr="003E5916">
        <w:trPr>
          <w:trHeight w:val="635"/>
        </w:trPr>
        <w:tc>
          <w:tcPr>
            <w:tcW w:w="5618" w:type="dxa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FD79D4C" wp14:editId="7DBA2CBF">
                      <wp:simplePos x="0" y="0"/>
                      <wp:positionH relativeFrom="column">
                        <wp:posOffset>1391285</wp:posOffset>
                      </wp:positionH>
                      <wp:positionV relativeFrom="page">
                        <wp:posOffset>257810</wp:posOffset>
                      </wp:positionV>
                      <wp:extent cx="4262120" cy="251460"/>
                      <wp:effectExtent l="24130" t="13970" r="29210" b="10160"/>
                      <wp:wrapNone/>
                      <wp:docPr id="8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262120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109.55pt;margin-top:20.3pt;width:335.6pt;height:19.8pt;rotation:-9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" adj="20726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A5387CE" wp14:editId="218DE3BF">
                      <wp:simplePos x="0" y="0"/>
                      <wp:positionH relativeFrom="column">
                        <wp:posOffset>-2092325</wp:posOffset>
                      </wp:positionH>
                      <wp:positionV relativeFrom="page">
                        <wp:posOffset>255905</wp:posOffset>
                      </wp:positionV>
                      <wp:extent cx="4274185" cy="251460"/>
                      <wp:effectExtent l="11113" t="26987" r="42227" b="23178"/>
                      <wp:wrapNone/>
                      <wp:docPr id="7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274185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-164.75pt;margin-top:20.15pt;width:336.55pt;height:19.8pt;rotation:-9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" adj="20728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B66DE2B" wp14:editId="1465F1EA">
                      <wp:simplePos x="0" y="0"/>
                      <wp:positionH relativeFrom="column">
                        <wp:posOffset>168910</wp:posOffset>
                      </wp:positionH>
                      <wp:positionV relativeFrom="page">
                        <wp:posOffset>28575</wp:posOffset>
                      </wp:positionV>
                      <wp:extent cx="1962150" cy="838200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3E5916" w:rsidRPr="00565911" w:rsidRDefault="003E5916" w:rsidP="0000795E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hi-lite"/>
                                    </w:rPr>
                                    <w:t>Describes</w:t>
                                  </w:r>
                                  <w:r w:rsidRPr="003E5916">
                                    <w:t xml:space="preserve"> </w:t>
                                  </w:r>
                                  <w:r w:rsidRPr="00565911">
                                    <w:t>features of a familiar place</w:t>
                                  </w:r>
                                  <w:r>
                                    <w:t xml:space="preserve"> in the school grounds</w:t>
                                  </w:r>
                                </w:p>
                                <w:p w:rsidR="003E5916" w:rsidRPr="00447232" w:rsidRDefault="003E5916" w:rsidP="00F96C83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hi-lite"/>
                                    </w:rPr>
                                    <w:t>Identifies</w:t>
                                  </w:r>
                                  <w:r w:rsidRPr="00565911">
                                    <w:t xml:space="preserve"> places represented on a pictorial map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0" type="#_x0000_t202" style="position:absolute;margin-left:13.3pt;margin-top:2.25pt;width:154.5pt;height:6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" filled="f" stroked="f">
                      <v:textbox inset="0,0,0,0">
                        <w:txbxContent>
                          <w:p w:rsidR="003E5916" w:rsidRPr="00565911" w:rsidRDefault="003E5916" w:rsidP="0000795E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hi-lite"/>
                              </w:rPr>
                              <w:t>Describes</w:t>
                            </w:r>
                            <w:r w:rsidRPr="003E5916">
                              <w:t xml:space="preserve"> </w:t>
                            </w:r>
                            <w:r w:rsidRPr="00565911">
                              <w:t>features of a familiar place</w:t>
                            </w:r>
                            <w:r>
                              <w:t xml:space="preserve"> in the school grounds</w:t>
                            </w:r>
                          </w:p>
                          <w:p w:rsidR="003E5916" w:rsidRPr="00447232" w:rsidRDefault="003E5916" w:rsidP="00F96C83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hi-lite"/>
                              </w:rPr>
                              <w:t>Identifies</w:t>
                            </w:r>
                            <w:r w:rsidRPr="00565911">
                              <w:t xml:space="preserve"> places represented on a pictorial map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498" w:type="dxa"/>
            <w:gridSpan w:val="2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5FE4CC4" wp14:editId="27D3BBDE">
                      <wp:simplePos x="0" y="0"/>
                      <wp:positionH relativeFrom="column">
                        <wp:posOffset>623095</wp:posOffset>
                      </wp:positionH>
                      <wp:positionV relativeFrom="page">
                        <wp:posOffset>259555</wp:posOffset>
                      </wp:positionV>
                      <wp:extent cx="4265295" cy="245429"/>
                      <wp:effectExtent l="9843" t="28257" r="30797" b="11748"/>
                      <wp:wrapNone/>
                      <wp:docPr id="8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265295" cy="245429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49.05pt;margin-top:20.45pt;width:335.85pt;height:19.35pt;rotation:-9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" adj="20748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0DB0420" wp14:editId="6D39F63F">
                      <wp:simplePos x="0" y="0"/>
                      <wp:positionH relativeFrom="column">
                        <wp:posOffset>81280</wp:posOffset>
                      </wp:positionH>
                      <wp:positionV relativeFrom="page">
                        <wp:posOffset>24765</wp:posOffset>
                      </wp:positionV>
                      <wp:extent cx="1962150" cy="1143000"/>
                      <wp:effectExtent l="0" t="0" r="0" b="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3E5916" w:rsidRPr="00E862D4" w:rsidRDefault="003E5916" w:rsidP="007B71AA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hi-lite"/>
                                    </w:rPr>
                                    <w:t>Observes</w:t>
                                  </w:r>
                                  <w:r w:rsidRPr="00565911">
                                    <w:t xml:space="preserve"> t</w:t>
                                  </w:r>
                                  <w:r>
                                    <w:t>he familiar features of a place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1" type="#_x0000_t202" style="position:absolute;margin-left:6.4pt;margin-top:1.95pt;width:154.5pt;height:90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" filled="f" stroked="f">
                      <v:textbox inset="0,0,0,0">
                        <w:txbxContent>
                          <w:p w:rsidR="003E5916" w:rsidRPr="00E862D4" w:rsidRDefault="003E5916" w:rsidP="007B71AA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hi-lite"/>
                              </w:rPr>
                              <w:t>Observes</w:t>
                            </w:r>
                            <w:r w:rsidRPr="00565911">
                              <w:t xml:space="preserve"> t</w:t>
                            </w:r>
                            <w:r>
                              <w:t>he familiar features of a place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480" w:type="dxa"/>
            <w:tcBorders>
              <w:right w:val="single" w:sz="4" w:space="0" w:color="A6A8AB"/>
            </w:tcBorders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51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56113" w:rsidRPr="00952097" w:rsidRDefault="00656113" w:rsidP="003F0965">
            <w:pPr>
              <w:pStyle w:val="Grade"/>
            </w:pPr>
            <w:r>
              <w:t>WW</w:t>
            </w:r>
          </w:p>
        </w:tc>
      </w:tr>
      <w:tr w:rsidR="00656113" w:rsidRPr="00952097" w:rsidTr="003E5916">
        <w:trPr>
          <w:trHeight w:val="635"/>
        </w:trPr>
        <w:tc>
          <w:tcPr>
            <w:tcW w:w="5618" w:type="dxa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98" w:type="dxa"/>
            <w:gridSpan w:val="2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80" w:type="dxa"/>
            <w:tcBorders>
              <w:right w:val="single" w:sz="4" w:space="0" w:color="A6A8AB"/>
            </w:tcBorders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51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56113" w:rsidRPr="00952097" w:rsidRDefault="00656113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656113" w:rsidRPr="00952097" w:rsidTr="003E5916">
        <w:trPr>
          <w:trHeight w:val="635"/>
        </w:trPr>
        <w:tc>
          <w:tcPr>
            <w:tcW w:w="5618" w:type="dxa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98" w:type="dxa"/>
            <w:gridSpan w:val="2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80" w:type="dxa"/>
            <w:tcBorders>
              <w:right w:val="single" w:sz="4" w:space="0" w:color="A6A8AB"/>
            </w:tcBorders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51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56113" w:rsidRDefault="00656113" w:rsidP="00E574E1">
            <w:pPr>
              <w:pStyle w:val="Grade"/>
            </w:pPr>
            <w:r>
              <w:t>E</w:t>
            </w:r>
          </w:p>
          <w:p w:rsidR="00656113" w:rsidRPr="00952097" w:rsidRDefault="00656113" w:rsidP="00E574E1">
            <w:pPr>
              <w:pStyle w:val="Grade"/>
            </w:pPr>
            <w:r>
              <w:t>X</w:t>
            </w:r>
          </w:p>
        </w:tc>
      </w:tr>
      <w:tr w:rsidR="00656113" w:rsidRPr="00952097" w:rsidTr="003E5916">
        <w:trPr>
          <w:trHeight w:val="635"/>
        </w:trPr>
        <w:tc>
          <w:tcPr>
            <w:tcW w:w="5618" w:type="dxa"/>
          </w:tcPr>
          <w:p w:rsidR="00656113" w:rsidRPr="00952097" w:rsidRDefault="00836CD2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EAE48EF" wp14:editId="7F30F6B3">
                      <wp:simplePos x="0" y="0"/>
                      <wp:positionH relativeFrom="column">
                        <wp:posOffset>187960</wp:posOffset>
                      </wp:positionH>
                      <wp:positionV relativeFrom="page">
                        <wp:posOffset>301625</wp:posOffset>
                      </wp:positionV>
                      <wp:extent cx="1962150" cy="925195"/>
                      <wp:effectExtent l="0" t="0" r="0" b="825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925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3E5916" w:rsidRDefault="003E5916" w:rsidP="0000795E">
                                  <w:pPr>
                                    <w:pStyle w:val="Continuabullet"/>
                                  </w:pPr>
                                  <w:r w:rsidRPr="00C53695">
                                    <w:rPr>
                                      <w:rStyle w:val="hi-lite"/>
                                    </w:rPr>
                                    <w:t>Identifies</w:t>
                                  </w:r>
                                  <w:r w:rsidRPr="00C53695">
                                    <w:t xml:space="preserve"> features of a familiar place</w:t>
                                  </w:r>
                                  <w:r>
                                    <w:t xml:space="preserve"> in the school grounds</w:t>
                                  </w:r>
                                  <w:r w:rsidRPr="00C53695">
                                    <w:t xml:space="preserve"> </w:t>
                                  </w:r>
                                  <w:r w:rsidRPr="000C003F">
                                    <w:rPr>
                                      <w:rStyle w:val="shadingdifferences"/>
                                    </w:rPr>
                                    <w:t>with direction</w:t>
                                  </w:r>
                                </w:p>
                                <w:p w:rsidR="003E5916" w:rsidRPr="00447232" w:rsidRDefault="003E5916" w:rsidP="004E37AE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hi-lite"/>
                                    </w:rPr>
                                    <w:t>Identifies</w:t>
                                  </w:r>
                                  <w:r>
                                    <w:t xml:space="preserve"> places represented on a pictorial map </w:t>
                                  </w:r>
                                  <w:r w:rsidRPr="000C003F">
                                    <w:rPr>
                                      <w:rStyle w:val="shadingdifferences"/>
                                    </w:rPr>
                                    <w:t>with direction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2" type="#_x0000_t202" style="position:absolute;margin-left:14.8pt;margin-top:23.75pt;width:154.5pt;height:72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" filled="f" stroked="f">
                      <v:textbox inset="0,0,0,0">
                        <w:txbxContent>
                          <w:p w:rsidR="003E5916" w:rsidRDefault="003E5916" w:rsidP="0000795E">
                            <w:pPr>
                              <w:pStyle w:val="Continuabullet"/>
                            </w:pPr>
                            <w:r w:rsidRPr="00C53695">
                              <w:rPr>
                                <w:rStyle w:val="hi-lite"/>
                              </w:rPr>
                              <w:t>Identifies</w:t>
                            </w:r>
                            <w:r w:rsidRPr="00C53695">
                              <w:t xml:space="preserve"> features of a familiar place</w:t>
                            </w:r>
                            <w:r>
                              <w:t xml:space="preserve"> in the school grounds</w:t>
                            </w:r>
                            <w:r w:rsidRPr="00C53695">
                              <w:t xml:space="preserve"> </w:t>
                            </w:r>
                            <w:r w:rsidRPr="000C003F">
                              <w:rPr>
                                <w:rStyle w:val="shadingdifferences"/>
                              </w:rPr>
                              <w:t>with direction</w:t>
                            </w:r>
                          </w:p>
                          <w:p w:rsidR="003E5916" w:rsidRPr="00447232" w:rsidRDefault="003E5916" w:rsidP="004E37AE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hi-lite"/>
                              </w:rPr>
                              <w:t>Identifies</w:t>
                            </w:r>
                            <w:r>
                              <w:t xml:space="preserve"> places represented on a pictorial map </w:t>
                            </w:r>
                            <w:r w:rsidRPr="000C003F">
                              <w:rPr>
                                <w:rStyle w:val="shadingdifferences"/>
                              </w:rPr>
                              <w:t>with direction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498" w:type="dxa"/>
            <w:gridSpan w:val="2"/>
          </w:tcPr>
          <w:p w:rsidR="00656113" w:rsidRPr="00952097" w:rsidRDefault="008E4AA5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932A059" wp14:editId="463E386B">
                      <wp:simplePos x="0" y="0"/>
                      <wp:positionH relativeFrom="column">
                        <wp:posOffset>77387</wp:posOffset>
                      </wp:positionH>
                      <wp:positionV relativeFrom="page">
                        <wp:posOffset>322580</wp:posOffset>
                      </wp:positionV>
                      <wp:extent cx="1962150" cy="514350"/>
                      <wp:effectExtent l="0" t="0" r="0" b="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3E5916" w:rsidRPr="00656113" w:rsidRDefault="003E5916" w:rsidP="00656113">
                                  <w:pPr>
                                    <w:pStyle w:val="Continuabullet"/>
                                  </w:pPr>
                                  <w:r w:rsidRPr="000C003F">
                                    <w:rPr>
                                      <w:rStyle w:val="hi-lite"/>
                                    </w:rPr>
                                    <w:t>Observes</w:t>
                                  </w:r>
                                  <w:r>
                                    <w:t xml:space="preserve"> the familiar features of a place </w:t>
                                  </w:r>
                                  <w:r w:rsidRPr="000C003F">
                                    <w:rPr>
                                      <w:rStyle w:val="shadingdifferences"/>
                                    </w:rPr>
                                    <w:t>with direction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3" type="#_x0000_t202" style="position:absolute;margin-left:6.1pt;margin-top:25.4pt;width:154.5pt;height:40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" filled="f" stroked="f">
                      <v:textbox inset="0,0,0,0">
                        <w:txbxContent>
                          <w:p w:rsidR="003E5916" w:rsidRPr="00656113" w:rsidRDefault="003E5916" w:rsidP="00656113">
                            <w:pPr>
                              <w:pStyle w:val="Continuabullet"/>
                            </w:pPr>
                            <w:r w:rsidRPr="000C003F">
                              <w:rPr>
                                <w:rStyle w:val="hi-lite"/>
                              </w:rPr>
                              <w:t>Observes</w:t>
                            </w:r>
                            <w:r>
                              <w:t xml:space="preserve"> the familiar features of a place </w:t>
                            </w:r>
                            <w:r w:rsidRPr="000C003F">
                              <w:rPr>
                                <w:rStyle w:val="shadingdifferences"/>
                              </w:rPr>
                              <w:t>with direction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480" w:type="dxa"/>
            <w:tcBorders>
              <w:right w:val="single" w:sz="4" w:space="0" w:color="A6A8AB"/>
            </w:tcBorders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BB53B5F" wp14:editId="62B3723E">
                      <wp:simplePos x="0" y="0"/>
                      <wp:positionH relativeFrom="column">
                        <wp:posOffset>17007</wp:posOffset>
                      </wp:positionH>
                      <wp:positionV relativeFrom="page">
                        <wp:posOffset>296020</wp:posOffset>
                      </wp:positionV>
                      <wp:extent cx="2501900" cy="990615"/>
                      <wp:effectExtent l="0" t="0" r="1270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0" cy="9906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E4AA5" w:rsidRPr="008E4AA5" w:rsidRDefault="003E5916" w:rsidP="008E4AA5">
                                  <w:pPr>
                                    <w:pStyle w:val="Continuabullet"/>
                                    <w:rPr>
                                      <w:rStyle w:val="hi-lite"/>
                                      <w:shd w:val="clear" w:color="auto" w:fill="auto"/>
                                    </w:rPr>
                                  </w:pPr>
                                  <w:r w:rsidRPr="008E4AA5">
                                    <w:rPr>
                                      <w:rStyle w:val="hi-lite"/>
                                    </w:rPr>
                                    <w:t>Shares observations</w:t>
                                  </w:r>
                                  <w:r w:rsidRPr="008E4AA5">
                                    <w:t xml:space="preserve"> using everyday language to </w:t>
                                  </w:r>
                                  <w:r w:rsidRPr="008E4AA5">
                                    <w:rPr>
                                      <w:rStyle w:val="hi-lite1"/>
                                    </w:rPr>
                                    <w:t>identify</w:t>
                                  </w:r>
                                  <w:r w:rsidRPr="008E4AA5">
                                    <w:t xml:space="preserve"> direction and location  </w:t>
                                  </w:r>
                                  <w:r w:rsidRPr="008E4AA5">
                                    <w:rPr>
                                      <w:rStyle w:val="hi-lite1"/>
                                    </w:rPr>
                                    <w:t>with direction</w:t>
                                  </w:r>
                                </w:p>
                                <w:p w:rsidR="003E5916" w:rsidRPr="008E4AA5" w:rsidRDefault="003E5916" w:rsidP="008E4AA5">
                                  <w:pPr>
                                    <w:pStyle w:val="Continuabullet"/>
                                  </w:pPr>
                                  <w:r w:rsidRPr="008E4AA5">
                                    <w:rPr>
                                      <w:rStyle w:val="hi-lite"/>
                                    </w:rPr>
                                    <w:t>Represents</w:t>
                                  </w:r>
                                  <w:r w:rsidRPr="008E4AA5">
                                    <w:t xml:space="preserve"> familiar features and their location on a pictorial map and a model </w:t>
                                  </w:r>
                                  <w:r w:rsidRPr="008E4AA5">
                                    <w:rPr>
                                      <w:rStyle w:val="hi-lite1"/>
                                    </w:rPr>
                                    <w:t>with direction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4" type="#_x0000_t202" style="position:absolute;margin-left:1.35pt;margin-top:23.3pt;width:197pt;height:7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" filled="f" stroked="f">
                      <v:textbox inset="0,0,0,0">
                        <w:txbxContent>
                          <w:p w:rsidR="008E4AA5" w:rsidRPr="008E4AA5" w:rsidRDefault="003E5916" w:rsidP="008E4AA5">
                            <w:pPr>
                              <w:pStyle w:val="Continuabullet"/>
                              <w:rPr>
                                <w:rStyle w:val="hi-lite"/>
                                <w:shd w:val="clear" w:color="auto" w:fill="auto"/>
                              </w:rPr>
                            </w:pPr>
                            <w:r w:rsidRPr="008E4AA5">
                              <w:rPr>
                                <w:rStyle w:val="hi-lite"/>
                              </w:rPr>
                              <w:t>Shares observations</w:t>
                            </w:r>
                            <w:r w:rsidRPr="008E4AA5">
                              <w:t xml:space="preserve"> using everyday language to </w:t>
                            </w:r>
                            <w:r w:rsidRPr="008E4AA5">
                              <w:rPr>
                                <w:rStyle w:val="hi-lite1"/>
                              </w:rPr>
                              <w:t>identify</w:t>
                            </w:r>
                            <w:r w:rsidRPr="008E4AA5">
                              <w:t xml:space="preserve"> direction and location  </w:t>
                            </w:r>
                            <w:r w:rsidRPr="008E4AA5">
                              <w:rPr>
                                <w:rStyle w:val="hi-lite1"/>
                              </w:rPr>
                              <w:t>with direction</w:t>
                            </w:r>
                          </w:p>
                          <w:p w:rsidR="003E5916" w:rsidRPr="008E4AA5" w:rsidRDefault="003E5916" w:rsidP="008E4AA5">
                            <w:pPr>
                              <w:pStyle w:val="Continuabullet"/>
                            </w:pPr>
                            <w:r w:rsidRPr="008E4AA5">
                              <w:rPr>
                                <w:rStyle w:val="hi-lite"/>
                              </w:rPr>
                              <w:t>Represents</w:t>
                            </w:r>
                            <w:r w:rsidRPr="008E4AA5">
                              <w:t xml:space="preserve"> familiar features and their location on a pictorial map and a model </w:t>
                            </w:r>
                            <w:r w:rsidRPr="008E4AA5">
                              <w:rPr>
                                <w:rStyle w:val="hi-lite1"/>
                              </w:rPr>
                              <w:t>with direction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51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56113" w:rsidRPr="00952097" w:rsidRDefault="00656113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656113" w:rsidRPr="00952097" w:rsidTr="003E5916">
        <w:trPr>
          <w:trHeight w:val="635"/>
        </w:trPr>
        <w:tc>
          <w:tcPr>
            <w:tcW w:w="5618" w:type="dxa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98" w:type="dxa"/>
            <w:gridSpan w:val="2"/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480" w:type="dxa"/>
            <w:tcBorders>
              <w:right w:val="single" w:sz="4" w:space="0" w:color="A6A8AB"/>
            </w:tcBorders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51" w:type="dxa"/>
            <w:vMerge w:val="restart"/>
            <w:tcBorders>
              <w:top w:val="single" w:sz="4" w:space="0" w:color="A6A8AB"/>
              <w:left w:val="single" w:sz="4" w:space="0" w:color="A6A8AB"/>
              <w:right w:val="single" w:sz="4" w:space="0" w:color="A6A8AB"/>
            </w:tcBorders>
            <w:vAlign w:val="center"/>
          </w:tcPr>
          <w:p w:rsidR="00656113" w:rsidRPr="00952097" w:rsidRDefault="00656113" w:rsidP="003F0965">
            <w:pPr>
              <w:pStyle w:val="Grade"/>
            </w:pPr>
            <w:r>
              <w:t>BA</w:t>
            </w:r>
          </w:p>
        </w:tc>
      </w:tr>
      <w:tr w:rsidR="00656113" w:rsidRPr="00952097" w:rsidTr="008E4AA5">
        <w:trPr>
          <w:trHeight w:val="736"/>
        </w:trPr>
        <w:tc>
          <w:tcPr>
            <w:tcW w:w="5618" w:type="dxa"/>
            <w:tcBorders>
              <w:bottom w:val="single" w:sz="4" w:space="0" w:color="A6A8AB"/>
            </w:tcBorders>
          </w:tcPr>
          <w:p w:rsidR="00656113" w:rsidRDefault="00656113" w:rsidP="003355BD">
            <w:pPr>
              <w:tabs>
                <w:tab w:val="right" w:leader="dot" w:pos="15300"/>
              </w:tabs>
              <w:spacing w:before="280"/>
              <w:rPr>
                <w:noProof/>
              </w:rPr>
            </w:pPr>
          </w:p>
        </w:tc>
        <w:tc>
          <w:tcPr>
            <w:tcW w:w="4498" w:type="dxa"/>
            <w:gridSpan w:val="2"/>
            <w:tcBorders>
              <w:bottom w:val="single" w:sz="4" w:space="0" w:color="A6A8AB"/>
            </w:tcBorders>
          </w:tcPr>
          <w:p w:rsidR="00656113" w:rsidRDefault="00656113" w:rsidP="003355BD">
            <w:pPr>
              <w:tabs>
                <w:tab w:val="right" w:leader="dot" w:pos="15300"/>
              </w:tabs>
              <w:spacing w:before="280"/>
              <w:rPr>
                <w:noProof/>
              </w:rPr>
            </w:pPr>
          </w:p>
        </w:tc>
        <w:tc>
          <w:tcPr>
            <w:tcW w:w="4480" w:type="dxa"/>
            <w:tcBorders>
              <w:bottom w:val="single" w:sz="4" w:space="0" w:color="A6A8AB"/>
              <w:right w:val="single" w:sz="4" w:space="0" w:color="A6A8AB"/>
            </w:tcBorders>
          </w:tcPr>
          <w:p w:rsidR="00656113" w:rsidRPr="00952097" w:rsidRDefault="00656113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51" w:type="dxa"/>
            <w:vMerge/>
            <w:tcBorders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56113" w:rsidRDefault="00656113" w:rsidP="003F0965">
            <w:pPr>
              <w:pStyle w:val="Grade"/>
            </w:pPr>
          </w:p>
        </w:tc>
      </w:tr>
    </w:tbl>
    <w:p w:rsidR="00EE6A56" w:rsidRDefault="00EE6A56" w:rsidP="00656113">
      <w:pPr>
        <w:pStyle w:val="Smallspace"/>
      </w:pPr>
    </w:p>
    <w:sectPr w:rsidR="00EE6A56" w:rsidSect="002E364D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916" w:rsidRDefault="003E5916">
      <w:r>
        <w:separator/>
      </w:r>
    </w:p>
    <w:p w:rsidR="003E5916" w:rsidRDefault="003E5916"/>
  </w:endnote>
  <w:endnote w:type="continuationSeparator" w:id="0">
    <w:p w:rsidR="003E5916" w:rsidRDefault="003E5916">
      <w:r>
        <w:continuationSeparator/>
      </w:r>
    </w:p>
    <w:p w:rsidR="003E5916" w:rsidRDefault="003E59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3E5916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041A6ABE9C14445783918FB539BF4F8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3E5916" w:rsidRDefault="003E5916" w:rsidP="0093255E">
              <w:pPr>
                <w:pStyle w:val="Footer"/>
              </w:pPr>
              <w:r>
                <w:t>Prep Year Geography Sample assessment Task-specific standards — continua | What are places like? | Australian Curriculum</w:t>
              </w:r>
            </w:p>
          </w:sdtContent>
        </w:sdt>
        <w:p w:rsidR="003E5916" w:rsidRPr="00FD561F" w:rsidRDefault="0063517C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37BD2EEF27544CB89C9F08D6B39F950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3E5916">
                <w:t>Prep Year Geography</w:t>
              </w:r>
            </w:sdtContent>
          </w:sdt>
          <w:r w:rsidR="003E5916">
            <w:tab/>
          </w:r>
        </w:p>
      </w:tc>
      <w:tc>
        <w:tcPr>
          <w:tcW w:w="2911" w:type="pct"/>
        </w:tcPr>
        <w:p w:rsidR="003E5916" w:rsidRDefault="003E5916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3E5916" w:rsidRPr="000F044B" w:rsidRDefault="0063517C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8B50B34C23374C719BABCFC641A8FEED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="003E5916">
                <w:t xml:space="preserve">     </w:t>
              </w:r>
            </w:sdtContent>
          </w:sdt>
          <w:r w:rsidR="003E5916" w:rsidRPr="000F044B">
            <w:t xml:space="preserve"> </w:t>
          </w:r>
        </w:p>
      </w:tc>
    </w:tr>
    <w:tr w:rsidR="003E5916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3E5916" w:rsidRPr="00914504" w:rsidRDefault="003E5916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BA5014"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3E5916" w:rsidRPr="0085726A" w:rsidRDefault="003E5916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3E5916" w:rsidRPr="007165FF" w:rsidTr="00C53AA8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3E5916" w:rsidRDefault="003E5916" w:rsidP="00E83C9B">
          <w:pPr>
            <w:pStyle w:val="Footer"/>
          </w:pPr>
          <w:r>
            <w:t>Australian Curriculum</w:t>
          </w:r>
        </w:p>
        <w:p w:rsidR="003E5916" w:rsidRPr="000F044B" w:rsidRDefault="003E5916" w:rsidP="0037695D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t>Prep</w:t>
          </w:r>
          <w:r>
            <w:rPr>
              <w:rStyle w:val="Footerbold"/>
              <w:b w:val="0"/>
              <w:color w:val="6F7378" w:themeColor="background2" w:themeShade="80"/>
            </w:rPr>
            <w:t xml:space="preserve"> Year </w:t>
          </w:r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3E5916" w:rsidRPr="00C53AA8" w:rsidRDefault="003E5916" w:rsidP="00C53AA8">
              <w:pPr>
                <w:pStyle w:val="Footer"/>
                <w:jc w:val="center"/>
              </w:pPr>
              <w:r>
                <w:t>What are places like?</w:t>
              </w:r>
            </w:p>
          </w:sdtContent>
        </w:sdt>
        <w:p w:rsidR="003E5916" w:rsidRPr="000F044B" w:rsidRDefault="003E5916" w:rsidP="0022474C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>Unit</w:t>
          </w:r>
          <w:r w:rsidR="0022474C">
            <w:rPr>
              <w:rStyle w:val="Footerbold"/>
              <w:b w:val="0"/>
              <w:color w:val="6F7378" w:themeColor="background2" w:themeShade="80"/>
            </w:rPr>
            <w:t xml:space="preserve"> 1</w:t>
          </w:r>
          <w:r>
            <w:rPr>
              <w:rStyle w:val="Footerbold"/>
              <w:b w:val="0"/>
              <w:color w:val="6F7378" w:themeColor="background2" w:themeShade="80"/>
            </w:rPr>
            <w:t>: Exploring places</w:t>
          </w: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3E5916" w:rsidRDefault="003E5916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A9D9F8B" wp14:editId="3BFE95FA">
                    <wp:simplePos x="0" y="0"/>
                    <wp:positionH relativeFrom="page">
                      <wp:posOffset>2738768</wp:posOffset>
                    </wp:positionH>
                    <wp:positionV relativeFrom="page">
                      <wp:posOffset>-928052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E5916" w:rsidRDefault="0063517C" w:rsidP="00F07FBF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60603A">
                                      <w:t>150355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5" type="#_x0000_t202" style="position:absolute;left:0;text-align:left;margin-left:215.65pt;margin-top:-73.0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KU5CIXeAAAACgEAAA8AAAAAAAAAAAAAAAAAbAQAAGRycy9kb3ducmV2LnhtbFBLBQYAAAAABAAE&#10;APMAAAB3BQAAAAA=&#10;" filled="f" stroked="f">
                    <v:textbox>
                      <w:txbxContent>
                        <w:p w:rsidR="003E5916" w:rsidRDefault="0060603A" w:rsidP="00F07FBF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t>150355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continua</w:t>
          </w:r>
        </w:p>
        <w:p w:rsidR="003E5916" w:rsidRPr="000F044B" w:rsidRDefault="003E5916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3E5916" w:rsidRPr="00EE6A56" w:rsidRDefault="003E5916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3E5916" w:rsidRPr="007165FF" w:rsidTr="00C53AA8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3E5916" w:rsidRDefault="003E5916" w:rsidP="00E83C9B">
          <w:pPr>
            <w:pStyle w:val="Footer"/>
          </w:pPr>
          <w:r>
            <w:t>Australian Curriculum</w:t>
          </w:r>
        </w:p>
        <w:p w:rsidR="003E5916" w:rsidRPr="000F044B" w:rsidRDefault="003E5916" w:rsidP="00252E26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9005517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Prep</w:t>
              </w:r>
            </w:sdtContent>
          </w:sdt>
          <w:r>
            <w:t xml:space="preserve"> History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435983816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3E5916" w:rsidRPr="00C53AA8" w:rsidRDefault="003E5916" w:rsidP="00C53AA8">
              <w:pPr>
                <w:pStyle w:val="Footer"/>
                <w:jc w:val="center"/>
              </w:pPr>
              <w:r>
                <w:t>What are places like?</w:t>
              </w:r>
            </w:p>
          </w:sdtContent>
        </w:sdt>
        <w:p w:rsidR="003E5916" w:rsidRPr="000F044B" w:rsidRDefault="003E5916" w:rsidP="00C53AA8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090042200"/>
              <w:showingPlcHdr/>
            </w:sdtPr>
            <w:sdtEndPr>
              <w:rPr>
                <w:rStyle w:val="Footerbold"/>
              </w:rPr>
            </w:sdtEndPr>
            <w:sdtContent>
              <w:r w:rsidRPr="00E475DE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[exemplay unit name (delete if not applicable)]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3E5916" w:rsidRDefault="003E5916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continua</w:t>
          </w:r>
        </w:p>
        <w:p w:rsidR="003E5916" w:rsidRPr="000F044B" w:rsidRDefault="003E5916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3E5916" w:rsidRPr="00EE6A56" w:rsidRDefault="003E5916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916" w:rsidRPr="00E95E3F" w:rsidRDefault="003E5916" w:rsidP="00B3438C">
      <w:pPr>
        <w:pStyle w:val="footnoteseparator"/>
      </w:pPr>
    </w:p>
  </w:footnote>
  <w:footnote w:type="continuationSeparator" w:id="0">
    <w:p w:rsidR="003E5916" w:rsidRDefault="003E5916">
      <w:r>
        <w:continuationSeparator/>
      </w:r>
    </w:p>
    <w:p w:rsidR="003E5916" w:rsidRDefault="003E591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5pt;height:10.65pt" o:bullet="t">
        <v:imagedata r:id="rId1" o:title="continua-bullet"/>
      </v:shape>
    </w:pict>
  </w:numPicBullet>
  <w:numPicBullet w:numPicBulletId="1">
    <w:pict>
      <v:shape id="_x0000_i1027" type="#_x0000_t75" style="width:10.65pt;height:10.6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1C9677E"/>
    <w:multiLevelType w:val="hybridMultilevel"/>
    <w:tmpl w:val="160AF446"/>
    <w:lvl w:ilvl="0" w:tplc="0C09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4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A0B2D6E"/>
    <w:multiLevelType w:val="hybridMultilevel"/>
    <w:tmpl w:val="30BAB57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7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8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0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2">
    <w:nsid w:val="47E01500"/>
    <w:multiLevelType w:val="hybridMultilevel"/>
    <w:tmpl w:val="97BEF4CA"/>
    <w:lvl w:ilvl="0" w:tplc="0C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51D93123"/>
    <w:multiLevelType w:val="multilevel"/>
    <w:tmpl w:val="BC8C01F6"/>
    <w:numStyleLink w:val="Continua"/>
  </w:abstractNum>
  <w:abstractNum w:abstractNumId="24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6">
    <w:nsid w:val="57E52B46"/>
    <w:multiLevelType w:val="multilevel"/>
    <w:tmpl w:val="BC8C01F6"/>
    <w:numStyleLink w:val="Continua"/>
  </w:abstractNum>
  <w:abstractNum w:abstractNumId="27">
    <w:nsid w:val="592233F0"/>
    <w:multiLevelType w:val="multilevel"/>
    <w:tmpl w:val="5964D426"/>
    <w:numStyleLink w:val="ListTableNumber"/>
  </w:abstractNum>
  <w:abstractNum w:abstractNumId="28">
    <w:nsid w:val="5AB47227"/>
    <w:multiLevelType w:val="multilevel"/>
    <w:tmpl w:val="BC8C01F6"/>
    <w:numStyleLink w:val="Continua"/>
  </w:abstractNum>
  <w:abstractNum w:abstractNumId="29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54E7B"/>
    <w:multiLevelType w:val="multilevel"/>
    <w:tmpl w:val="BC8C01F6"/>
    <w:numStyleLink w:val="Continua"/>
  </w:abstractNum>
  <w:abstractNum w:abstractNumId="3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42454E"/>
    <w:multiLevelType w:val="multilevel"/>
    <w:tmpl w:val="2D50BC1C"/>
    <w:numStyleLink w:val="ListHeadings"/>
  </w:abstractNum>
  <w:num w:numId="1">
    <w:abstractNumId w:val="16"/>
  </w:num>
  <w:num w:numId="2">
    <w:abstractNumId w:val="32"/>
  </w:num>
  <w:num w:numId="3">
    <w:abstractNumId w:val="34"/>
  </w:num>
  <w:num w:numId="4">
    <w:abstractNumId w:val="27"/>
  </w:num>
  <w:num w:numId="5">
    <w:abstractNumId w:val="12"/>
  </w:num>
  <w:num w:numId="6">
    <w:abstractNumId w:val="18"/>
  </w:num>
  <w:num w:numId="7">
    <w:abstractNumId w:val="9"/>
  </w:num>
  <w:num w:numId="8">
    <w:abstractNumId w:val="18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9"/>
  </w:num>
  <w:num w:numId="17">
    <w:abstractNumId w:val="30"/>
  </w:num>
  <w:num w:numId="18">
    <w:abstractNumId w:val="24"/>
  </w:num>
  <w:num w:numId="19">
    <w:abstractNumId w:val="29"/>
  </w:num>
  <w:num w:numId="20">
    <w:abstractNumId w:val="21"/>
  </w:num>
  <w:num w:numId="21">
    <w:abstractNumId w:val="4"/>
  </w:num>
  <w:num w:numId="22">
    <w:abstractNumId w:val="14"/>
  </w:num>
  <w:num w:numId="23">
    <w:abstractNumId w:val="5"/>
  </w:num>
  <w:num w:numId="24">
    <w:abstractNumId w:val="35"/>
  </w:num>
  <w:num w:numId="25">
    <w:abstractNumId w:val="16"/>
  </w:num>
  <w:num w:numId="26">
    <w:abstractNumId w:val="32"/>
  </w:num>
  <w:num w:numId="27">
    <w:abstractNumId w:val="34"/>
  </w:num>
  <w:num w:numId="28">
    <w:abstractNumId w:val="27"/>
  </w:num>
  <w:num w:numId="29">
    <w:abstractNumId w:val="25"/>
  </w:num>
  <w:num w:numId="30">
    <w:abstractNumId w:val="31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7"/>
  </w:num>
  <w:num w:numId="34">
    <w:abstractNumId w:val="26"/>
  </w:num>
  <w:num w:numId="35">
    <w:abstractNumId w:val="7"/>
  </w:num>
  <w:num w:numId="36">
    <w:abstractNumId w:val="11"/>
  </w:num>
  <w:num w:numId="37">
    <w:abstractNumId w:val="23"/>
  </w:num>
  <w:num w:numId="38">
    <w:abstractNumId w:val="33"/>
  </w:num>
  <w:num w:numId="39">
    <w:abstractNumId w:val="8"/>
  </w:num>
  <w:num w:numId="40">
    <w:abstractNumId w:val="28"/>
  </w:num>
  <w:num w:numId="41">
    <w:abstractNumId w:val="13"/>
  </w:num>
  <w:num w:numId="42">
    <w:abstractNumId w:val="15"/>
  </w:num>
  <w:num w:numId="43">
    <w:abstractNumId w:val="22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RRELL, Timothy">
    <w15:presenceInfo w15:providerId="None" w15:userId="FARRELL, Timoth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revisionView w:markup="0"/>
  <w:doNotTrackFormatting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31"/>
    <w:rsid w:val="00002D5B"/>
    <w:rsid w:val="00003A28"/>
    <w:rsid w:val="00004943"/>
    <w:rsid w:val="000063A2"/>
    <w:rsid w:val="0000795E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0961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6B3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071D0"/>
    <w:rsid w:val="00107ADF"/>
    <w:rsid w:val="0011033C"/>
    <w:rsid w:val="00111134"/>
    <w:rsid w:val="001115B0"/>
    <w:rsid w:val="00114513"/>
    <w:rsid w:val="00114DE1"/>
    <w:rsid w:val="00115B97"/>
    <w:rsid w:val="00115EFB"/>
    <w:rsid w:val="00116C9A"/>
    <w:rsid w:val="00122FC3"/>
    <w:rsid w:val="00124A32"/>
    <w:rsid w:val="001252D9"/>
    <w:rsid w:val="001269F1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87F91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79C"/>
    <w:rsid w:val="001F3875"/>
    <w:rsid w:val="001F4385"/>
    <w:rsid w:val="001F4623"/>
    <w:rsid w:val="001F4999"/>
    <w:rsid w:val="001F5484"/>
    <w:rsid w:val="001F6741"/>
    <w:rsid w:val="00201EBE"/>
    <w:rsid w:val="00202C25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474C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508BD"/>
    <w:rsid w:val="00251809"/>
    <w:rsid w:val="00252E26"/>
    <w:rsid w:val="00254E65"/>
    <w:rsid w:val="002562FE"/>
    <w:rsid w:val="00256A41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2FF5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42D4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1DD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7695D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5A6"/>
    <w:rsid w:val="003D1F62"/>
    <w:rsid w:val="003D258C"/>
    <w:rsid w:val="003D43BD"/>
    <w:rsid w:val="003E12D4"/>
    <w:rsid w:val="003E4B69"/>
    <w:rsid w:val="003E5916"/>
    <w:rsid w:val="003E5A98"/>
    <w:rsid w:val="003E756A"/>
    <w:rsid w:val="003F0695"/>
    <w:rsid w:val="003F0965"/>
    <w:rsid w:val="003F2F6C"/>
    <w:rsid w:val="003F45A5"/>
    <w:rsid w:val="003F4B6D"/>
    <w:rsid w:val="003F5BAA"/>
    <w:rsid w:val="003F6421"/>
    <w:rsid w:val="003F77DE"/>
    <w:rsid w:val="004009FA"/>
    <w:rsid w:val="00402913"/>
    <w:rsid w:val="00402F08"/>
    <w:rsid w:val="004037B0"/>
    <w:rsid w:val="00403A6D"/>
    <w:rsid w:val="00403A87"/>
    <w:rsid w:val="0040556C"/>
    <w:rsid w:val="0040665F"/>
    <w:rsid w:val="00407CBD"/>
    <w:rsid w:val="004145EE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9C1"/>
    <w:rsid w:val="00437036"/>
    <w:rsid w:val="0043730D"/>
    <w:rsid w:val="00443469"/>
    <w:rsid w:val="00445283"/>
    <w:rsid w:val="004461B1"/>
    <w:rsid w:val="00447232"/>
    <w:rsid w:val="00447A1F"/>
    <w:rsid w:val="004512BA"/>
    <w:rsid w:val="00452337"/>
    <w:rsid w:val="00452BB2"/>
    <w:rsid w:val="00452FB3"/>
    <w:rsid w:val="00453D8A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288F"/>
    <w:rsid w:val="0048713F"/>
    <w:rsid w:val="00487176"/>
    <w:rsid w:val="00487657"/>
    <w:rsid w:val="0049188D"/>
    <w:rsid w:val="0049214A"/>
    <w:rsid w:val="0049214F"/>
    <w:rsid w:val="004923BC"/>
    <w:rsid w:val="00494001"/>
    <w:rsid w:val="00494B2C"/>
    <w:rsid w:val="00495A7C"/>
    <w:rsid w:val="00495B2E"/>
    <w:rsid w:val="004A0A1C"/>
    <w:rsid w:val="004A390E"/>
    <w:rsid w:val="004A4753"/>
    <w:rsid w:val="004A489A"/>
    <w:rsid w:val="004A5E22"/>
    <w:rsid w:val="004A6FA1"/>
    <w:rsid w:val="004B21D0"/>
    <w:rsid w:val="004B3743"/>
    <w:rsid w:val="004B4331"/>
    <w:rsid w:val="004B7366"/>
    <w:rsid w:val="004C0867"/>
    <w:rsid w:val="004C1CBE"/>
    <w:rsid w:val="004C3348"/>
    <w:rsid w:val="004C3954"/>
    <w:rsid w:val="004C5FFF"/>
    <w:rsid w:val="004C6E4D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7AE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803"/>
    <w:rsid w:val="00513B5E"/>
    <w:rsid w:val="00515DFF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7C"/>
    <w:rsid w:val="00555AD0"/>
    <w:rsid w:val="00561265"/>
    <w:rsid w:val="00564208"/>
    <w:rsid w:val="005644F0"/>
    <w:rsid w:val="0056463F"/>
    <w:rsid w:val="0056777A"/>
    <w:rsid w:val="00570157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BFE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6B53"/>
    <w:rsid w:val="005B3664"/>
    <w:rsid w:val="005B4B53"/>
    <w:rsid w:val="005B4F44"/>
    <w:rsid w:val="005B5E3D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36D2"/>
    <w:rsid w:val="005E4253"/>
    <w:rsid w:val="005E46AE"/>
    <w:rsid w:val="005E53FC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0603A"/>
    <w:rsid w:val="00612C8E"/>
    <w:rsid w:val="00614325"/>
    <w:rsid w:val="006159C5"/>
    <w:rsid w:val="0062163D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17C"/>
    <w:rsid w:val="00635A7B"/>
    <w:rsid w:val="00643E58"/>
    <w:rsid w:val="00644EA1"/>
    <w:rsid w:val="00650B7B"/>
    <w:rsid w:val="00655B13"/>
    <w:rsid w:val="00656113"/>
    <w:rsid w:val="0065710C"/>
    <w:rsid w:val="00657D40"/>
    <w:rsid w:val="00657F1D"/>
    <w:rsid w:val="0066030B"/>
    <w:rsid w:val="00660676"/>
    <w:rsid w:val="00660ABF"/>
    <w:rsid w:val="006633B7"/>
    <w:rsid w:val="00666980"/>
    <w:rsid w:val="0067024F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38E"/>
    <w:rsid w:val="006B37FA"/>
    <w:rsid w:val="006B6247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896"/>
    <w:rsid w:val="00777743"/>
    <w:rsid w:val="007777AE"/>
    <w:rsid w:val="007828A3"/>
    <w:rsid w:val="00783AD2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B71AA"/>
    <w:rsid w:val="007C03E6"/>
    <w:rsid w:val="007C0CCF"/>
    <w:rsid w:val="007C104B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6D65"/>
    <w:rsid w:val="00807B7E"/>
    <w:rsid w:val="00811F0E"/>
    <w:rsid w:val="008132C9"/>
    <w:rsid w:val="0081438A"/>
    <w:rsid w:val="008148A2"/>
    <w:rsid w:val="008152BF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6CD2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0473"/>
    <w:rsid w:val="00863664"/>
    <w:rsid w:val="00871063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4AA5"/>
    <w:rsid w:val="008E5C7C"/>
    <w:rsid w:val="008E6F08"/>
    <w:rsid w:val="008E71E0"/>
    <w:rsid w:val="008E78D6"/>
    <w:rsid w:val="008F113A"/>
    <w:rsid w:val="008F3282"/>
    <w:rsid w:val="008F32A5"/>
    <w:rsid w:val="008F3AA0"/>
    <w:rsid w:val="009006C4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264E5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CC6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08D5"/>
    <w:rsid w:val="00A3168E"/>
    <w:rsid w:val="00A31A8C"/>
    <w:rsid w:val="00A331AB"/>
    <w:rsid w:val="00A33518"/>
    <w:rsid w:val="00A33BF6"/>
    <w:rsid w:val="00A33DE6"/>
    <w:rsid w:val="00A353B9"/>
    <w:rsid w:val="00A354FF"/>
    <w:rsid w:val="00A35C4A"/>
    <w:rsid w:val="00A37836"/>
    <w:rsid w:val="00A379E1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F04D5"/>
    <w:rsid w:val="00AF10A6"/>
    <w:rsid w:val="00AF2973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006C"/>
    <w:rsid w:val="00B21D7E"/>
    <w:rsid w:val="00B2267E"/>
    <w:rsid w:val="00B23C73"/>
    <w:rsid w:val="00B2576D"/>
    <w:rsid w:val="00B25A47"/>
    <w:rsid w:val="00B25C54"/>
    <w:rsid w:val="00B263A6"/>
    <w:rsid w:val="00B26B51"/>
    <w:rsid w:val="00B30B8B"/>
    <w:rsid w:val="00B30DC8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014"/>
    <w:rsid w:val="00BA5AF0"/>
    <w:rsid w:val="00BA69D6"/>
    <w:rsid w:val="00BB0CA7"/>
    <w:rsid w:val="00BB0D6A"/>
    <w:rsid w:val="00BB19E8"/>
    <w:rsid w:val="00BB53EE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184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5EAA"/>
    <w:rsid w:val="00C465F9"/>
    <w:rsid w:val="00C51328"/>
    <w:rsid w:val="00C51A9C"/>
    <w:rsid w:val="00C52CEF"/>
    <w:rsid w:val="00C53AA8"/>
    <w:rsid w:val="00C54032"/>
    <w:rsid w:val="00C55673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326C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618"/>
    <w:rsid w:val="00CA11A8"/>
    <w:rsid w:val="00CA4067"/>
    <w:rsid w:val="00CA4B1E"/>
    <w:rsid w:val="00CA5C18"/>
    <w:rsid w:val="00CA7069"/>
    <w:rsid w:val="00CA77FB"/>
    <w:rsid w:val="00CB6025"/>
    <w:rsid w:val="00CB6831"/>
    <w:rsid w:val="00CB7AEF"/>
    <w:rsid w:val="00CB7B95"/>
    <w:rsid w:val="00CC0870"/>
    <w:rsid w:val="00CC16C6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05BE9"/>
    <w:rsid w:val="00D1059A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1870"/>
    <w:rsid w:val="00D5246A"/>
    <w:rsid w:val="00D538EC"/>
    <w:rsid w:val="00D56623"/>
    <w:rsid w:val="00D56803"/>
    <w:rsid w:val="00D62718"/>
    <w:rsid w:val="00D62D63"/>
    <w:rsid w:val="00D64DE0"/>
    <w:rsid w:val="00D658E5"/>
    <w:rsid w:val="00D670E3"/>
    <w:rsid w:val="00D71871"/>
    <w:rsid w:val="00D7493B"/>
    <w:rsid w:val="00D75580"/>
    <w:rsid w:val="00D7589F"/>
    <w:rsid w:val="00D75943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3773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2603"/>
    <w:rsid w:val="00E73328"/>
    <w:rsid w:val="00E74088"/>
    <w:rsid w:val="00E74A59"/>
    <w:rsid w:val="00E75C3B"/>
    <w:rsid w:val="00E75C56"/>
    <w:rsid w:val="00E80E8B"/>
    <w:rsid w:val="00E83C9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A6D06"/>
    <w:rsid w:val="00EB263C"/>
    <w:rsid w:val="00EB7F39"/>
    <w:rsid w:val="00EB7FA3"/>
    <w:rsid w:val="00EC00D3"/>
    <w:rsid w:val="00EC0BA1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07FBF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4250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6C83"/>
    <w:rsid w:val="00F97316"/>
    <w:rsid w:val="00FA33BB"/>
    <w:rsid w:val="00FA3D22"/>
    <w:rsid w:val="00FA449E"/>
    <w:rsid w:val="00FA5660"/>
    <w:rsid w:val="00FA6158"/>
    <w:rsid w:val="00FA6621"/>
    <w:rsid w:val="00FA7136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-lite">
    <w:name w:val="hi-lite"/>
    <w:uiPriority w:val="8"/>
    <w:qFormat/>
    <w:rsid w:val="0037695D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37695D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37695D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37695D"/>
    <w:rPr>
      <w:u w:val="dotDash"/>
      <w:bdr w:val="none" w:sz="0" w:space="0" w:color="auto"/>
      <w:shd w:val="clear" w:color="auto" w:fill="E7DEE5"/>
    </w:rPr>
  </w:style>
  <w:style w:type="paragraph" w:styleId="Revision">
    <w:name w:val="Revision"/>
    <w:hidden/>
    <w:uiPriority w:val="99"/>
    <w:semiHidden/>
    <w:rsid w:val="00656113"/>
    <w:pPr>
      <w:spacing w:line="240" w:lineRule="auto"/>
    </w:pPr>
  </w:style>
  <w:style w:type="character" w:customStyle="1" w:styleId="shadingdifferences">
    <w:name w:val="shading differences"/>
    <w:basedOn w:val="DefaultParagraphFont"/>
    <w:rsid w:val="0000795E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character" w:customStyle="1" w:styleId="hi-lite">
    <w:name w:val="hi-lite"/>
    <w:uiPriority w:val="8"/>
    <w:qFormat/>
    <w:rsid w:val="0037695D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37695D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37695D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37695D"/>
    <w:rPr>
      <w:u w:val="dotDash"/>
      <w:bdr w:val="none" w:sz="0" w:space="0" w:color="auto"/>
      <w:shd w:val="clear" w:color="auto" w:fill="E7DEE5"/>
    </w:rPr>
  </w:style>
  <w:style w:type="paragraph" w:styleId="Revision">
    <w:name w:val="Revision"/>
    <w:hidden/>
    <w:uiPriority w:val="99"/>
    <w:semiHidden/>
    <w:rsid w:val="00656113"/>
    <w:pPr>
      <w:spacing w:line="240" w:lineRule="auto"/>
    </w:pPr>
  </w:style>
  <w:style w:type="character" w:customStyle="1" w:styleId="shadingdifferences">
    <w:name w:val="shading differences"/>
    <w:basedOn w:val="DefaultParagraphFont"/>
    <w:rsid w:val="0000795E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ample%20assessments\templates\ac_history_tss_continu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41A6ABE9C14445783918FB539BF4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E84D0-D7CC-4D33-A70F-C6A93B80AC75}"/>
      </w:docPartPr>
      <w:docPartBody>
        <w:p w:rsidR="00BD1A77" w:rsidRDefault="00F142A7">
          <w:pPr>
            <w:pStyle w:val="041A6ABE9C14445783918FB539BF4F81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37BD2EEF27544CB89C9F08D6B39F9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785D6-EA06-4353-91AC-EB205B55A599}"/>
      </w:docPartPr>
      <w:docPartBody>
        <w:p w:rsidR="00BD1A77" w:rsidRDefault="00F142A7">
          <w:pPr>
            <w:pStyle w:val="37BD2EEF27544CB89C9F08D6B39F9500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8B50B34C23374C719BABCFC641A8F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FABC26-9273-4377-8E36-A4F2F59623B7}"/>
      </w:docPartPr>
      <w:docPartBody>
        <w:p w:rsidR="00BD1A77" w:rsidRDefault="00F142A7">
          <w:pPr>
            <w:pStyle w:val="8B50B34C23374C719BABCFC641A8FEED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A7"/>
    <w:rsid w:val="00246EC6"/>
    <w:rsid w:val="003B436A"/>
    <w:rsid w:val="00BC5BD1"/>
    <w:rsid w:val="00BD1A77"/>
    <w:rsid w:val="00CA0321"/>
    <w:rsid w:val="00D26EB1"/>
    <w:rsid w:val="00F142A7"/>
    <w:rsid w:val="00F4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1A6ABE9C14445783918FB539BF4F81">
    <w:name w:val="041A6ABE9C14445783918FB539BF4F81"/>
  </w:style>
  <w:style w:type="paragraph" w:customStyle="1" w:styleId="37BD2EEF27544CB89C9F08D6B39F9500">
    <w:name w:val="37BD2EEF27544CB89C9F08D6B39F9500"/>
  </w:style>
  <w:style w:type="paragraph" w:customStyle="1" w:styleId="8B50B34C23374C719BABCFC641A8FEED">
    <w:name w:val="8B50B34C23374C719BABCFC641A8FEED"/>
  </w:style>
  <w:style w:type="character" w:styleId="PlaceholderText">
    <w:name w:val="Placeholder Text"/>
    <w:basedOn w:val="DefaultParagraphFont"/>
    <w:uiPriority w:val="99"/>
    <w:semiHidden/>
    <w:rsid w:val="00F142A7"/>
    <w:rPr>
      <w:color w:val="FF0000"/>
    </w:rPr>
  </w:style>
  <w:style w:type="paragraph" w:customStyle="1" w:styleId="E9D9738DEEA440099B306AF81E8488CA">
    <w:name w:val="E9D9738DEEA440099B306AF81E8488CA"/>
  </w:style>
  <w:style w:type="paragraph" w:customStyle="1" w:styleId="453020799B80433EAF661277188B258C">
    <w:name w:val="453020799B80433EAF661277188B258C"/>
  </w:style>
  <w:style w:type="paragraph" w:customStyle="1" w:styleId="F56F629F8FBF4856A9DB2F1C54C01291">
    <w:name w:val="F56F629F8FBF4856A9DB2F1C54C01291"/>
  </w:style>
  <w:style w:type="paragraph" w:customStyle="1" w:styleId="10F0B8100763446CA571BDCBD0BC653A">
    <w:name w:val="10F0B8100763446CA571BDCBD0BC653A"/>
  </w:style>
  <w:style w:type="paragraph" w:customStyle="1" w:styleId="F194C2D324C94CFD9AE7B02A73D9B6BA">
    <w:name w:val="F194C2D324C94CFD9AE7B02A73D9B6BA"/>
  </w:style>
  <w:style w:type="paragraph" w:customStyle="1" w:styleId="2F4CD9EC867D49878919DA5D235D3C36">
    <w:name w:val="2F4CD9EC867D49878919DA5D235D3C36"/>
  </w:style>
  <w:style w:type="paragraph" w:customStyle="1" w:styleId="99C69853CF7040E2A86149430865A117">
    <w:name w:val="99C69853CF7040E2A86149430865A117"/>
  </w:style>
  <w:style w:type="paragraph" w:customStyle="1" w:styleId="A3D0A985F5DC485BBD25286A514C6BC7">
    <w:name w:val="A3D0A985F5DC485BBD25286A514C6BC7"/>
  </w:style>
  <w:style w:type="paragraph" w:customStyle="1" w:styleId="2C299CA77CD149F8A23365649BEFD352">
    <w:name w:val="2C299CA77CD149F8A23365649BEFD352"/>
  </w:style>
  <w:style w:type="paragraph" w:customStyle="1" w:styleId="A5D75FC18D434422A528167D13520284">
    <w:name w:val="A5D75FC18D434422A528167D13520284"/>
  </w:style>
  <w:style w:type="paragraph" w:customStyle="1" w:styleId="2C0D9030662E497394A2AC0F45A469A5">
    <w:name w:val="2C0D9030662E497394A2AC0F45A469A5"/>
  </w:style>
  <w:style w:type="paragraph" w:customStyle="1" w:styleId="65B8421F76D54088BACC3D5C8765E20C">
    <w:name w:val="65B8421F76D54088BACC3D5C8765E20C"/>
    <w:rsid w:val="00F142A7"/>
  </w:style>
  <w:style w:type="paragraph" w:customStyle="1" w:styleId="56D9E0D227C4419DBEB5871827FB8F7E">
    <w:name w:val="56D9E0D227C4419DBEB5871827FB8F7E"/>
    <w:rsid w:val="00F142A7"/>
  </w:style>
  <w:style w:type="paragraph" w:customStyle="1" w:styleId="361A9CD5BEF74CEE8DDF1507234E164C">
    <w:name w:val="361A9CD5BEF74CEE8DDF1507234E164C"/>
    <w:rsid w:val="00F142A7"/>
  </w:style>
  <w:style w:type="paragraph" w:customStyle="1" w:styleId="0633F7620D5246BFB17E16CA9CD543B8">
    <w:name w:val="0633F7620D5246BFB17E16CA9CD543B8"/>
    <w:rsid w:val="00F142A7"/>
  </w:style>
  <w:style w:type="paragraph" w:customStyle="1" w:styleId="0599DF3DA54A4144A2F61109165F58FD">
    <w:name w:val="0599DF3DA54A4144A2F61109165F58FD"/>
    <w:rsid w:val="00F142A7"/>
  </w:style>
  <w:style w:type="paragraph" w:customStyle="1" w:styleId="9B1FDDA84EAA4766857575429B901B58">
    <w:name w:val="9B1FDDA84EAA4766857575429B901B58"/>
    <w:rsid w:val="00F142A7"/>
  </w:style>
  <w:style w:type="paragraph" w:customStyle="1" w:styleId="FC55C30A782749639C248B1D39F54DDA">
    <w:name w:val="FC55C30A782749639C248B1D39F54DDA"/>
    <w:rsid w:val="00F142A7"/>
  </w:style>
  <w:style w:type="paragraph" w:customStyle="1" w:styleId="C1CD16DFA6F0426BA628C1844615C719">
    <w:name w:val="C1CD16DFA6F0426BA628C1844615C719"/>
    <w:rsid w:val="00F142A7"/>
  </w:style>
  <w:style w:type="paragraph" w:customStyle="1" w:styleId="7059D190F96243528C1397567B8F690D">
    <w:name w:val="7059D190F96243528C1397567B8F690D"/>
    <w:rsid w:val="00F4342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1A6ABE9C14445783918FB539BF4F81">
    <w:name w:val="041A6ABE9C14445783918FB539BF4F81"/>
  </w:style>
  <w:style w:type="paragraph" w:customStyle="1" w:styleId="37BD2EEF27544CB89C9F08D6B39F9500">
    <w:name w:val="37BD2EEF27544CB89C9F08D6B39F9500"/>
  </w:style>
  <w:style w:type="paragraph" w:customStyle="1" w:styleId="8B50B34C23374C719BABCFC641A8FEED">
    <w:name w:val="8B50B34C23374C719BABCFC641A8FEED"/>
  </w:style>
  <w:style w:type="character" w:styleId="PlaceholderText">
    <w:name w:val="Placeholder Text"/>
    <w:basedOn w:val="DefaultParagraphFont"/>
    <w:uiPriority w:val="99"/>
    <w:semiHidden/>
    <w:rsid w:val="00F142A7"/>
    <w:rPr>
      <w:color w:val="FF0000"/>
    </w:rPr>
  </w:style>
  <w:style w:type="paragraph" w:customStyle="1" w:styleId="E9D9738DEEA440099B306AF81E8488CA">
    <w:name w:val="E9D9738DEEA440099B306AF81E8488CA"/>
  </w:style>
  <w:style w:type="paragraph" w:customStyle="1" w:styleId="453020799B80433EAF661277188B258C">
    <w:name w:val="453020799B80433EAF661277188B258C"/>
  </w:style>
  <w:style w:type="paragraph" w:customStyle="1" w:styleId="F56F629F8FBF4856A9DB2F1C54C01291">
    <w:name w:val="F56F629F8FBF4856A9DB2F1C54C01291"/>
  </w:style>
  <w:style w:type="paragraph" w:customStyle="1" w:styleId="10F0B8100763446CA571BDCBD0BC653A">
    <w:name w:val="10F0B8100763446CA571BDCBD0BC653A"/>
  </w:style>
  <w:style w:type="paragraph" w:customStyle="1" w:styleId="F194C2D324C94CFD9AE7B02A73D9B6BA">
    <w:name w:val="F194C2D324C94CFD9AE7B02A73D9B6BA"/>
  </w:style>
  <w:style w:type="paragraph" w:customStyle="1" w:styleId="2F4CD9EC867D49878919DA5D235D3C36">
    <w:name w:val="2F4CD9EC867D49878919DA5D235D3C36"/>
  </w:style>
  <w:style w:type="paragraph" w:customStyle="1" w:styleId="99C69853CF7040E2A86149430865A117">
    <w:name w:val="99C69853CF7040E2A86149430865A117"/>
  </w:style>
  <w:style w:type="paragraph" w:customStyle="1" w:styleId="A3D0A985F5DC485BBD25286A514C6BC7">
    <w:name w:val="A3D0A985F5DC485BBD25286A514C6BC7"/>
  </w:style>
  <w:style w:type="paragraph" w:customStyle="1" w:styleId="2C299CA77CD149F8A23365649BEFD352">
    <w:name w:val="2C299CA77CD149F8A23365649BEFD352"/>
  </w:style>
  <w:style w:type="paragraph" w:customStyle="1" w:styleId="A5D75FC18D434422A528167D13520284">
    <w:name w:val="A5D75FC18D434422A528167D13520284"/>
  </w:style>
  <w:style w:type="paragraph" w:customStyle="1" w:styleId="2C0D9030662E497394A2AC0F45A469A5">
    <w:name w:val="2C0D9030662E497394A2AC0F45A469A5"/>
  </w:style>
  <w:style w:type="paragraph" w:customStyle="1" w:styleId="65B8421F76D54088BACC3D5C8765E20C">
    <w:name w:val="65B8421F76D54088BACC3D5C8765E20C"/>
    <w:rsid w:val="00F142A7"/>
  </w:style>
  <w:style w:type="paragraph" w:customStyle="1" w:styleId="56D9E0D227C4419DBEB5871827FB8F7E">
    <w:name w:val="56D9E0D227C4419DBEB5871827FB8F7E"/>
    <w:rsid w:val="00F142A7"/>
  </w:style>
  <w:style w:type="paragraph" w:customStyle="1" w:styleId="361A9CD5BEF74CEE8DDF1507234E164C">
    <w:name w:val="361A9CD5BEF74CEE8DDF1507234E164C"/>
    <w:rsid w:val="00F142A7"/>
  </w:style>
  <w:style w:type="paragraph" w:customStyle="1" w:styleId="0633F7620D5246BFB17E16CA9CD543B8">
    <w:name w:val="0633F7620D5246BFB17E16CA9CD543B8"/>
    <w:rsid w:val="00F142A7"/>
  </w:style>
  <w:style w:type="paragraph" w:customStyle="1" w:styleId="0599DF3DA54A4144A2F61109165F58FD">
    <w:name w:val="0599DF3DA54A4144A2F61109165F58FD"/>
    <w:rsid w:val="00F142A7"/>
  </w:style>
  <w:style w:type="paragraph" w:customStyle="1" w:styleId="9B1FDDA84EAA4766857575429B901B58">
    <w:name w:val="9B1FDDA84EAA4766857575429B901B58"/>
    <w:rsid w:val="00F142A7"/>
  </w:style>
  <w:style w:type="paragraph" w:customStyle="1" w:styleId="FC55C30A782749639C248B1D39F54DDA">
    <w:name w:val="FC55C30A782749639C248B1D39F54DDA"/>
    <w:rsid w:val="00F142A7"/>
  </w:style>
  <w:style w:type="paragraph" w:customStyle="1" w:styleId="C1CD16DFA6F0426BA628C1844615C719">
    <w:name w:val="C1CD16DFA6F0426BA628C1844615C719"/>
    <w:rsid w:val="00F142A7"/>
  </w:style>
  <w:style w:type="paragraph" w:customStyle="1" w:styleId="7059D190F96243528C1397567B8F690D">
    <w:name w:val="7059D190F96243528C1397567B8F690D"/>
    <w:rsid w:val="00F434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What are places like?</Abstract>
  <CompanyAddress/>
  <CompanyPhone/>
  <CompanyFax>Prep</CompanyFax>
  <CompanyEmail/>
</CoverPageProperties>
</file>

<file path=customXml/item2.xml><?xml version="1.0" encoding="utf-8"?>
<root>
  <subtitle/>
</root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CE578C-8DCF-4339-AB5B-6AFA44E8D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EF62734-76FE-46C1-B526-1A0207C1A3F0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577BFDFD-AF63-4C8D-903D-E115B3C3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ac_history_tss_continua</Template>
  <TotalTime>46</TotalTime>
  <Pages>1</Pages>
  <Words>132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 Year Geography Sample assessment Task-specific standards — continua | What are places like? | Australian Curriculum</vt:lpstr>
    </vt:vector>
  </TitlesOfParts>
  <Company>Queensland Curriculum and Assessment Authority</Company>
  <LinksUpToDate>false</LinksUpToDate>
  <CharactersWithSpaces>973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Prep Year Geography sample assessment: What are places like? - Task-specific standards: Continua</dc:title>
  <dc:subject>Prep Year Geography</dc:subject>
  <dc:creator>Queensland Curriculum and Assessment Authority</dc:creator>
  <cp:lastModifiedBy>Clare Murphy</cp:lastModifiedBy>
  <cp:revision>11</cp:revision>
  <cp:lastPrinted>2015-04-24T01:41:00Z</cp:lastPrinted>
  <dcterms:created xsi:type="dcterms:W3CDTF">2015-03-22T23:33:00Z</dcterms:created>
  <dcterms:modified xsi:type="dcterms:W3CDTF">2015-05-01T00:15:00Z</dcterms:modified>
  <cp:category>150355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